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4632A983" w:rsidR="001B77EA" w:rsidRPr="00402B45" w:rsidRDefault="001B77EA" w:rsidP="001B77EA">
      <w:pPr>
        <w:pStyle w:val="Titul2"/>
      </w:pPr>
      <w:r w:rsidRPr="00402B45">
        <w:t xml:space="preserve">Název zakázky: </w:t>
      </w:r>
      <w:sdt>
        <w:sdtPr>
          <w:rPr>
            <w:rFonts w:eastAsia="Verdana" w:cs="Times New Roman"/>
            <w:sz w:val="32"/>
          </w:rPr>
          <w:alias w:val="Název akce - VYplnit pole - přenese se do zápatí"/>
          <w:tag w:val="Název akce"/>
          <w:id w:val="1889687308"/>
          <w:placeholder>
            <w:docPart w:val="CBCF2D38B104497CBC12BFA9A77FF915"/>
          </w:placeholder>
          <w:text/>
        </w:sdtPr>
        <w:sdtEndPr/>
        <w:sdtContent>
          <w:r w:rsidR="00CB035C">
            <w:rPr>
              <w:rFonts w:eastAsia="Verdana" w:cs="Times New Roman"/>
              <w:sz w:val="32"/>
            </w:rPr>
            <w:t xml:space="preserve">                              </w:t>
          </w:r>
          <w:r w:rsidR="00CB035C" w:rsidRPr="00F52F5B">
            <w:rPr>
              <w:rFonts w:eastAsia="Verdana" w:cs="Times New Roman"/>
              <w:sz w:val="32"/>
            </w:rPr>
            <w:t>„Revitalizace trati Plzeň (mimo) – Dobřany (</w:t>
          </w:r>
          <w:proofErr w:type="gramStart"/>
          <w:r w:rsidR="00CB035C" w:rsidRPr="00F52F5B">
            <w:rPr>
              <w:rFonts w:eastAsia="Verdana" w:cs="Times New Roman"/>
              <w:sz w:val="32"/>
            </w:rPr>
            <w:t>včetně)“</w:t>
          </w:r>
          <w:r w:rsidR="00CB035C">
            <w:rPr>
              <w:rFonts w:eastAsia="Verdana" w:cs="Times New Roman"/>
              <w:sz w:val="32"/>
            </w:rPr>
            <w:t xml:space="preserve">                                             </w:t>
          </w:r>
          <w:r w:rsidR="00CB035C" w:rsidRPr="00F52F5B">
            <w:rPr>
              <w:rFonts w:eastAsia="Verdana" w:cs="Times New Roman"/>
              <w:sz w:val="32"/>
            </w:rPr>
            <w:t>„Revitalizace</w:t>
          </w:r>
          <w:proofErr w:type="gramEnd"/>
          <w:r w:rsidR="00CB035C" w:rsidRPr="00F52F5B">
            <w:rPr>
              <w:rFonts w:eastAsia="Verdana" w:cs="Times New Roman"/>
              <w:sz w:val="32"/>
            </w:rPr>
            <w:t xml:space="preserve"> trati Dobřany (mimo) – Přeštice (včetně)“</w:t>
          </w:r>
          <w:r w:rsidR="00CB035C">
            <w:rPr>
              <w:rFonts w:eastAsia="Verdana" w:cs="Times New Roman"/>
              <w:sz w:val="32"/>
            </w:rPr>
            <w:t xml:space="preserve">                                             </w:t>
          </w:r>
          <w:r w:rsidR="00CB035C" w:rsidRPr="00F52F5B">
            <w:rPr>
              <w:rFonts w:eastAsia="Verdana" w:cs="Times New Roman"/>
              <w:sz w:val="32"/>
            </w:rPr>
            <w:t>„Revitalizace trati Přeštice (mimo) – Klatovy (mimo)“</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32C6B341" w14:textId="77777777" w:rsidR="00CB035C" w:rsidRDefault="00F422D3" w:rsidP="00CB035C">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007C29D4" w14:textId="4D3A1875" w:rsidR="00CB035C" w:rsidRDefault="00CB035C" w:rsidP="00CB035C">
      <w:pPr>
        <w:pStyle w:val="Textbezodsazen"/>
        <w:spacing w:after="0"/>
        <w:rPr>
          <w:color w:val="000000" w:themeColor="text1"/>
        </w:rPr>
      </w:pPr>
      <w:r w:rsidRPr="00CB035C">
        <w:rPr>
          <w:color w:val="000000" w:themeColor="text1"/>
        </w:rPr>
        <w:t>Stavební správa západ, Ke Štvanici 656/3, 186 00 Praha 8</w:t>
      </w:r>
    </w:p>
    <w:p w14:paraId="5208AC55" w14:textId="45602AF4" w:rsidR="00F422D3" w:rsidRDefault="00CB035C"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5629EAB2" w:rsidR="00F422D3" w:rsidRDefault="003A60C1" w:rsidP="00AA2DC6">
      <w:pPr>
        <w:pStyle w:val="Textbezodsazen"/>
        <w:spacing w:after="0"/>
      </w:pPr>
      <w:r>
        <w:t>I</w:t>
      </w:r>
      <w:r w:rsidR="0079664B">
        <w:t xml:space="preserve">SPROFIN / SUB. </w:t>
      </w:r>
      <w:r w:rsidR="0079664B" w:rsidRPr="0081565D">
        <w:t>ISPROFIN</w:t>
      </w:r>
      <w:r w:rsidR="00F422D3">
        <w:t>:</w:t>
      </w:r>
      <w:r w:rsidR="00AA2DC6">
        <w:t xml:space="preserve"> 5323520038/3273214901</w:t>
      </w:r>
    </w:p>
    <w:p w14:paraId="211DA308" w14:textId="1E2390C0" w:rsidR="00AA2DC6" w:rsidRDefault="00AA2DC6" w:rsidP="00AA2DC6">
      <w:pPr>
        <w:pStyle w:val="Textbezodsazen"/>
        <w:spacing w:after="0"/>
      </w:pPr>
      <w:r>
        <w:t xml:space="preserve">                                          5323520039/3273214901</w:t>
      </w:r>
    </w:p>
    <w:p w14:paraId="5574D79C" w14:textId="18D43630" w:rsidR="00AA2DC6" w:rsidRDefault="00AA2DC6" w:rsidP="00AA2DC6">
      <w:pPr>
        <w:pStyle w:val="Textbezodsazen"/>
        <w:spacing w:after="0"/>
      </w:pPr>
      <w:r>
        <w:t xml:space="preserve">                                          5323520040/3273214901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36D4045F" w:rsidR="003F5723" w:rsidRDefault="003F5723" w:rsidP="00CB035C">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w:t>
      </w:r>
      <w:r w:rsidR="00CB035C">
        <w:t> </w:t>
      </w:r>
      <w:r w:rsidRPr="003038BD">
        <w:t>názvem</w:t>
      </w:r>
      <w:r w:rsidR="00CB035C">
        <w:t xml:space="preserve"> </w:t>
      </w:r>
      <w:r w:rsidR="00CB035C" w:rsidRPr="00CB035C">
        <w:t>„Revitalizace trati Plzeň (mimo) – Dobřany (včetně)“, „Revitalizace trati Dobřany (mimo) – Přeštice (včetně)“, „Revitalizace trati Pře</w:t>
      </w:r>
      <w:r w:rsidR="00CB035C">
        <w:t xml:space="preserve">štice (mimo) – Klatovy (mimo)“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47DCF797" w:rsidR="003F5723" w:rsidRDefault="003F5723" w:rsidP="00CB035C">
      <w:pPr>
        <w:pStyle w:val="Text1-1"/>
        <w:numPr>
          <w:ilvl w:val="1"/>
          <w:numId w:val="6"/>
        </w:numPr>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Pr="0054624A">
        <w:t>.</w:t>
      </w:r>
      <w:r w:rsidR="00870CA4" w:rsidRPr="0054624A">
        <w:rPr>
          <w:highlight w:val="green"/>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C63598">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w:t>
      </w:r>
      <w:r>
        <w:lastRenderedPageBreak/>
        <w:t>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3987C271" w:rsidR="005E25D9" w:rsidRDefault="003F5723" w:rsidP="00CB035C">
      <w:pPr>
        <w:pStyle w:val="Text1-1"/>
      </w:pPr>
      <w:r>
        <w:t>Místem plnění D</w:t>
      </w:r>
      <w:r w:rsidR="00C539CB">
        <w:t>U</w:t>
      </w:r>
      <w:r>
        <w:t xml:space="preserve">SP a PDPS je: </w:t>
      </w:r>
      <w:r w:rsidR="00CB035C" w:rsidRPr="00CB035C">
        <w:t>Stavební správa západ, Ke Štvanici 656/3, 186 00 Praha 8</w:t>
      </w:r>
      <w:r w:rsidR="00CB035C">
        <w:t>, pracoviště: Sušická 1105/25, 326 00 Plzeň.</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Pr="00353199" w:rsidRDefault="003F5723" w:rsidP="003F5723">
      <w:pPr>
        <w:pStyle w:val="Nadpis1-1"/>
      </w:pPr>
      <w:r>
        <w:t>OSTATNÍ USTANOVENÍ</w:t>
      </w:r>
    </w:p>
    <w:p w14:paraId="16A701D9" w14:textId="3D949574"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0C147C22"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r w:rsidR="008833A6">
        <w:t xml:space="preserve"> </w:t>
      </w:r>
      <w:r>
        <w:t>(dále</w:t>
      </w:r>
      <w:proofErr w:type="gramEnd"/>
      <w:r>
        <w:t xml:space="preserve"> jen GDPR), které se na něj jako na zpracovatele vztahují a plnění těchto povinností na vyžádání doložit Objednateli.</w:t>
      </w:r>
    </w:p>
    <w:p w14:paraId="4FFEE9EB" w14:textId="26A643CE"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realizace Stavby zajištěn osobou (osobami) </w:t>
      </w:r>
      <w:proofErr w:type="gramStart"/>
      <w:r w:rsidR="000C445A" w:rsidRPr="00EE221B">
        <w:t>disponující(mi</w:t>
      </w:r>
      <w:proofErr w:type="gramEnd"/>
      <w:r w:rsidR="000C445A" w:rsidRPr="00EE221B">
        <w:t>) elektronickým podpisem</w:t>
      </w:r>
      <w:r w:rsidR="000C445A">
        <w:t>;</w:t>
      </w:r>
    </w:p>
    <w:p w14:paraId="056F3DCA" w14:textId="317AD30A"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446E4E17" w:rsidR="005A6B84" w:rsidRPr="0029778A" w:rsidRDefault="005A6B84" w:rsidP="00DF0BA5">
      <w:pPr>
        <w:pStyle w:val="Text1-1"/>
        <w:numPr>
          <w:ilvl w:val="1"/>
          <w:numId w:val="6"/>
        </w:numPr>
        <w:rPr>
          <w:rFonts w:eastAsia="Times New Roman" w:cs="Times New Roman"/>
        </w:rPr>
      </w:pPr>
      <w:r w:rsidRPr="00EE221B">
        <w:t xml:space="preserve">Sociálně a environmentálně </w:t>
      </w:r>
      <w:r w:rsidRPr="001338FF">
        <w:t>odpovědné zadávání</w:t>
      </w:r>
      <w:r w:rsidR="00DF0BA5" w:rsidRPr="001338FF">
        <w:rPr>
          <w:rFonts w:eastAsia="Times New Roman" w:cs="Times New Roman"/>
        </w:rPr>
        <w:t xml:space="preserve">, </w:t>
      </w:r>
      <w:r w:rsidR="00DF0BA5" w:rsidRPr="008833A6">
        <w:rPr>
          <w:rFonts w:eastAsia="Times New Roman" w:cs="Times New Roman"/>
        </w:rPr>
        <w:t>inovace</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56B6A557"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lastRenderedPageBreak/>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5DDD8F87" w14:textId="4454480A" w:rsidR="00935A9F" w:rsidRPr="0029778A" w:rsidRDefault="005A6B84" w:rsidP="00935A9F">
      <w:pPr>
        <w:pStyle w:val="Text1-2"/>
        <w:rPr>
          <w:rFonts w:eastAsia="Times New Roman"/>
          <w:i/>
        </w:rPr>
      </w:pPr>
      <w:r w:rsidRPr="00EE221B">
        <w:t>Zhotovitel se zavazuje, že v průběhu plnění Díla v rozsahu D</w:t>
      </w:r>
      <w:r w:rsidR="00B75AA5" w:rsidRPr="00EE221B">
        <w:t>U</w:t>
      </w:r>
      <w:r w:rsidRPr="00EE221B">
        <w:t xml:space="preserve">SP a PDPS  umožní v souvislosti s plněním Díla provedení studentské exkurze, a to v kancelářích </w:t>
      </w:r>
      <w:r w:rsidRPr="00F37DDF">
        <w:t>Zhotovitele nebo při provádění pr</w:t>
      </w:r>
      <w:r w:rsidR="00B75AA5" w:rsidRPr="00F37DDF">
        <w:t>ojekčních či průzkumných prací</w:t>
      </w:r>
      <w:r w:rsidRPr="00F37DDF">
        <w:t xml:space="preserve"> přímo na budoucím staveništi. </w:t>
      </w:r>
      <w:r w:rsidR="007C5935" w:rsidRPr="00F37DDF">
        <w:rPr>
          <w:rFonts w:eastAsia="Times New Roman"/>
        </w:rPr>
        <w:t>Podrobnosti k provedení exkurz</w:t>
      </w:r>
      <w:r w:rsidR="00AA2DC6" w:rsidRPr="00F37DDF">
        <w:rPr>
          <w:rFonts w:eastAsia="Times New Roman"/>
        </w:rPr>
        <w:t>í</w:t>
      </w:r>
      <w:r w:rsidR="007C5935" w:rsidRPr="00F37DDF">
        <w:rPr>
          <w:rFonts w:eastAsia="Times New Roman"/>
        </w:rPr>
        <w:t xml:space="preserve"> jsou uvedeny v Obchodních podmínkách.</w:t>
      </w:r>
      <w:r w:rsidR="00935A9F" w:rsidRPr="0029778A">
        <w:rPr>
          <w:rFonts w:eastAsia="Times New Roman"/>
          <w:i/>
        </w:rPr>
        <w:t xml:space="preserve"> </w:t>
      </w:r>
    </w:p>
    <w:p w14:paraId="7439BCEE" w14:textId="2984219C" w:rsidR="005A6B84" w:rsidRPr="002E19CA" w:rsidRDefault="005A6B84" w:rsidP="005A6B84">
      <w:pPr>
        <w:pStyle w:val="Text1-2"/>
      </w:pPr>
      <w:r w:rsidRPr="002E19CA">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5502657F" w:rsidR="00DF0BA5" w:rsidRPr="0029778A" w:rsidRDefault="00B94795" w:rsidP="00DF0BA5">
      <w:pPr>
        <w:pStyle w:val="Text1-2"/>
        <w:numPr>
          <w:ilvl w:val="2"/>
          <w:numId w:val="6"/>
        </w:numPr>
        <w:tabs>
          <w:tab w:val="num" w:pos="2212"/>
        </w:tabs>
        <w:ind w:left="2212"/>
        <w:rPr>
          <w:rFonts w:eastAsia="Times New Roman" w:cs="Times New Roman"/>
        </w:rPr>
      </w:pPr>
      <w:r>
        <w:t>Zhotovitel</w:t>
      </w:r>
      <w:r w:rsidR="005A6B84" w:rsidRPr="002E19CA">
        <w:t xml:space="preserve"> </w:t>
      </w:r>
      <w:r>
        <w:t xml:space="preserve">bude požadovat </w:t>
      </w:r>
      <w:r w:rsidR="005A6B84" w:rsidRPr="002E19CA">
        <w:t xml:space="preserve">v Projektové dokumentaci recyklaci kameniva vyzískávaného z kolejového </w:t>
      </w:r>
      <w:r w:rsidR="005A6B84" w:rsidRPr="008833A6">
        <w:t>lože. Bližší specifikace je uvedena v odst.</w:t>
      </w:r>
      <w:r w:rsidR="001F4305" w:rsidRPr="008833A6">
        <w:t>5.6.23</w:t>
      </w:r>
      <w:r w:rsidR="005A6B84" w:rsidRPr="008833A6">
        <w:t xml:space="preserve"> přílohy </w:t>
      </w:r>
      <w:proofErr w:type="gramStart"/>
      <w:r w:rsidR="005A6B84" w:rsidRPr="008833A6">
        <w:t>č.3 b) této</w:t>
      </w:r>
      <w:proofErr w:type="gramEnd"/>
      <w:r w:rsidR="005A6B84" w:rsidRPr="008833A6">
        <w:t xml:space="preserve"> Smlouvy.</w:t>
      </w:r>
      <w:r w:rsidR="00DF0BA5" w:rsidRPr="008833A6">
        <w:rPr>
          <w:rFonts w:eastAsia="Times New Roman" w:cs="Times New Roman"/>
        </w:rPr>
        <w:t xml:space="preserve"> </w:t>
      </w:r>
    </w:p>
    <w:p w14:paraId="7BDBE9C0" w14:textId="24281C58" w:rsidR="00092F70" w:rsidRPr="0029778A" w:rsidRDefault="00DF0BA5" w:rsidP="00886508">
      <w:pPr>
        <w:pStyle w:val="Text1-2"/>
        <w:rPr>
          <w:i/>
          <w:color w:val="00B050"/>
        </w:rPr>
      </w:pPr>
      <w:r w:rsidRPr="002E19CA">
        <w:t xml:space="preserve">Zhotovitel povede majetkoprávní vypořádání v majetkoprávní aplikaci v souladu </w:t>
      </w:r>
      <w:r w:rsidR="00E74454" w:rsidRPr="002E19CA">
        <w:t>s odst. 4.1.6 příloh 3c</w:t>
      </w:r>
      <w:r w:rsidR="001338FF" w:rsidRPr="002E19CA">
        <w:t>1</w:t>
      </w:r>
      <w:r w:rsidR="00E74454" w:rsidRPr="002E19CA">
        <w:t>)</w:t>
      </w:r>
      <w:r w:rsidR="00D35C79" w:rsidRPr="002E19CA">
        <w:t>, 3c2), 3c3</w:t>
      </w:r>
      <w:r w:rsidR="00023A8D">
        <w:t>)</w:t>
      </w:r>
      <w:r w:rsidR="00E74454" w:rsidRPr="002E19CA">
        <w:t xml:space="preserve"> </w:t>
      </w:r>
      <w:r w:rsidRPr="002E19CA">
        <w:t xml:space="preserve">této Smlouvy. </w:t>
      </w:r>
    </w:p>
    <w:p w14:paraId="79D6F4D6" w14:textId="77777777" w:rsidR="008833A6" w:rsidRPr="008833A6" w:rsidRDefault="008833A6" w:rsidP="008833A6">
      <w:pPr>
        <w:numPr>
          <w:ilvl w:val="1"/>
          <w:numId w:val="6"/>
        </w:numPr>
        <w:tabs>
          <w:tab w:val="clear" w:pos="879"/>
          <w:tab w:val="num" w:pos="737"/>
        </w:tabs>
        <w:spacing w:after="120" w:line="264" w:lineRule="auto"/>
        <w:ind w:left="737"/>
        <w:jc w:val="both"/>
        <w:rPr>
          <w:sz w:val="18"/>
          <w:szCs w:val="18"/>
        </w:rPr>
      </w:pPr>
      <w:r w:rsidRPr="008833A6">
        <w:rPr>
          <w:sz w:val="18"/>
          <w:szCs w:val="18"/>
        </w:rPr>
        <w:t xml:space="preserve">Mezinárodní sankce </w:t>
      </w:r>
    </w:p>
    <w:p w14:paraId="467BAE3A"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 xml:space="preserve">Zhotovitel prohlašuje, že: </w:t>
      </w:r>
    </w:p>
    <w:p w14:paraId="11D7C3E9" w14:textId="77777777" w:rsidR="008833A6" w:rsidRPr="008833A6" w:rsidRDefault="008833A6" w:rsidP="008833A6">
      <w:pPr>
        <w:numPr>
          <w:ilvl w:val="0"/>
          <w:numId w:val="17"/>
        </w:numPr>
        <w:spacing w:after="120" w:line="264" w:lineRule="auto"/>
        <w:jc w:val="both"/>
        <w:rPr>
          <w:rFonts w:eastAsia="Times New Roman" w:cs="Times New Roman"/>
          <w:sz w:val="18"/>
          <w:szCs w:val="18"/>
        </w:rPr>
      </w:pPr>
      <w:r w:rsidRPr="008833A6">
        <w:rPr>
          <w:rFonts w:eastAsia="Times New Roman" w:cs="Times New Roman"/>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D837725" w14:textId="77777777" w:rsidR="008833A6" w:rsidRPr="008833A6" w:rsidRDefault="008833A6" w:rsidP="008833A6">
      <w:pPr>
        <w:numPr>
          <w:ilvl w:val="0"/>
          <w:numId w:val="17"/>
        </w:numPr>
        <w:spacing w:after="120" w:line="264" w:lineRule="auto"/>
        <w:jc w:val="both"/>
        <w:rPr>
          <w:rFonts w:eastAsia="Times New Roman" w:cs="Times New Roman"/>
          <w:sz w:val="18"/>
          <w:szCs w:val="18"/>
        </w:rPr>
      </w:pPr>
      <w:r w:rsidRPr="008833A6">
        <w:rPr>
          <w:rFonts w:eastAsia="Times New Roman" w:cs="Times New Roman"/>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77E9471"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Je-li Zhotovitelem sdružení více osob, platí výše podmínky dle tohoto odst. 4.8 také jednotlivě pro všechny osoby v rámci Zhotovitele sdružené, a to bez ohledu na právní formu tohoto sdružení.</w:t>
      </w:r>
    </w:p>
    <w:p w14:paraId="2E119043"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72D832AD"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Sankčních seznamů a dalších prováděcích předpisů k tomuto nařízení Rady (EU) č. 269/2014.</w:t>
      </w:r>
    </w:p>
    <w:p w14:paraId="6B1D1CF8"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B63AACA" w14:textId="56ED3554" w:rsidR="008833A6" w:rsidRPr="002E19CA" w:rsidRDefault="008833A6" w:rsidP="0029778A">
      <w:pPr>
        <w:pStyle w:val="Text1-2"/>
        <w:tabs>
          <w:tab w:val="clear" w:pos="2354"/>
          <w:tab w:val="num" w:pos="1418"/>
        </w:tabs>
        <w:ind w:left="1418" w:hanging="709"/>
        <w:rPr>
          <w:i/>
          <w:color w:val="00B050"/>
        </w:rPr>
      </w:pPr>
      <w:r w:rsidRPr="008833A6">
        <w:rPr>
          <w:rFonts w:eastAsia="Times New Roman" w:cs="Times New Roman"/>
        </w:rPr>
        <w:t>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w:t>
      </w:r>
      <w:bookmarkStart w:id="0" w:name="_GoBack"/>
      <w:bookmarkEnd w:id="0"/>
      <w:r>
        <w:t>uhlasí s uveřejněním svých osobních údajů, které jsou uvedeny v této Smlouvě, spolu se Smlouvou v registru smluv. Tento souhlas je udělen na dobu neurčitou.</w:t>
      </w:r>
    </w:p>
    <w:p w14:paraId="3C83EA79" w14:textId="3F11DB00" w:rsidR="00F422D3" w:rsidRPr="0029778A" w:rsidRDefault="00F422D3" w:rsidP="00964369">
      <w:pPr>
        <w:pStyle w:val="Text1-1"/>
        <w:rPr>
          <w:i/>
        </w:rPr>
      </w:pPr>
      <w:r w:rsidRPr="00376B87">
        <w:rPr>
          <w:b/>
        </w:rPr>
        <w:t xml:space="preserve">Přílohy, které tvoří nedílnou </w:t>
      </w:r>
      <w:r w:rsidRPr="008833A6">
        <w:rPr>
          <w:b/>
        </w:rPr>
        <w:t xml:space="preserve">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65703DB"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CB035C">
        <w:rPr>
          <w:b/>
        </w:rPr>
        <w:t>07/22</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49DAC872" w14:textId="77777777" w:rsidR="00CB035C" w:rsidRDefault="00124751" w:rsidP="00612CEA">
      <w:pPr>
        <w:pStyle w:val="Textbezslovn"/>
        <w:ind w:left="2127"/>
        <w:jc w:val="left"/>
      </w:pPr>
      <w:r w:rsidRPr="00964369">
        <w:t xml:space="preserve">b) Všeobecné technické </w:t>
      </w:r>
      <w:r w:rsidRPr="003038BD">
        <w:t>podmínky</w:t>
      </w:r>
      <w:r w:rsidR="00CB035C" w:rsidRPr="00CB035C">
        <w:t xml:space="preserve"> VTP/DOKUMENTACE/05/22 </w:t>
      </w:r>
    </w:p>
    <w:p w14:paraId="1F44A139" w14:textId="0B8DEB06" w:rsidR="00CB035C" w:rsidRPr="0029778A" w:rsidRDefault="00CB035C" w:rsidP="00CB035C">
      <w:pPr>
        <w:pStyle w:val="Textbezslovn"/>
        <w:ind w:left="2127"/>
      </w:pPr>
      <w:r w:rsidRPr="00CB035C">
        <w:t xml:space="preserve">c1) Zvláštní technické podmínky ze </w:t>
      </w:r>
      <w:r w:rsidRPr="008833A6">
        <w:t xml:space="preserve">dne </w:t>
      </w:r>
      <w:proofErr w:type="gramStart"/>
      <w:r w:rsidR="00D35C79" w:rsidRPr="008833A6">
        <w:t>8.12.2022</w:t>
      </w:r>
      <w:proofErr w:type="gramEnd"/>
    </w:p>
    <w:p w14:paraId="26E9DA48" w14:textId="62798889" w:rsidR="00CB035C" w:rsidRPr="0029778A" w:rsidRDefault="00CB035C" w:rsidP="00CB035C">
      <w:pPr>
        <w:pStyle w:val="Textbezslovn"/>
        <w:ind w:left="2127"/>
      </w:pPr>
      <w:r w:rsidRPr="008833A6">
        <w:t xml:space="preserve">c2) Zvláštní technické podmínky ze dne </w:t>
      </w:r>
      <w:proofErr w:type="gramStart"/>
      <w:r w:rsidR="00D35C79" w:rsidRPr="008833A6">
        <w:t>7.12.2022</w:t>
      </w:r>
      <w:proofErr w:type="gramEnd"/>
    </w:p>
    <w:p w14:paraId="66DA2F8E" w14:textId="75F197BE" w:rsidR="00612CEA" w:rsidRPr="00964369" w:rsidRDefault="00CB035C" w:rsidP="00CB035C">
      <w:pPr>
        <w:pStyle w:val="Textbezslovn"/>
        <w:ind w:left="2127"/>
        <w:jc w:val="left"/>
      </w:pPr>
      <w:r w:rsidRPr="00CB035C">
        <w:t xml:space="preserve">c3) Zvláštní technické podmínky ze dne </w:t>
      </w:r>
      <w:proofErr w:type="gramStart"/>
      <w:r w:rsidR="00D35C79">
        <w:t>6.12.2022</w:t>
      </w:r>
      <w:proofErr w:type="gramEnd"/>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1E7BC72" w:rsidR="00124751" w:rsidRPr="008833A6" w:rsidRDefault="00124751" w:rsidP="00964369">
      <w:pPr>
        <w:pStyle w:val="Textbezslovn"/>
        <w:rPr>
          <w:b/>
        </w:rPr>
      </w:pPr>
      <w:r w:rsidRPr="00964369">
        <w:t>Příloha</w:t>
      </w:r>
      <w:r w:rsidRPr="00124751">
        <w:t xml:space="preserve"> č. 10</w:t>
      </w:r>
      <w:r w:rsidRPr="00124751">
        <w:tab/>
      </w:r>
      <w:r w:rsidRPr="008833A6">
        <w:rPr>
          <w:b/>
        </w:rPr>
        <w:t>Zmocnění Vedoucího Zhotovitele</w:t>
      </w:r>
    </w:p>
    <w:p w14:paraId="6235534E" w14:textId="5A37FDE8" w:rsidR="001E094F" w:rsidRPr="0029778A" w:rsidRDefault="001E094F" w:rsidP="00964369">
      <w:pPr>
        <w:pStyle w:val="Textbezslovn"/>
      </w:pPr>
      <w:r w:rsidRPr="008833A6">
        <w:t xml:space="preserve">Příloha </w:t>
      </w:r>
      <w:proofErr w:type="gramStart"/>
      <w:r w:rsidRPr="008833A6">
        <w:t>č.11</w:t>
      </w:r>
      <w:proofErr w:type="gramEnd"/>
      <w:r w:rsidRPr="008833A6">
        <w:t xml:space="preserve"> </w:t>
      </w:r>
      <w:r w:rsidRPr="008833A6">
        <w:rPr>
          <w:b/>
        </w:rPr>
        <w:t xml:space="preserve">    </w:t>
      </w:r>
      <w:r w:rsidR="00CB035C" w:rsidRPr="008833A6">
        <w:rPr>
          <w:b/>
        </w:rPr>
        <w:t>NEOBSAZENO</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77777777" w:rsidR="007145F3" w:rsidRDefault="007145F3" w:rsidP="00CB4F6D">
      <w:pPr>
        <w:pStyle w:val="Textbezodsazen"/>
      </w:pPr>
    </w:p>
    <w:p w14:paraId="31AC136F" w14:textId="77777777" w:rsidR="00CB035C" w:rsidRPr="00D35C79" w:rsidRDefault="00CB035C" w:rsidP="00CB035C">
      <w:pPr>
        <w:autoSpaceDE w:val="0"/>
        <w:autoSpaceDN w:val="0"/>
        <w:adjustRightInd w:val="0"/>
        <w:spacing w:after="0" w:line="240" w:lineRule="auto"/>
        <w:ind w:left="709"/>
        <w:jc w:val="both"/>
        <w:rPr>
          <w:rFonts w:cs="Verdana"/>
          <w:color w:val="000000"/>
          <w:sz w:val="18"/>
          <w:szCs w:val="18"/>
        </w:rPr>
      </w:pPr>
      <w:r w:rsidRPr="00D35C79">
        <w:rPr>
          <w:rFonts w:cs="Verdana"/>
          <w:color w:val="000000"/>
          <w:sz w:val="18"/>
          <w:szCs w:val="18"/>
        </w:rPr>
        <w:t>Předmětem Díla souboru staveb „</w:t>
      </w:r>
      <w:r w:rsidRPr="00D35C79">
        <w:rPr>
          <w:rFonts w:cs="Verdana"/>
          <w:b/>
          <w:bCs/>
          <w:color w:val="000000"/>
          <w:sz w:val="18"/>
          <w:szCs w:val="18"/>
        </w:rPr>
        <w:t>Revitalizace trati Plzeň (mimo) – Dobřany (včetně)</w:t>
      </w:r>
      <w:r w:rsidRPr="00D35C79">
        <w:rPr>
          <w:rFonts w:cs="Verdana"/>
          <w:color w:val="000000"/>
          <w:sz w:val="18"/>
          <w:szCs w:val="18"/>
        </w:rPr>
        <w:t xml:space="preserve">“, </w:t>
      </w:r>
      <w:r w:rsidRPr="00D35C79">
        <w:rPr>
          <w:rFonts w:cs="Verdana"/>
          <w:b/>
          <w:color w:val="000000"/>
          <w:sz w:val="18"/>
          <w:szCs w:val="18"/>
        </w:rPr>
        <w:t xml:space="preserve">„Revitalizace trati Dobřany (mimo) – Přeštice (včetně)“, „Revitalizace trati Přeštice (mimo) – Klatovy (mimo)“ </w:t>
      </w:r>
      <w:r w:rsidRPr="00D35C79">
        <w:rPr>
          <w:rFonts w:cs="Verdana"/>
          <w:color w:val="000000"/>
          <w:sz w:val="18"/>
          <w:szCs w:val="18"/>
        </w:rPr>
        <w:t xml:space="preserve">je: </w:t>
      </w:r>
    </w:p>
    <w:p w14:paraId="2BFCB7A9" w14:textId="77777777" w:rsidR="007145F3" w:rsidRPr="00D35C79" w:rsidRDefault="007145F3" w:rsidP="00CB4F6D">
      <w:pPr>
        <w:pStyle w:val="Textbezodsazen"/>
      </w:pPr>
    </w:p>
    <w:p w14:paraId="40FD14F3" w14:textId="77777777" w:rsidR="00D35C79" w:rsidRPr="00D35C79" w:rsidRDefault="00D35C79" w:rsidP="00D35C79">
      <w:pPr>
        <w:numPr>
          <w:ilvl w:val="0"/>
          <w:numId w:val="16"/>
        </w:numPr>
        <w:spacing w:after="120" w:line="264" w:lineRule="auto"/>
        <w:jc w:val="both"/>
        <w:rPr>
          <w:rFonts w:asciiTheme="minorHAnsi" w:hAnsiTheme="minorHAnsi"/>
          <w:sz w:val="18"/>
          <w:szCs w:val="18"/>
        </w:rPr>
      </w:pPr>
      <w:r w:rsidRPr="00D35C79">
        <w:rPr>
          <w:rFonts w:asciiTheme="minorHAnsi" w:hAnsiTheme="minorHAnsi"/>
          <w:sz w:val="18"/>
          <w:szCs w:val="18"/>
        </w:rPr>
        <w:t>Zpracování oznámení záměru dle § 6 (dále jen „oznámení EIA“) a dokumentace (dále jen „dokumentace EIA“) dle § 8 zákona č. 100/2001 Sb. o posuzování vlivů na životní prostředí, v platném znění. Závěr z procesu EIA bude zapracován do DUSP.</w:t>
      </w:r>
    </w:p>
    <w:p w14:paraId="481977EF" w14:textId="77777777" w:rsidR="00D35C79" w:rsidRPr="00D35C79" w:rsidRDefault="00D35C79" w:rsidP="00D35C79">
      <w:pPr>
        <w:numPr>
          <w:ilvl w:val="0"/>
          <w:numId w:val="16"/>
        </w:numPr>
        <w:spacing w:after="120" w:line="264" w:lineRule="auto"/>
        <w:jc w:val="both"/>
        <w:rPr>
          <w:rFonts w:asciiTheme="minorHAnsi" w:hAnsiTheme="minorHAnsi"/>
          <w:sz w:val="18"/>
          <w:szCs w:val="18"/>
        </w:rPr>
      </w:pPr>
      <w:r w:rsidRPr="00D35C79">
        <w:rPr>
          <w:rFonts w:asciiTheme="minorHAnsi" w:hAnsiTheme="minorHAnsi"/>
          <w:sz w:val="18"/>
          <w:szCs w:val="18"/>
        </w:rP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141AD482" w14:textId="77777777" w:rsidR="00D35C79" w:rsidRPr="00D35C79" w:rsidRDefault="00D35C79" w:rsidP="00D35C79">
      <w:pPr>
        <w:numPr>
          <w:ilvl w:val="0"/>
          <w:numId w:val="16"/>
        </w:numPr>
        <w:spacing w:after="120" w:line="264" w:lineRule="auto"/>
        <w:jc w:val="both"/>
        <w:rPr>
          <w:rFonts w:asciiTheme="minorHAnsi" w:hAnsiTheme="minorHAnsi"/>
          <w:sz w:val="18"/>
          <w:szCs w:val="18"/>
        </w:rPr>
      </w:pPr>
      <w:r w:rsidRPr="00D35C79">
        <w:rPr>
          <w:rFonts w:asciiTheme="minorHAnsi" w:hAnsiTheme="minorHAnsi"/>
          <w:sz w:val="18"/>
          <w:szCs w:val="18"/>
        </w:rP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4573A0B" w14:textId="77777777" w:rsidR="00D35C79" w:rsidRPr="00D35C79" w:rsidRDefault="00D35C79" w:rsidP="00D35C79">
      <w:pPr>
        <w:numPr>
          <w:ilvl w:val="0"/>
          <w:numId w:val="16"/>
        </w:numPr>
        <w:spacing w:after="240" w:line="264" w:lineRule="auto"/>
        <w:contextualSpacing/>
        <w:rPr>
          <w:rFonts w:asciiTheme="minorHAnsi" w:hAnsiTheme="minorHAnsi"/>
          <w:sz w:val="18"/>
          <w:szCs w:val="18"/>
        </w:rPr>
      </w:pPr>
      <w:r w:rsidRPr="00D35C79">
        <w:rPr>
          <w:rFonts w:asciiTheme="minorHAnsi" w:hAnsiTheme="minorHAnsi"/>
          <w:sz w:val="18"/>
          <w:szCs w:val="18"/>
        </w:rPr>
        <w:t>Zhotovení Projektové dokumentace pro provádění stavby, která rozpracuje a vymezí požadavky na stavbu do podrobností, které specifikují předmět Díla v takovém rozsahu, aby byla podkladem pro výběrové řízení na zhotovení stavby.</w:t>
      </w: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footerReference w:type="even" r:id="rId12"/>
          <w:footerReference w:type="default" r:id="rId13"/>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9856FFA" w:rsidR="00124751" w:rsidRDefault="00124751" w:rsidP="00950EAF">
      <w:pPr>
        <w:pStyle w:val="Nadpisbezsl1-2"/>
      </w:pPr>
      <w:r>
        <w:t>"</w:t>
      </w:r>
      <w:r w:rsidR="00C539CB">
        <w:t>OP/DUSP + PDPS/</w:t>
      </w:r>
      <w:r w:rsidR="00CB035C">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4"/>
          <w:footerReference w:type="even" r:id="rId15"/>
          <w:footerReference w:type="default" r:id="rId16"/>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01BBDB8" w14:textId="77777777" w:rsidR="00CB035C" w:rsidRDefault="00CB035C" w:rsidP="00CB035C">
      <w:pPr>
        <w:pStyle w:val="Textbezslovn"/>
      </w:pPr>
      <w:r w:rsidRPr="007034D1">
        <w:t>VTP/DOKUMENTACE/05/22</w:t>
      </w:r>
      <w:r>
        <w:t xml:space="preserve"> </w:t>
      </w:r>
    </w:p>
    <w:p w14:paraId="0E75A107" w14:textId="77777777" w:rsidR="00124751" w:rsidRDefault="00124751" w:rsidP="00124751">
      <w:pPr>
        <w:pStyle w:val="Textbezslovn"/>
      </w:pPr>
    </w:p>
    <w:p w14:paraId="51AF4ACE" w14:textId="7C01B4B9" w:rsidR="00124751" w:rsidRDefault="00923440" w:rsidP="00124751">
      <w:pPr>
        <w:pStyle w:val="Nadpisbezsl1-2"/>
      </w:pPr>
      <w:r>
        <w:t>C1</w:t>
      </w:r>
      <w:r w:rsidR="00124751">
        <w:t>)</w:t>
      </w:r>
      <w:r w:rsidR="00124751">
        <w:tab/>
        <w:t xml:space="preserve">Zvláštní technické podmínky </w:t>
      </w:r>
    </w:p>
    <w:p w14:paraId="7DF9712F" w14:textId="2455F495" w:rsidR="00923440" w:rsidRDefault="00923440" w:rsidP="00923440">
      <w:pPr>
        <w:pStyle w:val="Textbezslovn"/>
      </w:pPr>
      <w:r>
        <w:t xml:space="preserve"> „Revitalizace trati Plzeň (mi</w:t>
      </w:r>
      <w:r w:rsidR="00D35C79">
        <w:t xml:space="preserve">mo) – Dobřany (včetně)“ ze dne </w:t>
      </w:r>
      <w:proofErr w:type="gramStart"/>
      <w:r w:rsidR="00D35C79">
        <w:t>8.12.2022</w:t>
      </w:r>
      <w:proofErr w:type="gramEnd"/>
    </w:p>
    <w:p w14:paraId="754D356A" w14:textId="77777777" w:rsidR="004908EA" w:rsidRDefault="004908EA" w:rsidP="004908EA">
      <w:pPr>
        <w:pStyle w:val="Textbezodsazen"/>
      </w:pPr>
    </w:p>
    <w:p w14:paraId="06C91DA4" w14:textId="3A5D9A95" w:rsidR="00923440" w:rsidRPr="00923440" w:rsidRDefault="00923440" w:rsidP="00923440">
      <w:pPr>
        <w:keepNext/>
        <w:spacing w:before="200" w:after="120" w:line="264" w:lineRule="auto"/>
        <w:rPr>
          <w:b/>
        </w:rPr>
      </w:pPr>
      <w:r w:rsidRPr="00923440">
        <w:rPr>
          <w:b/>
        </w:rPr>
        <w:t>C</w:t>
      </w:r>
      <w:r>
        <w:rPr>
          <w:b/>
        </w:rPr>
        <w:t>2</w:t>
      </w:r>
      <w:r w:rsidRPr="00923440">
        <w:rPr>
          <w:b/>
        </w:rPr>
        <w:t>)</w:t>
      </w:r>
      <w:r w:rsidRPr="00923440">
        <w:rPr>
          <w:b/>
        </w:rPr>
        <w:tab/>
        <w:t xml:space="preserve">Zvláštní technické podmínky </w:t>
      </w:r>
    </w:p>
    <w:p w14:paraId="70D0ADA1" w14:textId="5DD6A284" w:rsidR="00923440" w:rsidRPr="00923440" w:rsidRDefault="00923440" w:rsidP="00923440">
      <w:pPr>
        <w:spacing w:after="120" w:line="264" w:lineRule="auto"/>
        <w:ind w:left="737"/>
        <w:jc w:val="both"/>
        <w:rPr>
          <w:sz w:val="18"/>
          <w:szCs w:val="18"/>
        </w:rPr>
      </w:pPr>
      <w:r w:rsidRPr="00923440">
        <w:rPr>
          <w:sz w:val="18"/>
          <w:szCs w:val="18"/>
        </w:rPr>
        <w:t xml:space="preserve"> „Revitalizace trati Dobřany (mimo) – Přeštice (včetně)“ ze dne</w:t>
      </w:r>
      <w:r w:rsidR="00D35C79">
        <w:rPr>
          <w:sz w:val="18"/>
          <w:szCs w:val="18"/>
        </w:rPr>
        <w:t xml:space="preserve"> </w:t>
      </w:r>
      <w:proofErr w:type="gramStart"/>
      <w:r w:rsidR="00D35C79">
        <w:rPr>
          <w:sz w:val="18"/>
          <w:szCs w:val="18"/>
        </w:rPr>
        <w:t>7.12.2022</w:t>
      </w:r>
      <w:proofErr w:type="gramEnd"/>
      <w:r w:rsidRPr="00923440">
        <w:rPr>
          <w:sz w:val="18"/>
          <w:szCs w:val="18"/>
        </w:rPr>
        <w:t xml:space="preserve"> </w:t>
      </w:r>
    </w:p>
    <w:p w14:paraId="2E0F2E6A" w14:textId="77777777" w:rsidR="00923440" w:rsidRPr="00923440" w:rsidRDefault="00923440" w:rsidP="00923440">
      <w:pPr>
        <w:spacing w:after="120" w:line="264" w:lineRule="auto"/>
        <w:jc w:val="both"/>
        <w:rPr>
          <w:sz w:val="18"/>
          <w:szCs w:val="18"/>
        </w:rPr>
      </w:pPr>
    </w:p>
    <w:p w14:paraId="4F5D9682" w14:textId="75FC2576" w:rsidR="00923440" w:rsidRPr="00923440" w:rsidRDefault="00923440" w:rsidP="00923440">
      <w:pPr>
        <w:keepNext/>
        <w:spacing w:before="200" w:after="120" w:line="264" w:lineRule="auto"/>
        <w:rPr>
          <w:b/>
        </w:rPr>
      </w:pPr>
      <w:r w:rsidRPr="00923440">
        <w:rPr>
          <w:b/>
        </w:rPr>
        <w:t>C</w:t>
      </w:r>
      <w:r>
        <w:rPr>
          <w:b/>
        </w:rPr>
        <w:t>3</w:t>
      </w:r>
      <w:r w:rsidRPr="00923440">
        <w:rPr>
          <w:b/>
        </w:rPr>
        <w:t>)</w:t>
      </w:r>
      <w:r w:rsidRPr="00923440">
        <w:rPr>
          <w:b/>
        </w:rPr>
        <w:tab/>
        <w:t xml:space="preserve">Zvláštní technické podmínky </w:t>
      </w:r>
    </w:p>
    <w:p w14:paraId="0968ABC1" w14:textId="04658EC7" w:rsidR="00923440" w:rsidRPr="00923440" w:rsidRDefault="00923440" w:rsidP="00923440">
      <w:pPr>
        <w:spacing w:after="120" w:line="264" w:lineRule="auto"/>
        <w:ind w:left="737"/>
        <w:rPr>
          <w:sz w:val="18"/>
          <w:szCs w:val="18"/>
        </w:rPr>
      </w:pPr>
      <w:r w:rsidRPr="00923440">
        <w:rPr>
          <w:sz w:val="18"/>
          <w:szCs w:val="18"/>
        </w:rPr>
        <w:t xml:space="preserve">„Revitalizace trati Přeštice (mimo) – Klatovy (mimo)“ ze dne </w:t>
      </w:r>
      <w:proofErr w:type="gramStart"/>
      <w:r w:rsidR="00D35C79">
        <w:rPr>
          <w:sz w:val="18"/>
          <w:szCs w:val="18"/>
        </w:rPr>
        <w:t>6.12.2022</w:t>
      </w:r>
      <w:proofErr w:type="gramEnd"/>
    </w:p>
    <w:p w14:paraId="0F91AF28" w14:textId="77777777" w:rsidR="00923440" w:rsidRPr="00923440" w:rsidRDefault="00923440" w:rsidP="00923440">
      <w:pPr>
        <w:spacing w:after="120" w:line="264" w:lineRule="auto"/>
        <w:jc w:val="both"/>
        <w:rPr>
          <w:sz w:val="18"/>
          <w:szCs w:val="18"/>
        </w:rPr>
      </w:pPr>
    </w:p>
    <w:p w14:paraId="62F9532B" w14:textId="77777777" w:rsidR="00923440" w:rsidRPr="00923440" w:rsidRDefault="00923440" w:rsidP="00923440">
      <w:pPr>
        <w:spacing w:after="120" w:line="264" w:lineRule="auto"/>
        <w:jc w:val="both"/>
        <w:rPr>
          <w:sz w:val="18"/>
          <w:szCs w:val="18"/>
        </w:rPr>
      </w:pPr>
    </w:p>
    <w:p w14:paraId="2E072A28" w14:textId="77777777" w:rsidR="004908EA" w:rsidRPr="004908EA" w:rsidRDefault="004908EA" w:rsidP="004908EA">
      <w:pPr>
        <w:pStyle w:val="Text2-1"/>
        <w:sectPr w:rsidR="004908EA" w:rsidRP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6EF9A94B" w:rsidR="008A4D1B" w:rsidRDefault="008A4D1B" w:rsidP="00E6720F">
      <w:pPr>
        <w:pStyle w:val="Nadpisbezsl1-1"/>
        <w:numPr>
          <w:ilvl w:val="6"/>
          <w:numId w:val="11"/>
        </w:numPr>
      </w:pPr>
      <w:r>
        <w:t>Základní služby na zpracování D</w:t>
      </w:r>
      <w:r w:rsidR="00E868F1">
        <w:t>U</w:t>
      </w:r>
      <w:r>
        <w:t>SP a PDPS:</w:t>
      </w:r>
    </w:p>
    <w:p w14:paraId="50240FAC" w14:textId="24F4432B" w:rsidR="00E6720F" w:rsidRPr="00E6720F" w:rsidRDefault="00E6720F" w:rsidP="00E6720F">
      <w:pPr>
        <w:pStyle w:val="Nadpisbezsl1-2"/>
      </w:pPr>
      <w:r w:rsidRPr="00E6720F">
        <w:t>„Revitalizace trati Plzeň (mimo) – Dobřany (včetně)“</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63EFF4AF" w:rsidR="008A4D1B" w:rsidRPr="00841876" w:rsidRDefault="008A4D1B" w:rsidP="00451504">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 xml:space="preserve">SP dle vyhlášky </w:t>
            </w:r>
            <w:proofErr w:type="gramStart"/>
            <w:r w:rsidRPr="00841876">
              <w:t>č</w:t>
            </w:r>
            <w:r w:rsidRPr="007378FE">
              <w:t>.146</w:t>
            </w:r>
            <w:proofErr w:type="gramEnd"/>
            <w:r w:rsidRPr="007378FE">
              <w:t xml:space="preserve"> /</w:t>
            </w:r>
            <w:r w:rsidR="000E4096" w:rsidRPr="007378FE">
              <w:t>2008</w:t>
            </w:r>
            <w:r w:rsidRPr="007378FE">
              <w:t xml:space="preserve"> </w:t>
            </w:r>
            <w:r w:rsidRPr="00841876">
              <w:t>Sb. v platném znění dle VTP a ZTP</w:t>
            </w:r>
            <w:r w:rsidR="00386983" w:rsidRPr="00ED0187">
              <w:t xml:space="preserve"> Sb. v platném znění</w:t>
            </w:r>
            <w:r w:rsidR="00386983">
              <w:t>,</w:t>
            </w:r>
            <w:r w:rsidR="00386983">
              <w:rPr>
                <w:color w:val="FF0000"/>
              </w:rPr>
              <w:t xml:space="preserve"> </w:t>
            </w:r>
            <w:r w:rsidR="00386983" w:rsidRPr="0054624A">
              <w:t>vyjma části dokumentace uvedené níže v bodech 3, 4 a 5</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050E057B"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dle vyhlášky č</w:t>
            </w:r>
            <w:r w:rsidR="00043838">
              <w:t>.146/2008 Sb.</w:t>
            </w:r>
            <w:r w:rsidR="00173313">
              <w:t xml:space="preserve"> </w:t>
            </w:r>
            <w:r w:rsidR="00043838">
              <w:t xml:space="preserve">v platném znění, v rozpracování </w:t>
            </w:r>
            <w:r w:rsidR="00386983" w:rsidRPr="0054624A">
              <w:t xml:space="preserve">dle směrnice SŽ SM011 a dle VTP a ZTP, vyjma části dokumentace uvedené níže v bodech 3, 4 a 5 </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4CFB470B" w:rsidR="008A4D1B" w:rsidRPr="00841876" w:rsidRDefault="008A4D1B" w:rsidP="00043838">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w:t>
            </w:r>
            <w:r w:rsidR="00043838">
              <w:t> </w:t>
            </w:r>
            <w:r w:rsidRPr="00841876">
              <w:t xml:space="preserve">platném </w:t>
            </w:r>
            <w:r w:rsidRPr="0054624A">
              <w:t>zněn</w:t>
            </w:r>
            <w:r w:rsidR="00386983" w:rsidRPr="0054624A">
              <w:t>í</w:t>
            </w:r>
            <w:r w:rsidR="0054624A">
              <w:t xml:space="preserve">) </w:t>
            </w:r>
            <w:r w:rsidR="00386983" w:rsidRPr="0054624A">
              <w:t>dle směrnice SŽ SM011, příloha příslušného stupně dokumentace Dokladová část- Náklady stavby, a požadavků VTP a</w:t>
            </w:r>
            <w:r w:rsidR="00043838">
              <w:t> </w:t>
            </w:r>
            <w:r w:rsidR="00386983" w:rsidRPr="0054624A">
              <w:t>ZTP</w:t>
            </w:r>
            <w:r w:rsidRPr="0054624A">
              <w:t xml:space="preserve"> </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2E19CA" w:rsidRDefault="008A4D1B" w:rsidP="004908EA">
            <w:pPr>
              <w:pStyle w:val="Tabulka"/>
            </w:pPr>
            <w:r w:rsidRPr="002E19CA">
              <w:t>4</w:t>
            </w:r>
          </w:p>
        </w:tc>
        <w:tc>
          <w:tcPr>
            <w:tcW w:w="3402" w:type="dxa"/>
          </w:tcPr>
          <w:p w14:paraId="34548C08" w14:textId="21A13728" w:rsidR="008A4D1B" w:rsidRPr="002E19CA"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2E19CA">
              <w:t>Dokl</w:t>
            </w:r>
            <w:r w:rsidR="00173313" w:rsidRPr="002E19CA">
              <w:t>adová část pro správní řízení a </w:t>
            </w:r>
            <w:r w:rsidRPr="002E19CA">
              <w:t>Doklady</w:t>
            </w:r>
            <w:r w:rsidRPr="002E19CA">
              <w:rPr>
                <w:strike/>
              </w:rPr>
              <w:t xml:space="preserve"> </w:t>
            </w:r>
            <w:r w:rsidRPr="002E19CA">
              <w:t>objednatele, dle směrnice SŽ SM011 příloha příslušného stupně dokumentace Dokladová část a požadavků VTP a ZTP, včetně související inženýrské činnosti</w:t>
            </w:r>
            <w:r w:rsidR="00043838" w:rsidRPr="002E19CA">
              <w:t xml:space="preserve"> bez položek uvedených v 4a a 4b</w:t>
            </w:r>
          </w:p>
        </w:tc>
        <w:tc>
          <w:tcPr>
            <w:tcW w:w="992" w:type="dxa"/>
          </w:tcPr>
          <w:p w14:paraId="2A8CE560" w14:textId="77777777" w:rsidR="008A4D1B" w:rsidRPr="002E19CA"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7EA94EBA"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3D11ED7" w14:textId="6A7D86ED" w:rsidR="00043838" w:rsidRPr="002E19CA" w:rsidRDefault="00043838" w:rsidP="004908EA">
            <w:pPr>
              <w:pStyle w:val="Tabulka"/>
            </w:pPr>
            <w:r w:rsidRPr="002E19CA">
              <w:t>4a</w:t>
            </w:r>
          </w:p>
        </w:tc>
        <w:tc>
          <w:tcPr>
            <w:tcW w:w="3402" w:type="dxa"/>
          </w:tcPr>
          <w:p w14:paraId="389904E8" w14:textId="53579B02"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Oznámení zahájení zjišťovacího řízení v rozsahu přílohy č. 3 zákona 100/2001 Sb.</w:t>
            </w:r>
          </w:p>
        </w:tc>
        <w:tc>
          <w:tcPr>
            <w:tcW w:w="992" w:type="dxa"/>
          </w:tcPr>
          <w:p w14:paraId="615E1A36" w14:textId="051CEAE4"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22072F7"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1E75667"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2EAA42F"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192E52D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468F60B" w14:textId="6DD12D87" w:rsidR="00043838" w:rsidRPr="002E19CA" w:rsidRDefault="00043838" w:rsidP="004908EA">
            <w:pPr>
              <w:pStyle w:val="Tabulka"/>
            </w:pPr>
            <w:r w:rsidRPr="002E19CA">
              <w:t>4b</w:t>
            </w:r>
          </w:p>
        </w:tc>
        <w:tc>
          <w:tcPr>
            <w:tcW w:w="3402" w:type="dxa"/>
          </w:tcPr>
          <w:p w14:paraId="39B3E614" w14:textId="35FCB9DE"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Dokumentace v rozsahu přílohy č. 4 zákona č. 100/2001 Sb.</w:t>
            </w:r>
          </w:p>
        </w:tc>
        <w:tc>
          <w:tcPr>
            <w:tcW w:w="992" w:type="dxa"/>
          </w:tcPr>
          <w:p w14:paraId="458E5E30" w14:textId="3265E9CF"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01C037E0"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62C3716"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94A0F01"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386983" w:rsidRPr="00841876" w:rsidRDefault="00386983" w:rsidP="00386983">
            <w:pPr>
              <w:pStyle w:val="Tabulka"/>
            </w:pPr>
            <w:r w:rsidRPr="00841876">
              <w:t>5</w:t>
            </w:r>
          </w:p>
        </w:tc>
        <w:tc>
          <w:tcPr>
            <w:tcW w:w="3402" w:type="dxa"/>
          </w:tcPr>
          <w:p w14:paraId="4D4BEBB0" w14:textId="6473647F" w:rsidR="00386983" w:rsidRPr="00043838" w:rsidRDefault="00386983" w:rsidP="00173313">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stupně dokumentace Dokladová část a</w:t>
            </w:r>
            <w:r w:rsidR="00173313">
              <w:t> </w:t>
            </w:r>
            <w:r w:rsidRPr="0054624A">
              <w:t>požadavků VTP a ZTP</w:t>
            </w:r>
          </w:p>
        </w:tc>
        <w:tc>
          <w:tcPr>
            <w:tcW w:w="992" w:type="dxa"/>
          </w:tcPr>
          <w:p w14:paraId="749DA45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386983" w:rsidRPr="00841876" w:rsidRDefault="00386983" w:rsidP="00386983">
            <w:pPr>
              <w:pStyle w:val="Tabulka"/>
            </w:pPr>
            <w:r w:rsidRPr="00841876">
              <w:t>6</w:t>
            </w:r>
          </w:p>
        </w:tc>
        <w:tc>
          <w:tcPr>
            <w:tcW w:w="3402" w:type="dxa"/>
          </w:tcPr>
          <w:p w14:paraId="75C6EF1D" w14:textId="790E2E73" w:rsidR="00386983" w:rsidRPr="00EE221B" w:rsidRDefault="00386983" w:rsidP="0017331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w:t>
            </w:r>
            <w:r w:rsidR="00173313">
              <w:t> </w:t>
            </w:r>
            <w:r w:rsidRPr="00EE221B">
              <w:t>počtu dle požadavku VTP a ZTP)</w:t>
            </w:r>
          </w:p>
        </w:tc>
        <w:tc>
          <w:tcPr>
            <w:tcW w:w="992" w:type="dxa"/>
          </w:tcPr>
          <w:p w14:paraId="6BD02F55" w14:textId="3AFEEC3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386983" w:rsidRPr="00841876" w:rsidRDefault="00386983" w:rsidP="00386983">
            <w:pPr>
              <w:pStyle w:val="Tabulka"/>
            </w:pPr>
            <w:r w:rsidRPr="00841876">
              <w:lastRenderedPageBreak/>
              <w:t>7</w:t>
            </w:r>
          </w:p>
        </w:tc>
        <w:tc>
          <w:tcPr>
            <w:tcW w:w="3402" w:type="dxa"/>
          </w:tcPr>
          <w:p w14:paraId="628C60C6" w14:textId="4F723D38"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w:t>
            </w:r>
            <w:r w:rsidR="00173313">
              <w:t>D v listinné formě (v rozsahu a </w:t>
            </w:r>
            <w:r w:rsidRPr="00EE221B">
              <w:t>počtu dle požadavku VTP a ZTP)</w:t>
            </w:r>
          </w:p>
        </w:tc>
        <w:tc>
          <w:tcPr>
            <w:tcW w:w="992" w:type="dxa"/>
          </w:tcPr>
          <w:p w14:paraId="3E6970C9" w14:textId="637C57A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386983" w:rsidRPr="00841876" w:rsidRDefault="00386983" w:rsidP="00386983">
            <w:pPr>
              <w:pStyle w:val="Tabulka"/>
            </w:pPr>
            <w:r w:rsidRPr="00841876">
              <w:t>8</w:t>
            </w:r>
          </w:p>
        </w:tc>
        <w:tc>
          <w:tcPr>
            <w:tcW w:w="3402" w:type="dxa"/>
          </w:tcPr>
          <w:p w14:paraId="0ECCFF65" w14:textId="5ED561A9"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386983" w:rsidRPr="00841876" w:rsidRDefault="00386983" w:rsidP="00386983">
            <w:pPr>
              <w:pStyle w:val="Tabulka"/>
              <w:rPr>
                <w:b/>
              </w:rPr>
            </w:pPr>
            <w:r w:rsidRPr="00841876">
              <w:rPr>
                <w:b/>
              </w:rPr>
              <w:t>Celkem za základní služby:</w:t>
            </w:r>
          </w:p>
        </w:tc>
        <w:tc>
          <w:tcPr>
            <w:tcW w:w="1338"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02CC027E" w:rsidR="008A4D1B" w:rsidRDefault="008A4D1B" w:rsidP="008A4D1B">
      <w:pPr>
        <w:pStyle w:val="Textbezodsazen"/>
      </w:pPr>
    </w:p>
    <w:p w14:paraId="6EA354A8" w14:textId="4C6FF627" w:rsidR="00E6720F" w:rsidRPr="00E6720F" w:rsidRDefault="00E6720F" w:rsidP="00E6720F">
      <w:pPr>
        <w:pStyle w:val="Nadpisbezsl1-2"/>
      </w:pPr>
      <w:r w:rsidRPr="00E6720F">
        <w:t>„Revitalizace trati Dobřany (mimo) – Přeštice (včetně)“</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E6720F" w:rsidRPr="00CF4629" w14:paraId="0EDFADD0"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AF39A62" w14:textId="77777777" w:rsidR="00E6720F" w:rsidRPr="00CF4629" w:rsidRDefault="00E6720F" w:rsidP="00E6720F">
            <w:pPr>
              <w:pStyle w:val="Tabulka"/>
              <w:rPr>
                <w:b/>
                <w:sz w:val="16"/>
                <w:szCs w:val="16"/>
              </w:rPr>
            </w:pPr>
            <w:r w:rsidRPr="00CF4629">
              <w:rPr>
                <w:b/>
                <w:sz w:val="16"/>
                <w:szCs w:val="16"/>
              </w:rPr>
              <w:t xml:space="preserve"> Položka</w:t>
            </w:r>
          </w:p>
        </w:tc>
        <w:tc>
          <w:tcPr>
            <w:tcW w:w="3402" w:type="dxa"/>
          </w:tcPr>
          <w:p w14:paraId="3E766410"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5EE9981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427BD7B6"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40F2D8C"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755311D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E6720F" w:rsidRPr="00841876" w14:paraId="05501D8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61BB63E" w14:textId="77777777" w:rsidR="00E6720F" w:rsidRPr="00841876" w:rsidRDefault="00E6720F" w:rsidP="00E6720F">
            <w:pPr>
              <w:pStyle w:val="Tabulka"/>
            </w:pPr>
            <w:r w:rsidRPr="00841876">
              <w:t>1</w:t>
            </w:r>
          </w:p>
        </w:tc>
        <w:tc>
          <w:tcPr>
            <w:tcW w:w="3402" w:type="dxa"/>
          </w:tcPr>
          <w:p w14:paraId="602B2C6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DUSP dle vyhlášky </w:t>
            </w:r>
            <w:proofErr w:type="gramStart"/>
            <w:r w:rsidRPr="00841876">
              <w:t>č</w:t>
            </w:r>
            <w:r w:rsidRPr="007378FE">
              <w:t>.146</w:t>
            </w:r>
            <w:proofErr w:type="gramEnd"/>
            <w:r w:rsidRPr="007378FE">
              <w:t xml:space="preserve">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7353815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5961EE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B2D640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762688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CF9B3B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D892612" w14:textId="77777777" w:rsidR="00E6720F" w:rsidRPr="00841876" w:rsidRDefault="00E6720F" w:rsidP="00E6720F">
            <w:pPr>
              <w:pStyle w:val="Tabulka"/>
            </w:pPr>
            <w:r w:rsidRPr="00841876">
              <w:t>2</w:t>
            </w:r>
          </w:p>
        </w:tc>
        <w:tc>
          <w:tcPr>
            <w:tcW w:w="3402" w:type="dxa"/>
          </w:tcPr>
          <w:p w14:paraId="41866791" w14:textId="64F8FC24"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 dle vyhlášky č</w:t>
            </w:r>
            <w:r w:rsidR="00173313">
              <w:t>.146/2008 Sb. v platném znění, v rozpracování</w:t>
            </w:r>
            <w:r w:rsidRPr="0054624A">
              <w:t xml:space="preserve"> dle směrnice SŽ SM011 a dle VTP a ZTP, vyjma části dokumentace uvedené níže v bodech 3, 4 a 5 </w:t>
            </w:r>
          </w:p>
        </w:tc>
        <w:tc>
          <w:tcPr>
            <w:tcW w:w="992" w:type="dxa"/>
          </w:tcPr>
          <w:p w14:paraId="5C3FF63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CD5CCA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119551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3E1800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5B34A9D4"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27009CF" w14:textId="77777777" w:rsidR="00E6720F" w:rsidRPr="00841876" w:rsidRDefault="00E6720F" w:rsidP="00E6720F">
            <w:pPr>
              <w:pStyle w:val="Tabulka"/>
            </w:pPr>
            <w:r w:rsidRPr="00841876">
              <w:t>3</w:t>
            </w:r>
          </w:p>
        </w:tc>
        <w:tc>
          <w:tcPr>
            <w:tcW w:w="3402" w:type="dxa"/>
          </w:tcPr>
          <w:p w14:paraId="7F3528FB" w14:textId="3D60D72E" w:rsidR="00E6720F" w:rsidRPr="00841876"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w:t>
            </w:r>
            <w:r w:rsidR="00173313">
              <w:t xml:space="preserve"> požadavků Směrnice SŽDC </w:t>
            </w:r>
            <w:proofErr w:type="gramStart"/>
            <w:r w:rsidR="00173313">
              <w:t>č.20</w:t>
            </w:r>
            <w:proofErr w:type="gramEnd"/>
            <w:r w:rsidR="00173313">
              <w:t xml:space="preserve"> v </w:t>
            </w:r>
            <w:r w:rsidRPr="00841876">
              <w:t xml:space="preserve">platném </w:t>
            </w:r>
            <w:r w:rsidRPr="0054624A">
              <w:t>znění</w:t>
            </w:r>
            <w:r>
              <w:t xml:space="preserve">) </w:t>
            </w:r>
            <w:r w:rsidRPr="0054624A">
              <w:t>dle směrnice SŽ SM011, příloha příslušného stupně dokumentace Dokladová část- Náklady stavby, a požadavků VTP a</w:t>
            </w:r>
            <w:r w:rsidR="00173313">
              <w:t> </w:t>
            </w:r>
            <w:r w:rsidRPr="0054624A">
              <w:t xml:space="preserve">ZTP </w:t>
            </w:r>
          </w:p>
        </w:tc>
        <w:tc>
          <w:tcPr>
            <w:tcW w:w="992" w:type="dxa"/>
          </w:tcPr>
          <w:p w14:paraId="35721CC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5C6878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C496D2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7EE475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974C7A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E640B33" w14:textId="77777777" w:rsidR="00E6720F" w:rsidRPr="00841876" w:rsidRDefault="00E6720F" w:rsidP="00E6720F">
            <w:pPr>
              <w:pStyle w:val="Tabulka"/>
            </w:pPr>
            <w:r w:rsidRPr="00841876">
              <w:t>4</w:t>
            </w:r>
          </w:p>
        </w:tc>
        <w:tc>
          <w:tcPr>
            <w:tcW w:w="3402" w:type="dxa"/>
          </w:tcPr>
          <w:p w14:paraId="2F0E6D8F" w14:textId="043D51B0" w:rsidR="00E6720F" w:rsidRPr="002E19CA"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2E19CA">
              <w:t>Dokladová část pro správní řízení a</w:t>
            </w:r>
            <w:r w:rsidR="00173313" w:rsidRPr="002E19CA">
              <w:t> </w:t>
            </w:r>
            <w:r w:rsidRPr="002E19CA">
              <w:t>Doklady</w:t>
            </w:r>
            <w:r w:rsidRPr="002E19CA">
              <w:rPr>
                <w:strike/>
              </w:rPr>
              <w:t xml:space="preserve"> </w:t>
            </w:r>
            <w:r w:rsidRPr="002E19CA">
              <w:t>objednatele, dle směrnice SŽ SM011 příloha příslušného stupně dokumentace Dokladová č</w:t>
            </w:r>
            <w:r w:rsidR="00173313" w:rsidRPr="002E19CA">
              <w:t>ást a požadavků VTP a </w:t>
            </w:r>
            <w:r w:rsidRPr="002E19CA">
              <w:t>ZTP, včetně související inženýrské činnosti</w:t>
            </w:r>
            <w:r w:rsidR="00043838" w:rsidRPr="002E19CA">
              <w:t xml:space="preserve"> bez položek uvedených v 4a a 4b</w:t>
            </w:r>
          </w:p>
        </w:tc>
        <w:tc>
          <w:tcPr>
            <w:tcW w:w="992" w:type="dxa"/>
          </w:tcPr>
          <w:p w14:paraId="578DCC1B"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5DC1AB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17FB03A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3C7F7A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009457D0"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00A3601" w14:textId="6990427A" w:rsidR="00043838" w:rsidRPr="002E19CA" w:rsidRDefault="00043838" w:rsidP="00E6720F">
            <w:pPr>
              <w:pStyle w:val="Tabulka"/>
            </w:pPr>
            <w:r w:rsidRPr="002E19CA">
              <w:t>4a</w:t>
            </w:r>
          </w:p>
        </w:tc>
        <w:tc>
          <w:tcPr>
            <w:tcW w:w="3402" w:type="dxa"/>
          </w:tcPr>
          <w:p w14:paraId="62C6962F" w14:textId="20AD7DEB"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Oznámení zahájení zjišťovacího řízení v rozsahu přílohy č. 3 zákona 100/2001 Sb.</w:t>
            </w:r>
          </w:p>
        </w:tc>
        <w:tc>
          <w:tcPr>
            <w:tcW w:w="992" w:type="dxa"/>
          </w:tcPr>
          <w:p w14:paraId="777C7066" w14:textId="25078171"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BF0E566"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39D6D11"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96E1E7D"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0A01395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CC5555A" w14:textId="16C41C7D" w:rsidR="00043838" w:rsidRPr="002E19CA" w:rsidRDefault="00043838" w:rsidP="00E6720F">
            <w:pPr>
              <w:pStyle w:val="Tabulka"/>
            </w:pPr>
            <w:r w:rsidRPr="002E19CA">
              <w:t>4b</w:t>
            </w:r>
          </w:p>
        </w:tc>
        <w:tc>
          <w:tcPr>
            <w:tcW w:w="3402" w:type="dxa"/>
          </w:tcPr>
          <w:p w14:paraId="59681331" w14:textId="1E74ED6B"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Dokumentace v rozsahu přílohy č. 4 zákona č. 100/2001 Sb.</w:t>
            </w:r>
          </w:p>
        </w:tc>
        <w:tc>
          <w:tcPr>
            <w:tcW w:w="992" w:type="dxa"/>
          </w:tcPr>
          <w:p w14:paraId="08B5332B" w14:textId="2E07A934"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2A78AF78"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2F066EE"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BA9BE96"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A99B84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01BAFBB" w14:textId="77777777" w:rsidR="00E6720F" w:rsidRPr="00841876" w:rsidRDefault="00E6720F" w:rsidP="00E6720F">
            <w:pPr>
              <w:pStyle w:val="Tabulka"/>
            </w:pPr>
            <w:r w:rsidRPr="00841876">
              <w:lastRenderedPageBreak/>
              <w:t>5</w:t>
            </w:r>
          </w:p>
        </w:tc>
        <w:tc>
          <w:tcPr>
            <w:tcW w:w="3402" w:type="dxa"/>
          </w:tcPr>
          <w:p w14:paraId="29AF3C71" w14:textId="0D39BA72"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w:t>
            </w:r>
            <w:r w:rsidR="00173313">
              <w:t>ně dokumentace Dokladová část a </w:t>
            </w:r>
            <w:r w:rsidRPr="0054624A">
              <w:t>požadavků VTP a ZTP</w:t>
            </w:r>
          </w:p>
        </w:tc>
        <w:tc>
          <w:tcPr>
            <w:tcW w:w="992" w:type="dxa"/>
          </w:tcPr>
          <w:p w14:paraId="42AE800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3B73A47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E78CA4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AF52BA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461361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63E9418" w14:textId="77777777" w:rsidR="00E6720F" w:rsidRPr="00841876" w:rsidRDefault="00E6720F" w:rsidP="00E6720F">
            <w:pPr>
              <w:pStyle w:val="Tabulka"/>
            </w:pPr>
            <w:r w:rsidRPr="00841876">
              <w:t>6</w:t>
            </w:r>
          </w:p>
        </w:tc>
        <w:tc>
          <w:tcPr>
            <w:tcW w:w="3402" w:type="dxa"/>
          </w:tcPr>
          <w:p w14:paraId="69C42792" w14:textId="517A5414"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w:t>
            </w:r>
            <w:r w:rsidR="00173313">
              <w:t>D v listinné formě (v rozsahu a </w:t>
            </w:r>
            <w:r w:rsidRPr="00EE221B">
              <w:t>počtu dle požadavku VTP a ZTP)</w:t>
            </w:r>
          </w:p>
        </w:tc>
        <w:tc>
          <w:tcPr>
            <w:tcW w:w="992" w:type="dxa"/>
          </w:tcPr>
          <w:p w14:paraId="252EF77D"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15D93C05"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9E05BD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F3020A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7CA156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0656D52" w14:textId="77777777" w:rsidR="00E6720F" w:rsidRPr="00841876" w:rsidRDefault="00E6720F" w:rsidP="00E6720F">
            <w:pPr>
              <w:pStyle w:val="Tabulka"/>
            </w:pPr>
            <w:r w:rsidRPr="00841876">
              <w:t>7</w:t>
            </w:r>
          </w:p>
        </w:tc>
        <w:tc>
          <w:tcPr>
            <w:tcW w:w="3402" w:type="dxa"/>
          </w:tcPr>
          <w:p w14:paraId="1E1FAF85" w14:textId="5269CBB0"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w:t>
            </w:r>
            <w:r w:rsidR="00173313">
              <w:t>D v listinné formě (v rozsahu a </w:t>
            </w:r>
            <w:r w:rsidRPr="00EE221B">
              <w:t>počtu dle požadavku VTP a ZTP)</w:t>
            </w:r>
          </w:p>
        </w:tc>
        <w:tc>
          <w:tcPr>
            <w:tcW w:w="992" w:type="dxa"/>
          </w:tcPr>
          <w:p w14:paraId="409D34CB"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9FF216A"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7BB1DF4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1CEDB9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1C5D1F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EA4E904" w14:textId="77777777" w:rsidR="00E6720F" w:rsidRPr="00841876" w:rsidRDefault="00E6720F" w:rsidP="00E6720F">
            <w:pPr>
              <w:pStyle w:val="Tabulka"/>
            </w:pPr>
            <w:r w:rsidRPr="00841876">
              <w:t>8</w:t>
            </w:r>
          </w:p>
        </w:tc>
        <w:tc>
          <w:tcPr>
            <w:tcW w:w="3402" w:type="dxa"/>
          </w:tcPr>
          <w:p w14:paraId="678BFFF0"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00E690F4"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853904C"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8D37B2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428F18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A56F3E0"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D15E3A0" w14:textId="77777777" w:rsidR="00E6720F" w:rsidRPr="00841876" w:rsidRDefault="00E6720F" w:rsidP="00E6720F">
            <w:pPr>
              <w:pStyle w:val="Tabulka"/>
            </w:pPr>
            <w:r w:rsidRPr="00841876">
              <w:t>9</w:t>
            </w:r>
          </w:p>
        </w:tc>
        <w:tc>
          <w:tcPr>
            <w:tcW w:w="3402" w:type="dxa"/>
          </w:tcPr>
          <w:p w14:paraId="2BCA4F9C"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0B5CEF63"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07586908"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65C216F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F90C3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6E2F93C"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64D693F1" w14:textId="77777777" w:rsidR="00E6720F" w:rsidRPr="00841876" w:rsidRDefault="00E6720F" w:rsidP="00E6720F">
            <w:pPr>
              <w:pStyle w:val="Tabulka"/>
              <w:rPr>
                <w:b/>
              </w:rPr>
            </w:pPr>
            <w:r w:rsidRPr="00841876">
              <w:rPr>
                <w:b/>
              </w:rPr>
              <w:t>Celkem za základní služby:</w:t>
            </w:r>
          </w:p>
        </w:tc>
        <w:tc>
          <w:tcPr>
            <w:tcW w:w="1338" w:type="dxa"/>
          </w:tcPr>
          <w:p w14:paraId="16F66DE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4C801CC2" w14:textId="77777777" w:rsidR="00E6720F" w:rsidRDefault="00E6720F" w:rsidP="00E6720F">
      <w:pPr>
        <w:pStyle w:val="Textbezodsazen"/>
      </w:pPr>
    </w:p>
    <w:p w14:paraId="69DC0D86" w14:textId="77777777" w:rsidR="00E6720F" w:rsidRDefault="00E6720F" w:rsidP="00E6720F">
      <w:pPr>
        <w:pStyle w:val="Textbezodsazen"/>
      </w:pPr>
      <w:r>
        <w:t>*) nevyplněné údaje [</w:t>
      </w:r>
      <w:r w:rsidRPr="008A4D1B">
        <w:rPr>
          <w:highlight w:val="yellow"/>
        </w:rPr>
        <w:t>VLOŽÍ ZHOTOVITEL]</w:t>
      </w:r>
    </w:p>
    <w:p w14:paraId="39FFBFB9" w14:textId="77777777" w:rsidR="00E6720F" w:rsidRDefault="00E6720F" w:rsidP="00E6720F">
      <w:pPr>
        <w:pStyle w:val="Textbezodsazen"/>
      </w:pPr>
      <w:r>
        <w:t>Všechny ceny jsou uvedené v Kč bez DPH.</w:t>
      </w:r>
    </w:p>
    <w:p w14:paraId="6788485B" w14:textId="1C09EEEA" w:rsidR="00E6720F" w:rsidRDefault="00E6720F" w:rsidP="008A4D1B">
      <w:pPr>
        <w:pStyle w:val="Textbezodsazen"/>
      </w:pPr>
    </w:p>
    <w:p w14:paraId="11B00E45" w14:textId="77777777" w:rsidR="00E6720F" w:rsidRPr="009E6D5F" w:rsidRDefault="00E6720F" w:rsidP="00E6720F">
      <w:pPr>
        <w:spacing w:after="120" w:line="264" w:lineRule="auto"/>
        <w:ind w:left="737" w:hanging="737"/>
        <w:jc w:val="both"/>
        <w:rPr>
          <w:b/>
        </w:rPr>
      </w:pPr>
      <w:r w:rsidRPr="009E6D5F">
        <w:rPr>
          <w:b/>
        </w:rPr>
        <w:t xml:space="preserve">„Revitalizace trati Přeštice (mimo) – Klatovy (mimo)“ </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E6720F" w:rsidRPr="00CF4629" w14:paraId="3570FB97"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AE91F75" w14:textId="77777777" w:rsidR="00E6720F" w:rsidRPr="00CF4629" w:rsidRDefault="00E6720F" w:rsidP="00E6720F">
            <w:pPr>
              <w:pStyle w:val="Tabulka"/>
              <w:rPr>
                <w:b/>
                <w:sz w:val="16"/>
                <w:szCs w:val="16"/>
              </w:rPr>
            </w:pPr>
            <w:r w:rsidRPr="00CF4629">
              <w:rPr>
                <w:b/>
                <w:sz w:val="16"/>
                <w:szCs w:val="16"/>
              </w:rPr>
              <w:t xml:space="preserve"> Položka</w:t>
            </w:r>
          </w:p>
        </w:tc>
        <w:tc>
          <w:tcPr>
            <w:tcW w:w="3402" w:type="dxa"/>
          </w:tcPr>
          <w:p w14:paraId="0C68B1DC"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277BFD3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AAD2A73"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40425BF6"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4CCED29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E6720F" w:rsidRPr="00841876" w14:paraId="3A9F406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A708D72" w14:textId="77777777" w:rsidR="00E6720F" w:rsidRPr="00841876" w:rsidRDefault="00E6720F" w:rsidP="00E6720F">
            <w:pPr>
              <w:pStyle w:val="Tabulka"/>
            </w:pPr>
            <w:r w:rsidRPr="00841876">
              <w:t>1</w:t>
            </w:r>
          </w:p>
        </w:tc>
        <w:tc>
          <w:tcPr>
            <w:tcW w:w="3402" w:type="dxa"/>
          </w:tcPr>
          <w:p w14:paraId="5AEF341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DUSP dle vyhlášky </w:t>
            </w:r>
            <w:proofErr w:type="gramStart"/>
            <w:r w:rsidRPr="00841876">
              <w:t>č</w:t>
            </w:r>
            <w:r w:rsidRPr="007378FE">
              <w:t>.146</w:t>
            </w:r>
            <w:proofErr w:type="gramEnd"/>
            <w:r w:rsidRPr="007378FE">
              <w:t xml:space="preserve">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25AE42D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9477FA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36F84CE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EAB3F1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1CB08C8"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A765F00" w14:textId="77777777" w:rsidR="00E6720F" w:rsidRPr="00841876" w:rsidRDefault="00E6720F" w:rsidP="00E6720F">
            <w:pPr>
              <w:pStyle w:val="Tabulka"/>
            </w:pPr>
            <w:r w:rsidRPr="00841876">
              <w:t>2</w:t>
            </w:r>
          </w:p>
        </w:tc>
        <w:tc>
          <w:tcPr>
            <w:tcW w:w="3402" w:type="dxa"/>
          </w:tcPr>
          <w:p w14:paraId="7A274396" w14:textId="78A96CAB" w:rsidR="00E6720F" w:rsidRPr="00841876"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 dle vyhlášky č</w:t>
            </w:r>
            <w:r w:rsidR="00173313">
              <w:t>.146/2008 Sb. v platném znění, v </w:t>
            </w:r>
            <w:r w:rsidRPr="0054624A">
              <w:t xml:space="preserve">rozpracování dle směrnice SŽ SM011 a dle VTP a ZTP, vyjma části dokumentace uvedené níže v bodech 3, 4 a 5 </w:t>
            </w:r>
          </w:p>
        </w:tc>
        <w:tc>
          <w:tcPr>
            <w:tcW w:w="992" w:type="dxa"/>
          </w:tcPr>
          <w:p w14:paraId="4F58C15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AFEC79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3B3C4F5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3BC81C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E0FD1E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51CAC90" w14:textId="77777777" w:rsidR="00E6720F" w:rsidRPr="00841876" w:rsidRDefault="00E6720F" w:rsidP="00E6720F">
            <w:pPr>
              <w:pStyle w:val="Tabulka"/>
            </w:pPr>
            <w:r w:rsidRPr="00841876">
              <w:t>3</w:t>
            </w:r>
          </w:p>
        </w:tc>
        <w:tc>
          <w:tcPr>
            <w:tcW w:w="3402" w:type="dxa"/>
          </w:tcPr>
          <w:p w14:paraId="5814C3DD" w14:textId="63726B1C" w:rsidR="00E6720F" w:rsidRPr="00841876"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w:t>
            </w:r>
            <w:r w:rsidR="00173313">
              <w:t xml:space="preserve"> požadavků Směrnice SŽDC </w:t>
            </w:r>
            <w:proofErr w:type="gramStart"/>
            <w:r w:rsidR="00173313">
              <w:t>č.20</w:t>
            </w:r>
            <w:proofErr w:type="gramEnd"/>
            <w:r w:rsidR="00173313">
              <w:t xml:space="preserve"> v </w:t>
            </w:r>
            <w:r w:rsidRPr="00841876">
              <w:t xml:space="preserve">platném </w:t>
            </w:r>
            <w:r w:rsidRPr="0054624A">
              <w:t>znění</w:t>
            </w:r>
            <w:r>
              <w:t xml:space="preserve">) </w:t>
            </w:r>
            <w:r w:rsidRPr="0054624A">
              <w:t>dle směrnice SŽ SM011, příloha příslušného stupně dokumentace Dokladová část- Náklady stavby, a požadavků VTP a</w:t>
            </w:r>
            <w:r w:rsidR="00173313">
              <w:t> </w:t>
            </w:r>
            <w:r w:rsidRPr="0054624A">
              <w:t xml:space="preserve">ZTP </w:t>
            </w:r>
          </w:p>
        </w:tc>
        <w:tc>
          <w:tcPr>
            <w:tcW w:w="992" w:type="dxa"/>
          </w:tcPr>
          <w:p w14:paraId="2FAACDE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46AAD25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2552EC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8EF43F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84577C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FF50720" w14:textId="77777777" w:rsidR="00E6720F" w:rsidRPr="00841876" w:rsidRDefault="00E6720F" w:rsidP="00E6720F">
            <w:pPr>
              <w:pStyle w:val="Tabulka"/>
            </w:pPr>
            <w:r w:rsidRPr="00841876">
              <w:t>4</w:t>
            </w:r>
          </w:p>
        </w:tc>
        <w:tc>
          <w:tcPr>
            <w:tcW w:w="3402" w:type="dxa"/>
          </w:tcPr>
          <w:p w14:paraId="061F3FE7" w14:textId="033812E5" w:rsidR="00E6720F" w:rsidRPr="002E19CA"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2E19CA">
              <w:t>Dokladová část pro správní řízení a</w:t>
            </w:r>
            <w:r w:rsidR="00173313" w:rsidRPr="002E19CA">
              <w:t> </w:t>
            </w:r>
            <w:r w:rsidRPr="002E19CA">
              <w:t>Doklady</w:t>
            </w:r>
            <w:r w:rsidRPr="002E19CA">
              <w:rPr>
                <w:strike/>
              </w:rPr>
              <w:t xml:space="preserve"> </w:t>
            </w:r>
            <w:r w:rsidRPr="002E19CA">
              <w:t>objednatele, dle směrnice SŽ SM011 příloha příslušného stupně dokumentace Dokladová část a požadavků VTP a</w:t>
            </w:r>
            <w:r w:rsidR="00173313" w:rsidRPr="002E19CA">
              <w:t> </w:t>
            </w:r>
            <w:r w:rsidRPr="002E19CA">
              <w:t xml:space="preserve">ZTP, včetně související </w:t>
            </w:r>
            <w:r w:rsidRPr="002E19CA">
              <w:lastRenderedPageBreak/>
              <w:t>inženýrské činnosti</w:t>
            </w:r>
            <w:r w:rsidR="00043838" w:rsidRPr="002E19CA">
              <w:t xml:space="preserve"> bez položek uvedených v 4a a 4b</w:t>
            </w:r>
          </w:p>
        </w:tc>
        <w:tc>
          <w:tcPr>
            <w:tcW w:w="992" w:type="dxa"/>
          </w:tcPr>
          <w:p w14:paraId="77E33C42"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2E19CA">
              <w:lastRenderedPageBreak/>
              <w:t>hod</w:t>
            </w:r>
          </w:p>
        </w:tc>
        <w:tc>
          <w:tcPr>
            <w:tcW w:w="992" w:type="dxa"/>
          </w:tcPr>
          <w:p w14:paraId="638BAAC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023AFC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41AEEB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36DA72E9"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2D8F384" w14:textId="483A5950" w:rsidR="00043838" w:rsidRPr="002E19CA" w:rsidRDefault="00043838" w:rsidP="00E6720F">
            <w:pPr>
              <w:pStyle w:val="Tabulka"/>
            </w:pPr>
            <w:r w:rsidRPr="002E19CA">
              <w:t>4a</w:t>
            </w:r>
          </w:p>
        </w:tc>
        <w:tc>
          <w:tcPr>
            <w:tcW w:w="3402" w:type="dxa"/>
          </w:tcPr>
          <w:p w14:paraId="1802DF94" w14:textId="74685530"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Oznámení zahájení zjišťovacího řízení v rozsahu přílohy č. 3 zákona 100/2001 Sb.</w:t>
            </w:r>
          </w:p>
        </w:tc>
        <w:tc>
          <w:tcPr>
            <w:tcW w:w="992" w:type="dxa"/>
          </w:tcPr>
          <w:p w14:paraId="4147F553" w14:textId="72F7E938"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009B52B7"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1C0D69F"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DF68F0B"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556121C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E73005C" w14:textId="5F052B01" w:rsidR="00043838" w:rsidRPr="002E19CA" w:rsidRDefault="00043838" w:rsidP="00E6720F">
            <w:pPr>
              <w:pStyle w:val="Tabulka"/>
            </w:pPr>
            <w:r w:rsidRPr="002E19CA">
              <w:t>4b</w:t>
            </w:r>
          </w:p>
        </w:tc>
        <w:tc>
          <w:tcPr>
            <w:tcW w:w="3402" w:type="dxa"/>
          </w:tcPr>
          <w:p w14:paraId="4CE1B9AA" w14:textId="2CF89561"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Dokumentace v rozsahu přílohy č. 4 zákona č. 100/2001 Sb.</w:t>
            </w:r>
          </w:p>
        </w:tc>
        <w:tc>
          <w:tcPr>
            <w:tcW w:w="992" w:type="dxa"/>
          </w:tcPr>
          <w:p w14:paraId="0A9C8C7F" w14:textId="69DBBEF0"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32C6A088"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9094452"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38EB922"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7B2163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C11725A" w14:textId="77777777" w:rsidR="00E6720F" w:rsidRPr="00841876" w:rsidRDefault="00E6720F" w:rsidP="00E6720F">
            <w:pPr>
              <w:pStyle w:val="Tabulka"/>
            </w:pPr>
            <w:r w:rsidRPr="00841876">
              <w:t>5</w:t>
            </w:r>
          </w:p>
        </w:tc>
        <w:tc>
          <w:tcPr>
            <w:tcW w:w="3402" w:type="dxa"/>
          </w:tcPr>
          <w:p w14:paraId="6128A96B" w14:textId="4EB4BB71"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w:t>
            </w:r>
            <w:r w:rsidR="00173313">
              <w:t>ně dokumentace Dokladová část a </w:t>
            </w:r>
            <w:r w:rsidRPr="0054624A">
              <w:t>požadavků VTP a ZTP</w:t>
            </w:r>
          </w:p>
        </w:tc>
        <w:tc>
          <w:tcPr>
            <w:tcW w:w="992" w:type="dxa"/>
          </w:tcPr>
          <w:p w14:paraId="6FF8680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7BACB0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40C7FB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E8CB96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4A3C6D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60AF560" w14:textId="77777777" w:rsidR="00E6720F" w:rsidRPr="00841876" w:rsidRDefault="00E6720F" w:rsidP="00E6720F">
            <w:pPr>
              <w:pStyle w:val="Tabulka"/>
            </w:pPr>
            <w:r w:rsidRPr="00841876">
              <w:t>6</w:t>
            </w:r>
          </w:p>
        </w:tc>
        <w:tc>
          <w:tcPr>
            <w:tcW w:w="3402" w:type="dxa"/>
          </w:tcPr>
          <w:p w14:paraId="5D7442F5" w14:textId="2E4655D4" w:rsidR="00E6720F" w:rsidRPr="00EE221B"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w:t>
            </w:r>
            <w:r w:rsidR="00173313">
              <w:t> </w:t>
            </w:r>
            <w:r w:rsidRPr="00EE221B">
              <w:t>počtu dle požadavku VTP a ZTP)</w:t>
            </w:r>
          </w:p>
        </w:tc>
        <w:tc>
          <w:tcPr>
            <w:tcW w:w="992" w:type="dxa"/>
          </w:tcPr>
          <w:p w14:paraId="50399E19"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4D7310E7"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525C565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B6A35E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171920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A1149EE" w14:textId="77777777" w:rsidR="00E6720F" w:rsidRPr="00841876" w:rsidRDefault="00E6720F" w:rsidP="00E6720F">
            <w:pPr>
              <w:pStyle w:val="Tabulka"/>
            </w:pPr>
            <w:r w:rsidRPr="00841876">
              <w:t>7</w:t>
            </w:r>
          </w:p>
        </w:tc>
        <w:tc>
          <w:tcPr>
            <w:tcW w:w="3402" w:type="dxa"/>
          </w:tcPr>
          <w:p w14:paraId="144DFF1D" w14:textId="26CA56AA"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w:t>
            </w:r>
            <w:r w:rsidR="00173313">
              <w:t>D v listinné formě (v rozsahu a </w:t>
            </w:r>
            <w:r w:rsidRPr="00EE221B">
              <w:t>počtu dle požadavku VTP a ZTP)</w:t>
            </w:r>
          </w:p>
        </w:tc>
        <w:tc>
          <w:tcPr>
            <w:tcW w:w="992" w:type="dxa"/>
          </w:tcPr>
          <w:p w14:paraId="0F40B23C"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40027233"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8E3F68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C75776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12E906D"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CFB6BC2" w14:textId="77777777" w:rsidR="00E6720F" w:rsidRPr="00841876" w:rsidRDefault="00E6720F" w:rsidP="00E6720F">
            <w:pPr>
              <w:pStyle w:val="Tabulka"/>
            </w:pPr>
            <w:r w:rsidRPr="00841876">
              <w:t>8</w:t>
            </w:r>
          </w:p>
        </w:tc>
        <w:tc>
          <w:tcPr>
            <w:tcW w:w="3402" w:type="dxa"/>
          </w:tcPr>
          <w:p w14:paraId="3461D62E"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28628159"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608F69E"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0E9E99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8B2DF5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DBF2832"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267950E" w14:textId="77777777" w:rsidR="00E6720F" w:rsidRPr="00841876" w:rsidRDefault="00E6720F" w:rsidP="00E6720F">
            <w:pPr>
              <w:pStyle w:val="Tabulka"/>
            </w:pPr>
            <w:r w:rsidRPr="00841876">
              <w:t>9</w:t>
            </w:r>
          </w:p>
        </w:tc>
        <w:tc>
          <w:tcPr>
            <w:tcW w:w="3402" w:type="dxa"/>
          </w:tcPr>
          <w:p w14:paraId="7ACE0815"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D191134"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5B5D03B"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02473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7201E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187504A"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5975F1FC" w14:textId="77777777" w:rsidR="00E6720F" w:rsidRPr="00841876" w:rsidRDefault="00E6720F" w:rsidP="00E6720F">
            <w:pPr>
              <w:pStyle w:val="Tabulka"/>
              <w:rPr>
                <w:b/>
              </w:rPr>
            </w:pPr>
            <w:r w:rsidRPr="00841876">
              <w:rPr>
                <w:b/>
              </w:rPr>
              <w:t>Celkem za základní služby:</w:t>
            </w:r>
          </w:p>
        </w:tc>
        <w:tc>
          <w:tcPr>
            <w:tcW w:w="1338" w:type="dxa"/>
          </w:tcPr>
          <w:p w14:paraId="1CD1391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5F1FFE2C" w14:textId="77777777" w:rsidR="00E6720F" w:rsidRDefault="00E6720F" w:rsidP="00E6720F">
      <w:pPr>
        <w:pStyle w:val="Textbezodsazen"/>
      </w:pPr>
    </w:p>
    <w:p w14:paraId="6966CF46" w14:textId="77777777" w:rsidR="00E6720F" w:rsidRDefault="00E6720F" w:rsidP="00E6720F">
      <w:pPr>
        <w:pStyle w:val="Textbezodsazen"/>
      </w:pPr>
      <w:r>
        <w:t>*) nevyplněné údaje [</w:t>
      </w:r>
      <w:r w:rsidRPr="008A4D1B">
        <w:rPr>
          <w:highlight w:val="yellow"/>
        </w:rPr>
        <w:t>VLOŽÍ ZHOTOVITEL]</w:t>
      </w:r>
    </w:p>
    <w:p w14:paraId="282AA2D9" w14:textId="77777777" w:rsidR="00E6720F" w:rsidRDefault="00E6720F" w:rsidP="00E6720F">
      <w:pPr>
        <w:pStyle w:val="Textbezodsazen"/>
      </w:pPr>
      <w:r>
        <w:t>Všechny ceny jsou uvedené v Kč bez DPH.</w:t>
      </w:r>
    </w:p>
    <w:p w14:paraId="3DF4FC14" w14:textId="77777777" w:rsidR="00E6720F" w:rsidRDefault="00E6720F" w:rsidP="008A4D1B">
      <w:pPr>
        <w:pStyle w:val="Textbezodsazen"/>
      </w:pPr>
    </w:p>
    <w:p w14:paraId="3DE97BF8" w14:textId="2EBDBD74" w:rsidR="008A4D1B" w:rsidRDefault="008A4D1B" w:rsidP="00E6720F">
      <w:pPr>
        <w:pStyle w:val="Nadpis2-1"/>
      </w:pPr>
      <w:r>
        <w:t>Dodatečné služby na zpracování D</w:t>
      </w:r>
      <w:r w:rsidR="00E868F1">
        <w:t>U</w:t>
      </w:r>
      <w:r>
        <w:t>SP a PDPS:</w:t>
      </w:r>
    </w:p>
    <w:p w14:paraId="26413D28" w14:textId="78C0B059" w:rsidR="00E6720F" w:rsidRPr="00E6720F" w:rsidRDefault="00E6720F" w:rsidP="00E6720F">
      <w:pPr>
        <w:pStyle w:val="Nadpisbezsl1-2"/>
      </w:pPr>
      <w:r w:rsidRPr="00E6720F">
        <w:t>„Revitalizace trati Plzeň (mimo) – Dobřany (včetně)“</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5D4E05AB" w:rsidR="008A4D1B" w:rsidRPr="00095167" w:rsidRDefault="008A4D1B" w:rsidP="0004383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043838" w:rsidRDefault="00841876" w:rsidP="00262344">
            <w:pPr>
              <w:pStyle w:val="Tabulka"/>
            </w:pPr>
            <w:r w:rsidRPr="00043838">
              <w:t>10</w:t>
            </w:r>
          </w:p>
        </w:tc>
        <w:tc>
          <w:tcPr>
            <w:tcW w:w="3265" w:type="dxa"/>
          </w:tcPr>
          <w:p w14:paraId="0DBB110E" w14:textId="77777777" w:rsidR="003B7470" w:rsidRPr="0004383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Zajištění mapových podkladů</w:t>
            </w:r>
          </w:p>
        </w:tc>
        <w:tc>
          <w:tcPr>
            <w:tcW w:w="1039" w:type="dxa"/>
          </w:tcPr>
          <w:p w14:paraId="5C89F570" w14:textId="4A99B9CC" w:rsidR="003B7470" w:rsidRPr="00043838"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3399C21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043838" w:rsidRDefault="00841876" w:rsidP="00262344">
            <w:pPr>
              <w:pStyle w:val="Tabulka"/>
            </w:pPr>
            <w:r w:rsidRPr="00043838">
              <w:t>11</w:t>
            </w:r>
          </w:p>
        </w:tc>
        <w:tc>
          <w:tcPr>
            <w:tcW w:w="3265" w:type="dxa"/>
          </w:tcPr>
          <w:p w14:paraId="466C1ED0" w14:textId="77777777" w:rsidR="003B7470" w:rsidRPr="0004383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Geodetické práce</w:t>
            </w:r>
          </w:p>
        </w:tc>
        <w:tc>
          <w:tcPr>
            <w:tcW w:w="1039" w:type="dxa"/>
          </w:tcPr>
          <w:p w14:paraId="3CE6EF99" w14:textId="08BCB5DE" w:rsidR="003B7470" w:rsidRPr="00043838"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043838" w:rsidRDefault="003B7470" w:rsidP="00841876">
            <w:pPr>
              <w:pStyle w:val="Tabulka"/>
            </w:pPr>
            <w:r w:rsidRPr="00043838">
              <w:t>1</w:t>
            </w:r>
            <w:r w:rsidR="00841876" w:rsidRPr="00043838">
              <w:t>2</w:t>
            </w:r>
          </w:p>
        </w:tc>
        <w:tc>
          <w:tcPr>
            <w:tcW w:w="3265" w:type="dxa"/>
          </w:tcPr>
          <w:p w14:paraId="4921C600" w14:textId="0DD298F1" w:rsidR="003B7470" w:rsidRPr="00043838" w:rsidRDefault="00173313"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a </w:t>
            </w:r>
            <w:r w:rsidR="003B7470" w:rsidRPr="00043838">
              <w:rPr>
                <w:rFonts w:eastAsia="Verdana" w:cs="Times New Roman"/>
              </w:rPr>
              <w:t>stavebnětechnický průzkum staveb</w:t>
            </w:r>
          </w:p>
        </w:tc>
        <w:tc>
          <w:tcPr>
            <w:tcW w:w="1039" w:type="dxa"/>
          </w:tcPr>
          <w:p w14:paraId="2FB5D3C1" w14:textId="5C9ADDC2" w:rsidR="003B7470" w:rsidRPr="00043838"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043838" w:rsidRDefault="003B7470" w:rsidP="00841876">
            <w:pPr>
              <w:pStyle w:val="Tabulka"/>
            </w:pPr>
            <w:r w:rsidRPr="00043838">
              <w:t>1</w:t>
            </w:r>
            <w:r w:rsidR="00841876" w:rsidRPr="00043838">
              <w:t>3</w:t>
            </w:r>
          </w:p>
        </w:tc>
        <w:tc>
          <w:tcPr>
            <w:tcW w:w="3265" w:type="dxa"/>
          </w:tcPr>
          <w:p w14:paraId="1F8894CD" w14:textId="18A5F93A" w:rsidR="003B7470" w:rsidRPr="00043838" w:rsidRDefault="00173313"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průzkum pro </w:t>
            </w:r>
            <w:r w:rsidR="003B7470" w:rsidRPr="00043838">
              <w:rPr>
                <w:rFonts w:eastAsia="Verdana" w:cs="Times New Roman"/>
              </w:rPr>
              <w:t>železniční spodek</w:t>
            </w:r>
          </w:p>
        </w:tc>
        <w:tc>
          <w:tcPr>
            <w:tcW w:w="1039" w:type="dxa"/>
          </w:tcPr>
          <w:p w14:paraId="55C151D1" w14:textId="0C37BA05" w:rsidR="003B7470" w:rsidRPr="00043838"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1FD986E7" w:rsidR="003B7470" w:rsidRPr="002E19CA" w:rsidRDefault="003B7470" w:rsidP="00841876">
            <w:pPr>
              <w:pStyle w:val="Tabulka"/>
            </w:pPr>
            <w:r w:rsidRPr="002E19CA">
              <w:t>1</w:t>
            </w:r>
            <w:r w:rsidR="00841876" w:rsidRPr="002E19CA">
              <w:t>4</w:t>
            </w:r>
          </w:p>
        </w:tc>
        <w:tc>
          <w:tcPr>
            <w:tcW w:w="3265" w:type="dxa"/>
          </w:tcPr>
          <w:p w14:paraId="63D4BCFE" w14:textId="7EF56350" w:rsidR="003B7470" w:rsidRPr="002E19CA" w:rsidRDefault="00361A60" w:rsidP="00361A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t>Jiné průzkumy (pedologický, dendrologický, …)</w:t>
            </w:r>
          </w:p>
        </w:tc>
        <w:tc>
          <w:tcPr>
            <w:tcW w:w="1039" w:type="dxa"/>
          </w:tcPr>
          <w:p w14:paraId="736341F3" w14:textId="3BF5DC02" w:rsidR="003B7470" w:rsidRPr="002E19CA" w:rsidRDefault="00361A60"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2E19CA">
              <w:t>kpl</w:t>
            </w:r>
            <w:proofErr w:type="spellEnd"/>
          </w:p>
        </w:tc>
        <w:tc>
          <w:tcPr>
            <w:tcW w:w="1039" w:type="dxa"/>
          </w:tcPr>
          <w:p w14:paraId="41E5F3C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CA05ED" w:rsidRPr="00841876" w14:paraId="7A3F5BD2"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E4234E8" w14:textId="6EF7E591" w:rsidR="00CA05ED" w:rsidRPr="002E19CA" w:rsidRDefault="00CA05ED" w:rsidP="00841876">
            <w:pPr>
              <w:pStyle w:val="Tabulka"/>
            </w:pPr>
            <w:r w:rsidRPr="002E19CA">
              <w:t>15</w:t>
            </w:r>
          </w:p>
        </w:tc>
        <w:tc>
          <w:tcPr>
            <w:tcW w:w="3265" w:type="dxa"/>
          </w:tcPr>
          <w:p w14:paraId="0CF47469" w14:textId="3576859A" w:rsidR="00CA05ED" w:rsidRPr="002E19CA" w:rsidRDefault="00CA05ED" w:rsidP="00262344">
            <w:pPr>
              <w:pStyle w:val="Tabulka"/>
              <w:cnfStyle w:val="000000000000" w:firstRow="0" w:lastRow="0" w:firstColumn="0" w:lastColumn="0" w:oddVBand="0" w:evenVBand="0" w:oddHBand="0" w:evenHBand="0" w:firstRowFirstColumn="0" w:firstRowLastColumn="0" w:lastRowFirstColumn="0" w:lastRowLastColumn="0"/>
            </w:pPr>
            <w:r w:rsidRPr="002E19CA">
              <w:rPr>
                <w:rFonts w:eastAsia="Times New Roman" w:cs="Times New Roman"/>
              </w:rPr>
              <w:t>Aktualizace záměru projektu (pro všechny stavby Smlouvy) dle požadavku VTP a ZTP **)</w:t>
            </w:r>
          </w:p>
        </w:tc>
        <w:tc>
          <w:tcPr>
            <w:tcW w:w="1039" w:type="dxa"/>
          </w:tcPr>
          <w:p w14:paraId="1922A89A" w14:textId="146F59B2" w:rsidR="00CA05ED" w:rsidRPr="002E19CA" w:rsidRDefault="00CA05ED" w:rsidP="00262344">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1039" w:type="dxa"/>
          </w:tcPr>
          <w:p w14:paraId="61AAE838" w14:textId="77777777" w:rsidR="00CA05ED" w:rsidRPr="00841876" w:rsidRDefault="00CA05ED"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49BA919" w14:textId="77777777" w:rsidR="00CA05ED" w:rsidRPr="00841876" w:rsidRDefault="00CA05ED"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2B30E7C" w14:textId="77777777" w:rsidR="00CA05ED" w:rsidRPr="00841876" w:rsidRDefault="00CA05ED"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3CCFD232" w:rsidR="008A4D1B" w:rsidRPr="00173313" w:rsidRDefault="003B7470" w:rsidP="00841876">
            <w:pPr>
              <w:pStyle w:val="Tabulka"/>
            </w:pPr>
            <w:r w:rsidRPr="00173313">
              <w:lastRenderedPageBreak/>
              <w:t>1</w:t>
            </w:r>
            <w:r w:rsidR="00CA05ED">
              <w:t>6</w:t>
            </w:r>
          </w:p>
        </w:tc>
        <w:tc>
          <w:tcPr>
            <w:tcW w:w="3265" w:type="dxa"/>
          </w:tcPr>
          <w:p w14:paraId="3AFF1CBB" w14:textId="0755D3A4"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Zajištění vydání osvědčení</w:t>
            </w:r>
            <w:r w:rsidR="00043838" w:rsidRPr="00173313">
              <w:t xml:space="preserve"> o shodě notifikovanou osobou v </w:t>
            </w:r>
            <w:r w:rsidRPr="00173313">
              <w:t>přípravě</w:t>
            </w:r>
          </w:p>
        </w:tc>
        <w:tc>
          <w:tcPr>
            <w:tcW w:w="1039" w:type="dxa"/>
          </w:tcPr>
          <w:p w14:paraId="67FE0BD8"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54867752" w:rsidR="008A4D1B" w:rsidRPr="00173313" w:rsidRDefault="003B7470" w:rsidP="00841876">
            <w:pPr>
              <w:pStyle w:val="Tabulka"/>
            </w:pPr>
            <w:r w:rsidRPr="00173313">
              <w:t>1</w:t>
            </w:r>
            <w:r w:rsidR="00CA05ED">
              <w:t>7</w:t>
            </w:r>
          </w:p>
        </w:tc>
        <w:tc>
          <w:tcPr>
            <w:tcW w:w="3265" w:type="dxa"/>
          </w:tcPr>
          <w:p w14:paraId="1E25CEBD"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Koordinátor BOZP v přípravě</w:t>
            </w:r>
          </w:p>
        </w:tc>
        <w:tc>
          <w:tcPr>
            <w:tcW w:w="1039" w:type="dxa"/>
          </w:tcPr>
          <w:p w14:paraId="2B78EB93"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12745942" w:rsidR="008A4D1B" w:rsidRPr="00173313" w:rsidRDefault="003B7470" w:rsidP="00841876">
            <w:pPr>
              <w:pStyle w:val="Tabulka"/>
            </w:pPr>
            <w:r w:rsidRPr="00173313">
              <w:t>1</w:t>
            </w:r>
            <w:r w:rsidR="00CA05ED">
              <w:t>8</w:t>
            </w:r>
          </w:p>
        </w:tc>
        <w:tc>
          <w:tcPr>
            <w:tcW w:w="3265" w:type="dxa"/>
          </w:tcPr>
          <w:p w14:paraId="0EAAB8F8"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Zajištění technických podkladů pro vypracování zadávací dokumentace na výběr zhotovitele stavby dle požadavku VTP a ZTP</w:t>
            </w:r>
          </w:p>
        </w:tc>
        <w:tc>
          <w:tcPr>
            <w:tcW w:w="1039" w:type="dxa"/>
          </w:tcPr>
          <w:p w14:paraId="4686B81E"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1500E5C9" w:rsidR="008A4D1B" w:rsidRPr="00FF29ED" w:rsidRDefault="003B7470" w:rsidP="00841876">
            <w:pPr>
              <w:pStyle w:val="Tabulka"/>
            </w:pPr>
            <w:r w:rsidRPr="00FF29ED">
              <w:t>1</w:t>
            </w:r>
            <w:r w:rsidR="00CA05ED">
              <w:t>9</w:t>
            </w:r>
          </w:p>
        </w:tc>
        <w:tc>
          <w:tcPr>
            <w:tcW w:w="3265" w:type="dxa"/>
          </w:tcPr>
          <w:p w14:paraId="081CE8C2" w14:textId="25F86491" w:rsidR="008A4D1B" w:rsidRPr="00FF29ED" w:rsidRDefault="00173313" w:rsidP="00262344">
            <w:pPr>
              <w:pStyle w:val="Tabulka"/>
              <w:cnfStyle w:val="000000000000" w:firstRow="0" w:lastRow="0" w:firstColumn="0" w:lastColumn="0" w:oddVBand="0" w:evenVBand="0" w:oddHBand="0" w:evenHBand="0" w:firstRowFirstColumn="0" w:firstRowLastColumn="0" w:lastRowFirstColumn="0" w:lastRowLastColumn="0"/>
            </w:pPr>
            <w:r w:rsidRPr="00FF29ED">
              <w:t>Zpracování příloh k žádosti o </w:t>
            </w:r>
            <w:r w:rsidR="008A4D1B" w:rsidRPr="00FF29ED">
              <w:t>spolufinancování stavby dle ZTP a VTP</w:t>
            </w:r>
          </w:p>
        </w:tc>
        <w:tc>
          <w:tcPr>
            <w:tcW w:w="1039" w:type="dxa"/>
          </w:tcPr>
          <w:p w14:paraId="581A17C4" w14:textId="77777777" w:rsidR="008A4D1B" w:rsidRPr="00FF29E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F29ED">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09F99BE9" w:rsidR="00C66209" w:rsidRPr="00173313" w:rsidRDefault="00CA05ED" w:rsidP="00262344">
            <w:pPr>
              <w:pStyle w:val="Tabulka"/>
              <w:rPr>
                <w:highlight w:val="cyan"/>
              </w:rPr>
            </w:pPr>
            <w:r w:rsidRPr="002E19CA">
              <w:t>20</w:t>
            </w:r>
          </w:p>
        </w:tc>
        <w:tc>
          <w:tcPr>
            <w:tcW w:w="3265" w:type="dxa"/>
          </w:tcPr>
          <w:p w14:paraId="1D16F94F" w14:textId="6A78DED8" w:rsidR="00C66209" w:rsidRPr="002E19CA" w:rsidRDefault="00173313"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Times New Roman" w:cs="Times New Roman"/>
              </w:rPr>
              <w:t>Součinnost při procesu „</w:t>
            </w:r>
            <w:proofErr w:type="spellStart"/>
            <w:r w:rsidRPr="002E19CA">
              <w:rPr>
                <w:rFonts w:eastAsia="Times New Roman" w:cs="Times New Roman"/>
              </w:rPr>
              <w:t>Trackside</w:t>
            </w:r>
            <w:proofErr w:type="spellEnd"/>
            <w:r w:rsidRPr="002E19CA">
              <w:rPr>
                <w:rFonts w:eastAsia="Times New Roman" w:cs="Times New Roman"/>
              </w:rPr>
              <w:t xml:space="preserve"> </w:t>
            </w:r>
            <w:proofErr w:type="spellStart"/>
            <w:r w:rsidRPr="002E19CA">
              <w:rPr>
                <w:rFonts w:eastAsia="Times New Roman" w:cs="Times New Roman"/>
              </w:rPr>
              <w:t>Approval</w:t>
            </w:r>
            <w:proofErr w:type="spellEnd"/>
            <w:r w:rsidRPr="002E19CA">
              <w:rPr>
                <w:rFonts w:eastAsia="Times New Roman" w:cs="Times New Roman"/>
              </w:rPr>
              <w:t>“ a případná aktualizace projektové dokumentace dle požadavků ERA</w:t>
            </w:r>
          </w:p>
        </w:tc>
        <w:tc>
          <w:tcPr>
            <w:tcW w:w="1039" w:type="dxa"/>
          </w:tcPr>
          <w:p w14:paraId="15671B5A" w14:textId="77777777" w:rsidR="00C66209" w:rsidRPr="002E19CA"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Verdana" w:cs="Times New Roman"/>
              </w:rPr>
              <w:t>hod</w:t>
            </w:r>
          </w:p>
        </w:tc>
        <w:tc>
          <w:tcPr>
            <w:tcW w:w="1039" w:type="dxa"/>
          </w:tcPr>
          <w:p w14:paraId="2F910265"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671200DB" w:rsidR="008A4D1B" w:rsidRDefault="008A4D1B" w:rsidP="00236DCC">
      <w:pPr>
        <w:pStyle w:val="Textbezodsazen"/>
      </w:pPr>
      <w:r>
        <w:t xml:space="preserve">*) nevyplněné údaje </w:t>
      </w:r>
      <w:r w:rsidR="006D465A" w:rsidRPr="006B7093">
        <w:rPr>
          <w:highlight w:val="yellow"/>
        </w:rPr>
        <w:t>[VLOŽÍ ZHOTOVITEL]</w:t>
      </w:r>
    </w:p>
    <w:p w14:paraId="38B7C027" w14:textId="5E55F8A7" w:rsidR="00CA05ED" w:rsidRDefault="00CA05ED" w:rsidP="00236DCC">
      <w:pPr>
        <w:pStyle w:val="Textbezodsazen"/>
      </w:pPr>
      <w:r w:rsidRPr="002E19CA">
        <w:t xml:space="preserve">**) </w:t>
      </w:r>
      <w:r w:rsidR="00743385" w:rsidRPr="002E19CA">
        <w:t>E</w:t>
      </w:r>
      <w:r w:rsidRPr="002E19CA">
        <w:t xml:space="preserve">konomické </w:t>
      </w:r>
      <w:r w:rsidR="00743385" w:rsidRPr="002E19CA">
        <w:t xml:space="preserve">hodnocení </w:t>
      </w:r>
      <w:r w:rsidRPr="002E19CA">
        <w:t>je zpracováno</w:t>
      </w:r>
      <w:r w:rsidR="00743385" w:rsidRPr="002E19CA">
        <w:t xml:space="preserve"> jako společné</w:t>
      </w:r>
      <w:r w:rsidRPr="002E19CA">
        <w:t xml:space="preserve"> pro všechny stavby Smlouvy.</w:t>
      </w:r>
    </w:p>
    <w:p w14:paraId="3479301D" w14:textId="51C8E1E1" w:rsidR="008A4D1B" w:rsidRDefault="008A4D1B" w:rsidP="00236DCC">
      <w:pPr>
        <w:pStyle w:val="Textbezodsazen"/>
      </w:pPr>
      <w:r>
        <w:t>Všechny ceny jsou uvedené v Kč bez DPH.</w:t>
      </w:r>
    </w:p>
    <w:p w14:paraId="228E4C7B" w14:textId="70FB0A45" w:rsidR="00E6720F" w:rsidRDefault="00E6720F" w:rsidP="00236DCC">
      <w:pPr>
        <w:pStyle w:val="Textbezodsazen"/>
      </w:pPr>
    </w:p>
    <w:p w14:paraId="04B81C44" w14:textId="3177384B" w:rsidR="00E6720F" w:rsidRPr="00E6720F" w:rsidRDefault="00E6720F" w:rsidP="00E6720F">
      <w:pPr>
        <w:pStyle w:val="Nadpisbezsl1-2"/>
      </w:pPr>
      <w:r w:rsidRPr="00E6720F">
        <w:t>„Revitalizace trati Dobřany (mimo) – Přeštice (včetně)“</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E6720F" w:rsidRPr="00B06D17" w14:paraId="3479F9CD"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6210EAF"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5" w:type="dxa"/>
          </w:tcPr>
          <w:p w14:paraId="5D3D08F8" w14:textId="25E8C8D5" w:rsidR="00E6720F" w:rsidRPr="00095167" w:rsidRDefault="00E6720F" w:rsidP="0004383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098DF12E"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56A3872"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770432DF"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77207D75"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841876" w14:paraId="4A05E04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670F089" w14:textId="77777777" w:rsidR="00E6720F" w:rsidRPr="00043838" w:rsidRDefault="00E6720F" w:rsidP="00E6720F">
            <w:pPr>
              <w:pStyle w:val="Tabulka"/>
            </w:pPr>
            <w:r w:rsidRPr="00043838">
              <w:t>10</w:t>
            </w:r>
          </w:p>
        </w:tc>
        <w:tc>
          <w:tcPr>
            <w:tcW w:w="3265" w:type="dxa"/>
          </w:tcPr>
          <w:p w14:paraId="75C8810C"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Zajištění mapových podkladů</w:t>
            </w:r>
          </w:p>
        </w:tc>
        <w:tc>
          <w:tcPr>
            <w:tcW w:w="1039" w:type="dxa"/>
          </w:tcPr>
          <w:p w14:paraId="280B9BED"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6069A29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F8F96B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295706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53F50E6D"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E7AF5B6" w14:textId="77777777" w:rsidR="00E6720F" w:rsidRPr="00043838" w:rsidRDefault="00E6720F" w:rsidP="00E6720F">
            <w:pPr>
              <w:pStyle w:val="Tabulka"/>
            </w:pPr>
            <w:r w:rsidRPr="00043838">
              <w:t>11</w:t>
            </w:r>
          </w:p>
        </w:tc>
        <w:tc>
          <w:tcPr>
            <w:tcW w:w="3265" w:type="dxa"/>
          </w:tcPr>
          <w:p w14:paraId="2E313E1B"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Geodetické práce</w:t>
            </w:r>
          </w:p>
        </w:tc>
        <w:tc>
          <w:tcPr>
            <w:tcW w:w="1039" w:type="dxa"/>
          </w:tcPr>
          <w:p w14:paraId="3228565F"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508635B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7C7274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E3A0C4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6D4F59C"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B374C40" w14:textId="77777777" w:rsidR="00E6720F" w:rsidRPr="00043838" w:rsidRDefault="00E6720F" w:rsidP="00E6720F">
            <w:pPr>
              <w:pStyle w:val="Tabulka"/>
            </w:pPr>
            <w:r w:rsidRPr="00043838">
              <w:t>12</w:t>
            </w:r>
          </w:p>
        </w:tc>
        <w:tc>
          <w:tcPr>
            <w:tcW w:w="3265" w:type="dxa"/>
          </w:tcPr>
          <w:p w14:paraId="13753F98" w14:textId="3AF212DF" w:rsidR="00E6720F" w:rsidRPr="00043838"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a </w:t>
            </w:r>
            <w:r w:rsidR="00E6720F" w:rsidRPr="00043838">
              <w:rPr>
                <w:rFonts w:eastAsia="Verdana" w:cs="Times New Roman"/>
              </w:rPr>
              <w:t>stavebnětechnický průzkum staveb</w:t>
            </w:r>
          </w:p>
        </w:tc>
        <w:tc>
          <w:tcPr>
            <w:tcW w:w="1039" w:type="dxa"/>
          </w:tcPr>
          <w:p w14:paraId="141565F1"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13F4791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4D7079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84B966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FA2E4F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2DF2A81" w14:textId="77777777" w:rsidR="00E6720F" w:rsidRPr="00043838" w:rsidRDefault="00E6720F" w:rsidP="00E6720F">
            <w:pPr>
              <w:pStyle w:val="Tabulka"/>
            </w:pPr>
            <w:r w:rsidRPr="00043838">
              <w:t>13</w:t>
            </w:r>
          </w:p>
        </w:tc>
        <w:tc>
          <w:tcPr>
            <w:tcW w:w="3265" w:type="dxa"/>
          </w:tcPr>
          <w:p w14:paraId="666E5F9E" w14:textId="48A93EFA" w:rsidR="00E6720F" w:rsidRPr="00043838"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průzkum pro </w:t>
            </w:r>
            <w:r w:rsidR="00E6720F" w:rsidRPr="00043838">
              <w:rPr>
                <w:rFonts w:eastAsia="Verdana" w:cs="Times New Roman"/>
              </w:rPr>
              <w:t>železniční spodek</w:t>
            </w:r>
          </w:p>
        </w:tc>
        <w:tc>
          <w:tcPr>
            <w:tcW w:w="1039" w:type="dxa"/>
          </w:tcPr>
          <w:p w14:paraId="3357188D"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2F559F2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2C6A0E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916ED8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FC9E02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7373D9C" w14:textId="77777777" w:rsidR="00E6720F" w:rsidRPr="002E19CA" w:rsidRDefault="00E6720F" w:rsidP="00E6720F">
            <w:pPr>
              <w:pStyle w:val="Tabulka"/>
            </w:pPr>
            <w:r w:rsidRPr="002E19CA">
              <w:t>14</w:t>
            </w:r>
          </w:p>
        </w:tc>
        <w:tc>
          <w:tcPr>
            <w:tcW w:w="3265" w:type="dxa"/>
          </w:tcPr>
          <w:p w14:paraId="2D436E01" w14:textId="68416F01" w:rsidR="00E6720F" w:rsidRPr="002E19CA" w:rsidRDefault="00361A60" w:rsidP="00361A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t>Jiné průzkumy (pedologický, dendrologický, …)</w:t>
            </w:r>
          </w:p>
        </w:tc>
        <w:tc>
          <w:tcPr>
            <w:tcW w:w="1039" w:type="dxa"/>
          </w:tcPr>
          <w:p w14:paraId="0EDFD829" w14:textId="185310DB" w:rsidR="00E6720F" w:rsidRPr="002E19CA" w:rsidRDefault="00361A60"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2E19CA">
              <w:t>kpl</w:t>
            </w:r>
            <w:proofErr w:type="spellEnd"/>
          </w:p>
        </w:tc>
        <w:tc>
          <w:tcPr>
            <w:tcW w:w="1039" w:type="dxa"/>
          </w:tcPr>
          <w:p w14:paraId="3C744E6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4F1618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B38094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6D6448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EAA45AA" w14:textId="77777777" w:rsidR="00E6720F" w:rsidRPr="002E19CA" w:rsidRDefault="00E6720F" w:rsidP="00E6720F">
            <w:pPr>
              <w:pStyle w:val="Tabulka"/>
            </w:pPr>
            <w:r w:rsidRPr="002E19CA">
              <w:t>15</w:t>
            </w:r>
          </w:p>
        </w:tc>
        <w:tc>
          <w:tcPr>
            <w:tcW w:w="3265" w:type="dxa"/>
          </w:tcPr>
          <w:p w14:paraId="253F5563" w14:textId="135849BD" w:rsidR="00E6720F" w:rsidRPr="002E19CA" w:rsidRDefault="00E6720F" w:rsidP="00FF29ED">
            <w:pPr>
              <w:pStyle w:val="Tabulka"/>
              <w:cnfStyle w:val="000000000000" w:firstRow="0" w:lastRow="0" w:firstColumn="0" w:lastColumn="0" w:oddVBand="0" w:evenVBand="0" w:oddHBand="0" w:evenHBand="0" w:firstRowFirstColumn="0" w:firstRowLastColumn="0" w:lastRowFirstColumn="0" w:lastRowLastColumn="0"/>
            </w:pPr>
            <w:r w:rsidRPr="002E19CA">
              <w:rPr>
                <w:rFonts w:eastAsia="Times New Roman" w:cs="Times New Roman"/>
              </w:rPr>
              <w:t>Aktualizace záměru projektu</w:t>
            </w:r>
            <w:r w:rsidR="00361A60" w:rsidRPr="002E19CA">
              <w:rPr>
                <w:rFonts w:eastAsia="Times New Roman" w:cs="Times New Roman"/>
              </w:rPr>
              <w:t xml:space="preserve"> (pro všechny stavby Smlouvy)</w:t>
            </w:r>
            <w:r w:rsidRPr="002E19CA">
              <w:rPr>
                <w:rFonts w:eastAsia="Times New Roman" w:cs="Times New Roman"/>
              </w:rPr>
              <w:t xml:space="preserve"> dle</w:t>
            </w:r>
            <w:r w:rsidR="00FF29ED" w:rsidRPr="002E19CA">
              <w:rPr>
                <w:rFonts w:eastAsia="Times New Roman" w:cs="Times New Roman"/>
              </w:rPr>
              <w:t> </w:t>
            </w:r>
            <w:r w:rsidRPr="002E19CA">
              <w:rPr>
                <w:rFonts w:eastAsia="Times New Roman" w:cs="Times New Roman"/>
              </w:rPr>
              <w:t>požadavku VTP a ZTP</w:t>
            </w:r>
            <w:r w:rsidR="00743385" w:rsidRPr="002E19CA">
              <w:rPr>
                <w:rFonts w:eastAsia="Times New Roman" w:cs="Times New Roman"/>
              </w:rPr>
              <w:t xml:space="preserve"> **)</w:t>
            </w:r>
          </w:p>
        </w:tc>
        <w:tc>
          <w:tcPr>
            <w:tcW w:w="1039" w:type="dxa"/>
          </w:tcPr>
          <w:p w14:paraId="09BB8D83"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1039" w:type="dxa"/>
          </w:tcPr>
          <w:p w14:paraId="7B30863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F99216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0A436C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4EB13A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50F35B9" w14:textId="77777777" w:rsidR="00E6720F" w:rsidRPr="00043838" w:rsidRDefault="00E6720F" w:rsidP="00E6720F">
            <w:pPr>
              <w:pStyle w:val="Tabulka"/>
            </w:pPr>
            <w:r w:rsidRPr="00043838">
              <w:t>16</w:t>
            </w:r>
          </w:p>
        </w:tc>
        <w:tc>
          <w:tcPr>
            <w:tcW w:w="3265" w:type="dxa"/>
          </w:tcPr>
          <w:p w14:paraId="438CE13C" w14:textId="34B80AD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Zajištění vydání osvědčení</w:t>
            </w:r>
            <w:r w:rsidR="00173313">
              <w:t xml:space="preserve"> o </w:t>
            </w:r>
            <w:r w:rsidR="00043838" w:rsidRPr="00043838">
              <w:t>shodě notifikovanou osobou v </w:t>
            </w:r>
            <w:r w:rsidRPr="00043838">
              <w:t>přípravě</w:t>
            </w:r>
          </w:p>
        </w:tc>
        <w:tc>
          <w:tcPr>
            <w:tcW w:w="1039" w:type="dxa"/>
          </w:tcPr>
          <w:p w14:paraId="0EA98B46"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hod</w:t>
            </w:r>
          </w:p>
        </w:tc>
        <w:tc>
          <w:tcPr>
            <w:tcW w:w="1039" w:type="dxa"/>
          </w:tcPr>
          <w:p w14:paraId="1950B30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7F1E38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5B2517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DE14341"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95D989B" w14:textId="77777777" w:rsidR="00E6720F" w:rsidRPr="00043838" w:rsidRDefault="00E6720F" w:rsidP="00E6720F">
            <w:pPr>
              <w:pStyle w:val="Tabulka"/>
            </w:pPr>
            <w:r w:rsidRPr="00043838">
              <w:t>17</w:t>
            </w:r>
          </w:p>
        </w:tc>
        <w:tc>
          <w:tcPr>
            <w:tcW w:w="3265" w:type="dxa"/>
          </w:tcPr>
          <w:p w14:paraId="66B428DB"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Koordinátor BOZP v přípravě</w:t>
            </w:r>
          </w:p>
        </w:tc>
        <w:tc>
          <w:tcPr>
            <w:tcW w:w="1039" w:type="dxa"/>
          </w:tcPr>
          <w:p w14:paraId="28903C64"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hod</w:t>
            </w:r>
          </w:p>
        </w:tc>
        <w:tc>
          <w:tcPr>
            <w:tcW w:w="1039" w:type="dxa"/>
          </w:tcPr>
          <w:p w14:paraId="4069923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1AD8D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9FD84E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415A18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5DDCF49" w14:textId="77777777" w:rsidR="00E6720F" w:rsidRPr="00043838" w:rsidRDefault="00E6720F" w:rsidP="00E6720F">
            <w:pPr>
              <w:pStyle w:val="Tabulka"/>
            </w:pPr>
            <w:r w:rsidRPr="00043838">
              <w:t>18</w:t>
            </w:r>
          </w:p>
        </w:tc>
        <w:tc>
          <w:tcPr>
            <w:tcW w:w="3265" w:type="dxa"/>
          </w:tcPr>
          <w:p w14:paraId="7965DF9C"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Zajištění technických podkladů pro vypracování zadávací dokumentace na výběr zhotovitele stavby dle požadavku VTP a ZTP</w:t>
            </w:r>
          </w:p>
        </w:tc>
        <w:tc>
          <w:tcPr>
            <w:tcW w:w="1039" w:type="dxa"/>
          </w:tcPr>
          <w:p w14:paraId="5440576F"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hod</w:t>
            </w:r>
          </w:p>
        </w:tc>
        <w:tc>
          <w:tcPr>
            <w:tcW w:w="1039" w:type="dxa"/>
          </w:tcPr>
          <w:p w14:paraId="43672F9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8998DC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5E0973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5E431B57"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CE26047" w14:textId="77777777" w:rsidR="00E6720F" w:rsidRPr="00FF29ED" w:rsidRDefault="00E6720F" w:rsidP="00E6720F">
            <w:pPr>
              <w:pStyle w:val="Tabulka"/>
            </w:pPr>
            <w:r w:rsidRPr="00FF29ED">
              <w:lastRenderedPageBreak/>
              <w:t>19</w:t>
            </w:r>
          </w:p>
        </w:tc>
        <w:tc>
          <w:tcPr>
            <w:tcW w:w="3265" w:type="dxa"/>
          </w:tcPr>
          <w:p w14:paraId="13947277" w14:textId="17EB92ED" w:rsidR="00E6720F" w:rsidRPr="00FF29ED"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FF29ED">
              <w:t>Zpracování příloh k žádosti o </w:t>
            </w:r>
            <w:r w:rsidR="00E6720F" w:rsidRPr="00FF29ED">
              <w:t>spolufinancování stavby dle ZTP a VTP</w:t>
            </w:r>
          </w:p>
        </w:tc>
        <w:tc>
          <w:tcPr>
            <w:tcW w:w="1039" w:type="dxa"/>
          </w:tcPr>
          <w:p w14:paraId="40F7FDA5" w14:textId="77777777" w:rsidR="00E6720F" w:rsidRPr="00FF29ED"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FF29ED">
              <w:t>hod</w:t>
            </w:r>
          </w:p>
        </w:tc>
        <w:tc>
          <w:tcPr>
            <w:tcW w:w="1039" w:type="dxa"/>
          </w:tcPr>
          <w:p w14:paraId="04CA888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8E5220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9571EB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72A6A137"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17E2740" w14:textId="29C4D394" w:rsidR="00043838" w:rsidRPr="002E19CA" w:rsidRDefault="00043838" w:rsidP="00E6720F">
            <w:pPr>
              <w:pStyle w:val="Tabulka"/>
            </w:pPr>
            <w:r w:rsidRPr="002E19CA">
              <w:t>20</w:t>
            </w:r>
          </w:p>
        </w:tc>
        <w:tc>
          <w:tcPr>
            <w:tcW w:w="3265" w:type="dxa"/>
          </w:tcPr>
          <w:p w14:paraId="2FB47CEC" w14:textId="3293861D"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rPr>
                <w:rFonts w:eastAsia="Times New Roman" w:cs="Times New Roman"/>
              </w:rPr>
              <w:t>Součinnost při procesu „</w:t>
            </w:r>
            <w:proofErr w:type="spellStart"/>
            <w:r w:rsidRPr="002E19CA">
              <w:rPr>
                <w:rFonts w:eastAsia="Times New Roman" w:cs="Times New Roman"/>
              </w:rPr>
              <w:t>Trackside</w:t>
            </w:r>
            <w:proofErr w:type="spellEnd"/>
            <w:r w:rsidRPr="002E19CA">
              <w:rPr>
                <w:rFonts w:eastAsia="Times New Roman" w:cs="Times New Roman"/>
              </w:rPr>
              <w:t xml:space="preserve"> </w:t>
            </w:r>
            <w:proofErr w:type="spellStart"/>
            <w:r w:rsidRPr="002E19CA">
              <w:rPr>
                <w:rFonts w:eastAsia="Times New Roman" w:cs="Times New Roman"/>
              </w:rPr>
              <w:t>Approval</w:t>
            </w:r>
            <w:proofErr w:type="spellEnd"/>
            <w:r w:rsidRPr="002E19CA">
              <w:rPr>
                <w:rFonts w:eastAsia="Times New Roman" w:cs="Times New Roman"/>
              </w:rPr>
              <w:t>“ a případná aktualizace projektové dokumentace dle požadavků ERA</w:t>
            </w:r>
          </w:p>
        </w:tc>
        <w:tc>
          <w:tcPr>
            <w:tcW w:w="1039" w:type="dxa"/>
          </w:tcPr>
          <w:p w14:paraId="3A2925D4" w14:textId="020BB93B"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Verdana" w:cs="Times New Roman"/>
              </w:rPr>
              <w:t>hod</w:t>
            </w:r>
          </w:p>
        </w:tc>
        <w:tc>
          <w:tcPr>
            <w:tcW w:w="1039" w:type="dxa"/>
          </w:tcPr>
          <w:p w14:paraId="579D036A"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D98EBB3"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E9704F9"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489E85F"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046901CF" w14:textId="77777777" w:rsidR="00E6720F" w:rsidRPr="00841876" w:rsidRDefault="00E6720F" w:rsidP="00E6720F">
            <w:pPr>
              <w:pStyle w:val="Tabulka"/>
              <w:rPr>
                <w:b/>
              </w:rPr>
            </w:pPr>
            <w:r w:rsidRPr="00841876">
              <w:rPr>
                <w:b/>
              </w:rPr>
              <w:t>Celkem za dodatečné služby:</w:t>
            </w:r>
          </w:p>
        </w:tc>
        <w:tc>
          <w:tcPr>
            <w:tcW w:w="1282" w:type="dxa"/>
          </w:tcPr>
          <w:p w14:paraId="4B77231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rPr>
                <w:b/>
              </w:rPr>
            </w:pPr>
          </w:p>
        </w:tc>
      </w:tr>
    </w:tbl>
    <w:p w14:paraId="29A45523" w14:textId="77777777" w:rsidR="00E6720F" w:rsidRDefault="00E6720F" w:rsidP="00E6720F">
      <w:pPr>
        <w:pStyle w:val="Textbezodsazen"/>
      </w:pPr>
    </w:p>
    <w:p w14:paraId="2062E447" w14:textId="0D9EDDE0" w:rsidR="00E6720F" w:rsidRDefault="00E6720F" w:rsidP="00E6720F">
      <w:pPr>
        <w:pStyle w:val="Textbezodsazen"/>
      </w:pPr>
      <w:r>
        <w:t xml:space="preserve">*) nevyplněné údaje </w:t>
      </w:r>
      <w:r w:rsidRPr="006B7093">
        <w:rPr>
          <w:highlight w:val="yellow"/>
        </w:rPr>
        <w:t>[VLOŽÍ ZHOTOVITEL]</w:t>
      </w:r>
    </w:p>
    <w:p w14:paraId="010DDB3E" w14:textId="77777777" w:rsidR="00743385" w:rsidRDefault="00743385" w:rsidP="00743385">
      <w:pPr>
        <w:pStyle w:val="Textbezodsazen"/>
      </w:pPr>
      <w:r w:rsidRPr="002E19CA">
        <w:t>**) Ekonomické hodnocení je zpracováno jako společné pro všechny stavby Smlouvy.</w:t>
      </w:r>
    </w:p>
    <w:p w14:paraId="0CDC32FD" w14:textId="77777777" w:rsidR="00E6720F" w:rsidRDefault="00E6720F" w:rsidP="00E6720F">
      <w:pPr>
        <w:pStyle w:val="Textbezodsazen"/>
      </w:pPr>
      <w:r>
        <w:t>Všechny ceny jsou uvedené v Kč bez DPH.</w:t>
      </w:r>
    </w:p>
    <w:p w14:paraId="769CDA6A" w14:textId="77777777" w:rsidR="00E6720F" w:rsidRDefault="00E6720F" w:rsidP="00E6720F">
      <w:pPr>
        <w:pStyle w:val="Textbezodsazen"/>
      </w:pPr>
    </w:p>
    <w:p w14:paraId="4203C47E" w14:textId="3CA043CC" w:rsidR="00E6720F" w:rsidRPr="00E6720F" w:rsidRDefault="00E6720F" w:rsidP="00E6720F">
      <w:pPr>
        <w:pStyle w:val="Nadpisbezsl1-2"/>
      </w:pPr>
      <w:r w:rsidRPr="00E6720F">
        <w:t>„Revitalizace trati Přeštice (mimo) – Klatovy (mimo)“</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E6720F" w:rsidRPr="00B06D17" w14:paraId="42B7FE94"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595EF9D"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5" w:type="dxa"/>
          </w:tcPr>
          <w:p w14:paraId="04162BB6" w14:textId="33540E26" w:rsidR="00E6720F" w:rsidRPr="00095167" w:rsidRDefault="00E6720F" w:rsidP="0004383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61979824"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0FB491AB"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1D4518E0"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7ED8155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841876" w14:paraId="354DD55A"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7AE485D" w14:textId="77777777" w:rsidR="00E6720F" w:rsidRPr="00173313" w:rsidRDefault="00E6720F" w:rsidP="00E6720F">
            <w:pPr>
              <w:pStyle w:val="Tabulka"/>
            </w:pPr>
            <w:r w:rsidRPr="00173313">
              <w:t>10</w:t>
            </w:r>
          </w:p>
        </w:tc>
        <w:tc>
          <w:tcPr>
            <w:tcW w:w="3265" w:type="dxa"/>
          </w:tcPr>
          <w:p w14:paraId="641ACE08"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73313">
              <w:rPr>
                <w:rFonts w:eastAsia="Verdana" w:cs="Times New Roman"/>
              </w:rPr>
              <w:t>Zajištění mapových podkladů</w:t>
            </w:r>
          </w:p>
        </w:tc>
        <w:tc>
          <w:tcPr>
            <w:tcW w:w="1039" w:type="dxa"/>
          </w:tcPr>
          <w:p w14:paraId="735EF639"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1D18E97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FC0238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92115C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467056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5FEB7EA" w14:textId="77777777" w:rsidR="00E6720F" w:rsidRPr="00173313" w:rsidRDefault="00E6720F" w:rsidP="00E6720F">
            <w:pPr>
              <w:pStyle w:val="Tabulka"/>
            </w:pPr>
            <w:r w:rsidRPr="00173313">
              <w:t>11</w:t>
            </w:r>
          </w:p>
        </w:tc>
        <w:tc>
          <w:tcPr>
            <w:tcW w:w="3265" w:type="dxa"/>
          </w:tcPr>
          <w:p w14:paraId="17E233CC"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73313">
              <w:rPr>
                <w:rFonts w:eastAsia="Verdana" w:cs="Times New Roman"/>
              </w:rPr>
              <w:t>Geodetické práce</w:t>
            </w:r>
          </w:p>
        </w:tc>
        <w:tc>
          <w:tcPr>
            <w:tcW w:w="1039" w:type="dxa"/>
          </w:tcPr>
          <w:p w14:paraId="5BE9DDE4"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35F26A4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E4796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B11C95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DA181B9"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F46E369" w14:textId="77777777" w:rsidR="00E6720F" w:rsidRPr="00173313" w:rsidRDefault="00E6720F" w:rsidP="00E6720F">
            <w:pPr>
              <w:pStyle w:val="Tabulka"/>
            </w:pPr>
            <w:r w:rsidRPr="00173313">
              <w:t>12</w:t>
            </w:r>
          </w:p>
        </w:tc>
        <w:tc>
          <w:tcPr>
            <w:tcW w:w="3265" w:type="dxa"/>
          </w:tcPr>
          <w:p w14:paraId="7D8F0650" w14:textId="53E9249E" w:rsidR="00E6720F" w:rsidRPr="00173313"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a </w:t>
            </w:r>
            <w:r w:rsidR="00E6720F" w:rsidRPr="00173313">
              <w:rPr>
                <w:rFonts w:eastAsia="Verdana" w:cs="Times New Roman"/>
              </w:rPr>
              <w:t>stavebnětechnický průzkum staveb</w:t>
            </w:r>
          </w:p>
        </w:tc>
        <w:tc>
          <w:tcPr>
            <w:tcW w:w="1039" w:type="dxa"/>
          </w:tcPr>
          <w:p w14:paraId="72F21CBA"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4D44FA8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A4C5A6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E35B65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20CBD7C"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7FA66AD" w14:textId="77777777" w:rsidR="00E6720F" w:rsidRPr="00173313" w:rsidRDefault="00E6720F" w:rsidP="00E6720F">
            <w:pPr>
              <w:pStyle w:val="Tabulka"/>
            </w:pPr>
            <w:r w:rsidRPr="00173313">
              <w:t>13</w:t>
            </w:r>
          </w:p>
        </w:tc>
        <w:tc>
          <w:tcPr>
            <w:tcW w:w="3265" w:type="dxa"/>
          </w:tcPr>
          <w:p w14:paraId="5C41FE32" w14:textId="61A19C3D" w:rsidR="00E6720F" w:rsidRPr="00173313"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průzkum pro </w:t>
            </w:r>
            <w:r w:rsidR="00E6720F" w:rsidRPr="00173313">
              <w:rPr>
                <w:rFonts w:eastAsia="Verdana" w:cs="Times New Roman"/>
              </w:rPr>
              <w:t>železniční spodek</w:t>
            </w:r>
          </w:p>
        </w:tc>
        <w:tc>
          <w:tcPr>
            <w:tcW w:w="1039" w:type="dxa"/>
          </w:tcPr>
          <w:p w14:paraId="6AC1AE09"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233E825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01BDD4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804250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63A266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DCDE5EA" w14:textId="77777777" w:rsidR="00E6720F" w:rsidRPr="002E19CA" w:rsidRDefault="00E6720F" w:rsidP="00E6720F">
            <w:pPr>
              <w:pStyle w:val="Tabulka"/>
            </w:pPr>
            <w:r w:rsidRPr="002E19CA">
              <w:t>14</w:t>
            </w:r>
          </w:p>
        </w:tc>
        <w:tc>
          <w:tcPr>
            <w:tcW w:w="3265" w:type="dxa"/>
          </w:tcPr>
          <w:p w14:paraId="2EF9E766" w14:textId="08DE4EF6" w:rsidR="00E6720F" w:rsidRPr="002E19CA" w:rsidRDefault="00361A60"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t>Jiné průzkumy (pedologický, dendrologický, …)</w:t>
            </w:r>
          </w:p>
        </w:tc>
        <w:tc>
          <w:tcPr>
            <w:tcW w:w="1039" w:type="dxa"/>
          </w:tcPr>
          <w:p w14:paraId="442F0008" w14:textId="1460B30B" w:rsidR="00E6720F" w:rsidRPr="002E19CA" w:rsidRDefault="00361A60"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2E19CA">
              <w:t>kpl</w:t>
            </w:r>
            <w:proofErr w:type="spellEnd"/>
          </w:p>
        </w:tc>
        <w:tc>
          <w:tcPr>
            <w:tcW w:w="1039" w:type="dxa"/>
          </w:tcPr>
          <w:p w14:paraId="5A2113C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20100E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B8C739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CA05ED" w:rsidRPr="00841876" w14:paraId="4C71D754"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E524FA7" w14:textId="63721D92" w:rsidR="00CA05ED" w:rsidRPr="002E19CA" w:rsidRDefault="00CA05ED" w:rsidP="00E6720F">
            <w:pPr>
              <w:pStyle w:val="Tabulka"/>
            </w:pPr>
            <w:r w:rsidRPr="002E19CA">
              <w:t>15</w:t>
            </w:r>
          </w:p>
        </w:tc>
        <w:tc>
          <w:tcPr>
            <w:tcW w:w="3265" w:type="dxa"/>
          </w:tcPr>
          <w:p w14:paraId="26C67D1B" w14:textId="0E4691DB" w:rsidR="00CA05ED" w:rsidRPr="002E19CA" w:rsidRDefault="00CA05ED" w:rsidP="00E6720F">
            <w:pPr>
              <w:pStyle w:val="Tabulka"/>
              <w:cnfStyle w:val="000000000000" w:firstRow="0" w:lastRow="0" w:firstColumn="0" w:lastColumn="0" w:oddVBand="0" w:evenVBand="0" w:oddHBand="0" w:evenHBand="0" w:firstRowFirstColumn="0" w:firstRowLastColumn="0" w:lastRowFirstColumn="0" w:lastRowLastColumn="0"/>
            </w:pPr>
            <w:r w:rsidRPr="002E19CA">
              <w:rPr>
                <w:rFonts w:eastAsia="Times New Roman" w:cs="Times New Roman"/>
              </w:rPr>
              <w:t>Aktualizace záměru projektu (pro všechny stavby Smlouvy) dle požadavku VTP a ZTP</w:t>
            </w:r>
            <w:r w:rsidR="00743385" w:rsidRPr="002E19CA">
              <w:rPr>
                <w:rFonts w:eastAsia="Times New Roman" w:cs="Times New Roman"/>
              </w:rPr>
              <w:t xml:space="preserve"> **)</w:t>
            </w:r>
          </w:p>
        </w:tc>
        <w:tc>
          <w:tcPr>
            <w:tcW w:w="1039" w:type="dxa"/>
          </w:tcPr>
          <w:p w14:paraId="27BA3A92" w14:textId="48B8EB31" w:rsidR="00CA05ED" w:rsidRPr="002E19CA" w:rsidRDefault="00CA05ED"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1039" w:type="dxa"/>
          </w:tcPr>
          <w:p w14:paraId="2E65AAA3" w14:textId="77777777" w:rsidR="00CA05ED" w:rsidRPr="00841876" w:rsidRDefault="00CA05ED"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D500084" w14:textId="77777777" w:rsidR="00CA05ED" w:rsidRPr="00841876" w:rsidRDefault="00CA05ED"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1307E80" w14:textId="77777777" w:rsidR="00CA05ED" w:rsidRPr="00841876" w:rsidRDefault="00CA05ED"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C410A6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7D7B92B" w14:textId="7EA1013C" w:rsidR="00E6720F" w:rsidRPr="00173313" w:rsidRDefault="00CA05ED" w:rsidP="00E6720F">
            <w:pPr>
              <w:pStyle w:val="Tabulka"/>
            </w:pPr>
            <w:r>
              <w:t>16</w:t>
            </w:r>
          </w:p>
        </w:tc>
        <w:tc>
          <w:tcPr>
            <w:tcW w:w="3265" w:type="dxa"/>
          </w:tcPr>
          <w:p w14:paraId="59E7A36A" w14:textId="7E5AE241" w:rsidR="00E6720F" w:rsidRPr="00173313" w:rsidRDefault="00173313" w:rsidP="00173313">
            <w:pPr>
              <w:pStyle w:val="Tabulka"/>
              <w:cnfStyle w:val="000000000000" w:firstRow="0" w:lastRow="0" w:firstColumn="0" w:lastColumn="0" w:oddVBand="0" w:evenVBand="0" w:oddHBand="0" w:evenHBand="0" w:firstRowFirstColumn="0" w:firstRowLastColumn="0" w:lastRowFirstColumn="0" w:lastRowLastColumn="0"/>
            </w:pPr>
            <w:r w:rsidRPr="00173313">
              <w:t>Zajištění vydání osvědčení o </w:t>
            </w:r>
            <w:r w:rsidR="00E6720F" w:rsidRPr="00173313">
              <w:t>shodě notifikovanou osobou v</w:t>
            </w:r>
            <w:r w:rsidRPr="00173313">
              <w:t> </w:t>
            </w:r>
            <w:r w:rsidR="00E6720F" w:rsidRPr="00173313">
              <w:t>přípravě</w:t>
            </w:r>
          </w:p>
        </w:tc>
        <w:tc>
          <w:tcPr>
            <w:tcW w:w="1039" w:type="dxa"/>
          </w:tcPr>
          <w:p w14:paraId="2674F42C"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6FC80D9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8BDDF8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35F69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4A348B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6397A5E" w14:textId="7740A723" w:rsidR="00E6720F" w:rsidRPr="00173313" w:rsidRDefault="00CA05ED" w:rsidP="00E6720F">
            <w:pPr>
              <w:pStyle w:val="Tabulka"/>
            </w:pPr>
            <w:r>
              <w:t>17</w:t>
            </w:r>
          </w:p>
        </w:tc>
        <w:tc>
          <w:tcPr>
            <w:tcW w:w="3265" w:type="dxa"/>
          </w:tcPr>
          <w:p w14:paraId="16185DA4"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Koordinátor BOZP v přípravě</w:t>
            </w:r>
          </w:p>
        </w:tc>
        <w:tc>
          <w:tcPr>
            <w:tcW w:w="1039" w:type="dxa"/>
          </w:tcPr>
          <w:p w14:paraId="3FCD08DC"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37D9C72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8BAC85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0A5686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508911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7290305" w14:textId="2BE061D8" w:rsidR="00E6720F" w:rsidRPr="00173313" w:rsidRDefault="00CA05ED" w:rsidP="00E6720F">
            <w:pPr>
              <w:pStyle w:val="Tabulka"/>
            </w:pPr>
            <w:r>
              <w:t>18</w:t>
            </w:r>
          </w:p>
        </w:tc>
        <w:tc>
          <w:tcPr>
            <w:tcW w:w="3265" w:type="dxa"/>
          </w:tcPr>
          <w:p w14:paraId="5B65CAA7"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Zajištění technických podkladů pro vypracování zadávací dokumentace na výběr zhotovitele stavby dle požadavku VTP a ZTP</w:t>
            </w:r>
          </w:p>
        </w:tc>
        <w:tc>
          <w:tcPr>
            <w:tcW w:w="1039" w:type="dxa"/>
          </w:tcPr>
          <w:p w14:paraId="6B1C61D3"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3AE1D0D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15A53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D710CE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9C9A6A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4B23E40" w14:textId="218A793D" w:rsidR="00E6720F" w:rsidRPr="00FF29ED" w:rsidRDefault="00CA05ED" w:rsidP="00E6720F">
            <w:pPr>
              <w:pStyle w:val="Tabulka"/>
            </w:pPr>
            <w:r>
              <w:t>19</w:t>
            </w:r>
          </w:p>
        </w:tc>
        <w:tc>
          <w:tcPr>
            <w:tcW w:w="3265" w:type="dxa"/>
          </w:tcPr>
          <w:p w14:paraId="350AE781" w14:textId="49AA76F1" w:rsidR="00E6720F" w:rsidRPr="00FF29ED" w:rsidRDefault="00173313" w:rsidP="00E6720F">
            <w:pPr>
              <w:pStyle w:val="Tabulka"/>
              <w:cnfStyle w:val="000000000000" w:firstRow="0" w:lastRow="0" w:firstColumn="0" w:lastColumn="0" w:oddVBand="0" w:evenVBand="0" w:oddHBand="0" w:evenHBand="0" w:firstRowFirstColumn="0" w:firstRowLastColumn="0" w:lastRowFirstColumn="0" w:lastRowLastColumn="0"/>
            </w:pPr>
            <w:r w:rsidRPr="00FF29ED">
              <w:t>Zpracování příloh k žádosti o </w:t>
            </w:r>
            <w:r w:rsidR="00E6720F" w:rsidRPr="00FF29ED">
              <w:t>spolufinancování stavby dle ZTP a VTP</w:t>
            </w:r>
          </w:p>
        </w:tc>
        <w:tc>
          <w:tcPr>
            <w:tcW w:w="1039" w:type="dxa"/>
          </w:tcPr>
          <w:p w14:paraId="7E6019EC" w14:textId="77777777" w:rsidR="00E6720F" w:rsidRPr="00FF29ED"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FF29ED">
              <w:t>hod</w:t>
            </w:r>
          </w:p>
        </w:tc>
        <w:tc>
          <w:tcPr>
            <w:tcW w:w="1039" w:type="dxa"/>
          </w:tcPr>
          <w:p w14:paraId="47CF7FA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E61DCF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B662C9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BEBDE09"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80B0990" w14:textId="386DAD73" w:rsidR="00E6720F" w:rsidRPr="002E19CA" w:rsidRDefault="00CA05ED" w:rsidP="00E6720F">
            <w:pPr>
              <w:pStyle w:val="Tabulka"/>
            </w:pPr>
            <w:r w:rsidRPr="002E19CA">
              <w:t>20</w:t>
            </w:r>
          </w:p>
        </w:tc>
        <w:tc>
          <w:tcPr>
            <w:tcW w:w="3265" w:type="dxa"/>
          </w:tcPr>
          <w:p w14:paraId="5A7AE2A8" w14:textId="498DECD0" w:rsidR="00E6720F" w:rsidRPr="002E19CA"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Times New Roman" w:cs="Times New Roman"/>
              </w:rPr>
              <w:t>Součinnost při procesu „</w:t>
            </w:r>
            <w:proofErr w:type="spellStart"/>
            <w:r w:rsidRPr="002E19CA">
              <w:rPr>
                <w:rFonts w:eastAsia="Times New Roman" w:cs="Times New Roman"/>
              </w:rPr>
              <w:t>Trackside</w:t>
            </w:r>
            <w:proofErr w:type="spellEnd"/>
            <w:r w:rsidRPr="002E19CA">
              <w:rPr>
                <w:rFonts w:eastAsia="Times New Roman" w:cs="Times New Roman"/>
              </w:rPr>
              <w:t xml:space="preserve"> </w:t>
            </w:r>
            <w:proofErr w:type="spellStart"/>
            <w:r w:rsidRPr="002E19CA">
              <w:rPr>
                <w:rFonts w:eastAsia="Times New Roman" w:cs="Times New Roman"/>
              </w:rPr>
              <w:t>Approval</w:t>
            </w:r>
            <w:proofErr w:type="spellEnd"/>
            <w:r w:rsidRPr="002E19CA">
              <w:rPr>
                <w:rFonts w:eastAsia="Times New Roman" w:cs="Times New Roman"/>
              </w:rPr>
              <w:t>“ a případná aktualizace projektové dokumentace dle požadavků ERA</w:t>
            </w:r>
          </w:p>
        </w:tc>
        <w:tc>
          <w:tcPr>
            <w:tcW w:w="1039" w:type="dxa"/>
          </w:tcPr>
          <w:p w14:paraId="37561EEC"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Verdana" w:cs="Times New Roman"/>
              </w:rPr>
              <w:t>hod</w:t>
            </w:r>
          </w:p>
        </w:tc>
        <w:tc>
          <w:tcPr>
            <w:tcW w:w="1039" w:type="dxa"/>
          </w:tcPr>
          <w:p w14:paraId="7DED200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CF33DC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6F2C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5AEF812"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62B1C5C6" w14:textId="77777777" w:rsidR="00E6720F" w:rsidRPr="00841876" w:rsidRDefault="00E6720F" w:rsidP="00E6720F">
            <w:pPr>
              <w:pStyle w:val="Tabulka"/>
              <w:rPr>
                <w:b/>
              </w:rPr>
            </w:pPr>
            <w:r w:rsidRPr="00841876">
              <w:rPr>
                <w:b/>
              </w:rPr>
              <w:t>Celkem za dodatečné služby:</w:t>
            </w:r>
          </w:p>
        </w:tc>
        <w:tc>
          <w:tcPr>
            <w:tcW w:w="1282" w:type="dxa"/>
          </w:tcPr>
          <w:p w14:paraId="58FD3A3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rPr>
                <w:b/>
              </w:rPr>
            </w:pPr>
          </w:p>
        </w:tc>
      </w:tr>
    </w:tbl>
    <w:p w14:paraId="246F84D6" w14:textId="77777777" w:rsidR="00E6720F" w:rsidRDefault="00E6720F" w:rsidP="00E6720F">
      <w:pPr>
        <w:pStyle w:val="Textbezodsazen"/>
      </w:pPr>
    </w:p>
    <w:p w14:paraId="6547C55B" w14:textId="0274C0E0" w:rsidR="00E6720F" w:rsidRDefault="00E6720F" w:rsidP="00E6720F">
      <w:pPr>
        <w:pStyle w:val="Textbezodsazen"/>
      </w:pPr>
      <w:r>
        <w:t xml:space="preserve">*) nevyplněné údaje </w:t>
      </w:r>
      <w:r w:rsidRPr="006B7093">
        <w:rPr>
          <w:highlight w:val="yellow"/>
        </w:rPr>
        <w:t>[VLOŽÍ ZHOTOVITEL]</w:t>
      </w:r>
    </w:p>
    <w:p w14:paraId="7A8028CE" w14:textId="77777777" w:rsidR="00743385" w:rsidRPr="002E19CA" w:rsidRDefault="00743385" w:rsidP="00743385">
      <w:pPr>
        <w:pStyle w:val="Textbezodsazen"/>
      </w:pPr>
      <w:r w:rsidRPr="002E19CA">
        <w:lastRenderedPageBreak/>
        <w:t>**) Ekonomické hodnocení je zpracováno jako společné pro všechny stavby Smlouvy.</w:t>
      </w:r>
    </w:p>
    <w:p w14:paraId="0D6B1611" w14:textId="77777777" w:rsidR="00E6720F" w:rsidRDefault="00E6720F" w:rsidP="00E6720F">
      <w:pPr>
        <w:pStyle w:val="Textbezodsazen"/>
      </w:pPr>
      <w:r w:rsidRPr="002E19CA">
        <w:t>Všechny ceny jsou uvedené v Kč bez DPH.</w:t>
      </w:r>
    </w:p>
    <w:p w14:paraId="603A5421" w14:textId="77777777" w:rsidR="00E6720F" w:rsidRDefault="00E6720F" w:rsidP="00E6720F">
      <w:pPr>
        <w:pStyle w:val="Textbezodsazen"/>
      </w:pPr>
    </w:p>
    <w:p w14:paraId="2837950A" w14:textId="013B20A6" w:rsidR="008A4D1B" w:rsidRDefault="008A4D1B" w:rsidP="00E6720F">
      <w:pPr>
        <w:pStyle w:val="Nadpis2-1"/>
      </w:pPr>
      <w:r>
        <w:t>Cena za výkon autorského dozoru</w:t>
      </w:r>
    </w:p>
    <w:p w14:paraId="73BB3E03" w14:textId="73E68D32" w:rsidR="00E6720F" w:rsidRDefault="00E6720F" w:rsidP="00E6720F">
      <w:pPr>
        <w:pStyle w:val="Nadpisbezsl1-2"/>
      </w:pPr>
      <w:r w:rsidRPr="00E6720F">
        <w:t>„Revitalizace trati Plzeň (mimo) – Dobřany (včetně)“</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1C2C942C" w:rsidR="00236DCC" w:rsidRPr="00B06D17" w:rsidRDefault="00CA05ED" w:rsidP="00262344">
            <w:pPr>
              <w:pStyle w:val="Tabulka"/>
            </w:pPr>
            <w:r w:rsidRPr="002E19CA">
              <w:t>21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C12608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2E19CA">
        <w:t xml:space="preserve"> 2</w:t>
      </w:r>
      <w:r w:rsidR="006D579B">
        <w:t>3</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03399954" w14:textId="5039E815" w:rsidR="00E6720F" w:rsidRDefault="00E6720F" w:rsidP="00236DCC">
      <w:pPr>
        <w:pStyle w:val="Textbezodsazen"/>
      </w:pPr>
    </w:p>
    <w:p w14:paraId="588950E8" w14:textId="77777777" w:rsidR="009E6D5F" w:rsidRDefault="009E6D5F" w:rsidP="00236DCC">
      <w:pPr>
        <w:pStyle w:val="Textbezodsazen"/>
      </w:pPr>
    </w:p>
    <w:p w14:paraId="58DCD39B" w14:textId="6255A917" w:rsidR="00E6720F" w:rsidRPr="009E6D5F" w:rsidRDefault="00E6720F" w:rsidP="00E6720F">
      <w:pPr>
        <w:spacing w:after="120" w:line="264" w:lineRule="auto"/>
        <w:ind w:left="737" w:hanging="737"/>
        <w:jc w:val="both"/>
        <w:rPr>
          <w:b/>
        </w:rPr>
      </w:pPr>
      <w:r w:rsidRPr="00E6720F">
        <w:rPr>
          <w:b/>
          <w:sz w:val="18"/>
          <w:szCs w:val="18"/>
        </w:rPr>
        <w:t xml:space="preserve"> </w:t>
      </w:r>
      <w:r w:rsidRPr="009E6D5F">
        <w:rPr>
          <w:b/>
        </w:rPr>
        <w:t>„Revitalizace trati Dobřany (mimo) – Přeštice (včetně)“</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E6720F" w:rsidRPr="00B06D17" w14:paraId="7CA3D83C"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98081C8"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0" w:type="dxa"/>
          </w:tcPr>
          <w:p w14:paraId="21FF97BF"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56D35CE"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29B5FB40"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57490CE"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23E3FE6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B06D17" w14:paraId="553436F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4AB6AB0" w14:textId="198A9245" w:rsidR="00E6720F" w:rsidRPr="00B06D17" w:rsidRDefault="00173313" w:rsidP="00E6720F">
            <w:pPr>
              <w:pStyle w:val="Tabulka"/>
            </w:pPr>
            <w:r w:rsidRPr="002E19CA">
              <w:t>21</w:t>
            </w:r>
          </w:p>
        </w:tc>
        <w:tc>
          <w:tcPr>
            <w:tcW w:w="3260" w:type="dxa"/>
          </w:tcPr>
          <w:p w14:paraId="2F28A334"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509BD62"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1B33AFC"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3EA9BFA"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0A6EBC23"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4F2EBBE3" w14:textId="77777777" w:rsidR="00E6720F" w:rsidRDefault="00E6720F" w:rsidP="00E6720F">
      <w:pPr>
        <w:pStyle w:val="Textbezodsazen"/>
      </w:pPr>
    </w:p>
    <w:p w14:paraId="4EEAD8D8" w14:textId="77777777" w:rsidR="00E6720F" w:rsidRDefault="00E6720F" w:rsidP="00E6720F">
      <w:pPr>
        <w:pStyle w:val="Textbezodsazen"/>
      </w:pPr>
      <w:r>
        <w:t xml:space="preserve">*) nevyplněné údaje </w:t>
      </w:r>
      <w:r w:rsidRPr="006B7093">
        <w:rPr>
          <w:highlight w:val="yellow"/>
        </w:rPr>
        <w:t>[VLOŽÍ ZHOTOVITEL]</w:t>
      </w:r>
    </w:p>
    <w:p w14:paraId="228DA718" w14:textId="77777777" w:rsidR="00E6720F" w:rsidRDefault="00E6720F" w:rsidP="00E6720F">
      <w:pPr>
        <w:pStyle w:val="Textbezodsazen"/>
      </w:pPr>
      <w:r>
        <w:t>Všechny ceny jsou uvedené v Kč bez DPH.</w:t>
      </w:r>
    </w:p>
    <w:p w14:paraId="2F500848" w14:textId="75C4141D" w:rsidR="00E6720F" w:rsidRDefault="00E6720F" w:rsidP="00E6720F">
      <w:pPr>
        <w:pStyle w:val="Textbezodsazen"/>
      </w:pPr>
      <w:r>
        <w:t xml:space="preserve">Uvedená cena za výkon autorského dozoru zahrnuje veškeré náklady na výkon autorského dozoru po celou předpokládanou dobu realizace </w:t>
      </w:r>
      <w:r w:rsidRPr="00DF7FC9">
        <w:t>Stavby (předpoklad</w:t>
      </w:r>
      <w:r w:rsidR="002E19CA">
        <w:t xml:space="preserve"> 2</w:t>
      </w:r>
      <w:r w:rsidR="006D579B">
        <w:t>3</w:t>
      </w:r>
      <w:r w:rsidR="002E19CA">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A49B72C" w14:textId="65DC92B9" w:rsidR="00E6720F" w:rsidRDefault="00E6720F" w:rsidP="00236DCC">
      <w:pPr>
        <w:pStyle w:val="Textbezodsazen"/>
      </w:pPr>
    </w:p>
    <w:p w14:paraId="59F5A849" w14:textId="3EF1216A" w:rsidR="00E6720F" w:rsidRDefault="00E6720F" w:rsidP="00236DCC">
      <w:pPr>
        <w:pStyle w:val="Textbezodsazen"/>
      </w:pPr>
    </w:p>
    <w:p w14:paraId="02DC5907" w14:textId="77777777" w:rsidR="00E6720F" w:rsidRPr="009E6D5F" w:rsidRDefault="00E6720F" w:rsidP="00E6720F">
      <w:pPr>
        <w:spacing w:after="120" w:line="264" w:lineRule="auto"/>
        <w:ind w:left="737" w:hanging="737"/>
        <w:jc w:val="both"/>
        <w:rPr>
          <w:b/>
        </w:rPr>
      </w:pPr>
      <w:r w:rsidRPr="009E6D5F">
        <w:rPr>
          <w:b/>
        </w:rPr>
        <w:t xml:space="preserve">„Revitalizace trati Přeštice (mimo) – Klatovy (mimo)“ </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E6720F" w:rsidRPr="00B06D17" w14:paraId="7B128FC1"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2FBE0DA"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0" w:type="dxa"/>
          </w:tcPr>
          <w:p w14:paraId="73EDF823"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B555AF8"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48F8022"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7033805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02CFDB0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B06D17" w14:paraId="5843508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221D4C2" w14:textId="66FD81CE" w:rsidR="00E6720F" w:rsidRPr="002E19CA" w:rsidRDefault="00173313" w:rsidP="00E6720F">
            <w:pPr>
              <w:pStyle w:val="Tabulka"/>
            </w:pPr>
            <w:r w:rsidRPr="002E19CA">
              <w:t>2</w:t>
            </w:r>
            <w:r w:rsidR="00CA05ED" w:rsidRPr="002E19CA">
              <w:t>1</w:t>
            </w:r>
          </w:p>
        </w:tc>
        <w:tc>
          <w:tcPr>
            <w:tcW w:w="3260" w:type="dxa"/>
          </w:tcPr>
          <w:p w14:paraId="36EBC169"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0D67B60F"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EC019EA"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AAF1641"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79F572D5"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29766F78" w14:textId="77777777" w:rsidR="00E6720F" w:rsidRDefault="00E6720F" w:rsidP="00E6720F">
      <w:pPr>
        <w:pStyle w:val="Textbezodsazen"/>
      </w:pPr>
    </w:p>
    <w:p w14:paraId="3F9F0930" w14:textId="77777777" w:rsidR="00E6720F" w:rsidRDefault="00E6720F" w:rsidP="00E6720F">
      <w:pPr>
        <w:pStyle w:val="Textbezodsazen"/>
      </w:pPr>
      <w:r>
        <w:lastRenderedPageBreak/>
        <w:t xml:space="preserve">*) nevyplněné údaje </w:t>
      </w:r>
      <w:r w:rsidRPr="006B7093">
        <w:rPr>
          <w:highlight w:val="yellow"/>
        </w:rPr>
        <w:t>[VLOŽÍ ZHOTOVITEL]</w:t>
      </w:r>
    </w:p>
    <w:p w14:paraId="533051ED" w14:textId="77777777" w:rsidR="00E6720F" w:rsidRDefault="00E6720F" w:rsidP="00E6720F">
      <w:pPr>
        <w:pStyle w:val="Textbezodsazen"/>
      </w:pPr>
      <w:r>
        <w:t>Všechny ceny jsou uvedené v Kč bez DPH.</w:t>
      </w:r>
    </w:p>
    <w:p w14:paraId="7FC3C29E" w14:textId="410298D5" w:rsidR="00E6720F" w:rsidRDefault="00E6720F" w:rsidP="00E6720F">
      <w:pPr>
        <w:pStyle w:val="Textbezodsazen"/>
      </w:pPr>
      <w:r>
        <w:t xml:space="preserve">Uvedená cena za výkon autorského dozoru zahrnuje veškeré náklady na výkon autorského dozoru po celou předpokládanou dobu realizace </w:t>
      </w:r>
      <w:r w:rsidRPr="00DF7FC9">
        <w:t>Stavby (předpoklad</w:t>
      </w:r>
      <w:r w:rsidR="002E19CA">
        <w:t xml:space="preserve"> 2</w:t>
      </w:r>
      <w:r w:rsidR="006D579B">
        <w:t>3</w:t>
      </w:r>
      <w:r w:rsidR="002E19CA">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39BBF44" w14:textId="0AE25A3B" w:rsidR="00E6720F" w:rsidRDefault="00E6720F" w:rsidP="00236DCC">
      <w:pPr>
        <w:pStyle w:val="Textbezodsazen"/>
      </w:pP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0A53A433" w:rsidR="00236DCC" w:rsidRDefault="00236DCC" w:rsidP="00236DCC">
      <w:pPr>
        <w:pStyle w:val="Textbezodsazen"/>
      </w:pPr>
    </w:p>
    <w:p w14:paraId="45CEF0A6" w14:textId="3E8E98A1" w:rsidR="00923440" w:rsidRDefault="00923440" w:rsidP="00236DCC">
      <w:pPr>
        <w:pStyle w:val="Textbezodsazen"/>
      </w:pPr>
    </w:p>
    <w:p w14:paraId="4AB4FDA9" w14:textId="77777777" w:rsidR="00923440" w:rsidRPr="00923440" w:rsidRDefault="00923440" w:rsidP="00923440">
      <w:pPr>
        <w:spacing w:after="120" w:line="264" w:lineRule="auto"/>
        <w:jc w:val="both"/>
        <w:rPr>
          <w:sz w:val="18"/>
          <w:szCs w:val="18"/>
        </w:rPr>
      </w:pPr>
    </w:p>
    <w:p w14:paraId="1C740CA5" w14:textId="77777777" w:rsidR="00923440" w:rsidRPr="009E6D5F" w:rsidRDefault="00923440" w:rsidP="00923440">
      <w:pPr>
        <w:spacing w:after="120" w:line="264" w:lineRule="auto"/>
        <w:ind w:left="737" w:hanging="737"/>
        <w:jc w:val="both"/>
        <w:rPr>
          <w:b/>
        </w:rPr>
      </w:pPr>
      <w:r w:rsidRPr="009E6D5F">
        <w:rPr>
          <w:b/>
        </w:rPr>
        <w:t>„Revitalizace trati Plzeň (mimo) – Dobřany (včetně)“</w:t>
      </w:r>
    </w:p>
    <w:tbl>
      <w:tblPr>
        <w:tblStyle w:val="Tabulka10"/>
        <w:tblW w:w="0" w:type="auto"/>
        <w:tblLook w:val="04A0" w:firstRow="1" w:lastRow="0" w:firstColumn="1" w:lastColumn="0" w:noHBand="0" w:noVBand="1"/>
      </w:tblPr>
      <w:tblGrid>
        <w:gridCol w:w="2909"/>
        <w:gridCol w:w="2910"/>
        <w:gridCol w:w="2911"/>
      </w:tblGrid>
      <w:tr w:rsidR="00923440" w:rsidRPr="00236DCC" w14:paraId="2F9EB0FD"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687951E8" w14:textId="77777777" w:rsidR="00923440" w:rsidRPr="00236DCC" w:rsidRDefault="00923440" w:rsidP="00E6720F">
            <w:pPr>
              <w:pStyle w:val="Tabulka"/>
              <w:rPr>
                <w:rStyle w:val="Tun"/>
              </w:rPr>
            </w:pPr>
            <w:r w:rsidRPr="00236DCC">
              <w:rPr>
                <w:rStyle w:val="Tun"/>
              </w:rPr>
              <w:t>Cena Díla (bez DPH)</w:t>
            </w:r>
          </w:p>
        </w:tc>
        <w:tc>
          <w:tcPr>
            <w:tcW w:w="2947" w:type="dxa"/>
          </w:tcPr>
          <w:p w14:paraId="114818FC"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5F33E03"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923440" w:rsidRPr="00236DCC" w14:paraId="51FF2AD9"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75F8A0B7"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5E3A7F45"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5315E66"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4FA4FB85"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451B9EB9" w14:textId="77777777" w:rsidR="00923440" w:rsidRPr="00236DCC" w:rsidRDefault="00923440" w:rsidP="00E6720F">
            <w:pPr>
              <w:pStyle w:val="Tabulka"/>
            </w:pPr>
            <w:r w:rsidRPr="00236DCC">
              <w:t xml:space="preserve">z toho: </w:t>
            </w:r>
          </w:p>
        </w:tc>
      </w:tr>
      <w:tr w:rsidR="00923440" w:rsidRPr="00236DCC" w14:paraId="6D4199AF"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0751EEC4" w14:textId="77777777" w:rsidR="00923440" w:rsidRPr="00236DCC" w:rsidRDefault="00923440" w:rsidP="00E6720F">
            <w:pPr>
              <w:pStyle w:val="Tabulka"/>
            </w:pPr>
            <w:r w:rsidRPr="00236DCC">
              <w:t xml:space="preserve">Cena za </w:t>
            </w:r>
            <w:r w:rsidRPr="00F62472">
              <w:t>zpracování DUSP a PDPS (</w:t>
            </w:r>
            <w:r w:rsidRPr="006D465A">
              <w:rPr>
                <w:color w:val="000000" w:themeColor="text1"/>
              </w:rPr>
              <w:t>v rozsahu základních a dodatečných služeb):</w:t>
            </w:r>
          </w:p>
        </w:tc>
      </w:tr>
      <w:tr w:rsidR="00923440" w:rsidRPr="00236DCC" w14:paraId="3C784968"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08B1CF88"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287338C0"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754D4E5"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6AB3FBAB"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6DA4EA0E" w14:textId="77777777" w:rsidR="00923440" w:rsidRPr="00236DCC" w:rsidRDefault="00923440" w:rsidP="00E6720F">
            <w:pPr>
              <w:pStyle w:val="Tabulka"/>
            </w:pPr>
            <w:r w:rsidRPr="00236DCC">
              <w:t>Cena za výkon autorského dozoru</w:t>
            </w:r>
            <w:r>
              <w:t>:</w:t>
            </w:r>
          </w:p>
        </w:tc>
      </w:tr>
      <w:tr w:rsidR="00923440" w:rsidRPr="00236DCC" w14:paraId="48C2A699"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15CAAE35"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1B89EDFD"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57BC85F"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E7E1D5C" w14:textId="77777777" w:rsidR="00923440" w:rsidRDefault="00923440" w:rsidP="00923440">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CA05ED" w:rsidRPr="00B72613" w14:paraId="57ADA3B3" w14:textId="77777777" w:rsidTr="00CA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7BACDD8" w14:textId="77777777" w:rsidR="00CA05ED" w:rsidRPr="00B72613" w:rsidRDefault="00CA05ED" w:rsidP="00CA05ED">
            <w:pPr>
              <w:pStyle w:val="Tabulka"/>
              <w:rPr>
                <w:rStyle w:val="Tun"/>
              </w:rPr>
            </w:pPr>
            <w:r w:rsidRPr="00B72613">
              <w:rPr>
                <w:rStyle w:val="Tun"/>
              </w:rPr>
              <w:t>Specifikace položky</w:t>
            </w:r>
          </w:p>
        </w:tc>
        <w:tc>
          <w:tcPr>
            <w:tcW w:w="2977" w:type="dxa"/>
          </w:tcPr>
          <w:p w14:paraId="1477B223"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EF993F3"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CA05ED" w:rsidRPr="00B72613" w14:paraId="4782CAA9"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B6DDC60" w14:textId="77777777" w:rsidR="00CA05ED" w:rsidRPr="00176EA3" w:rsidRDefault="00CA05ED" w:rsidP="00CA05ED">
            <w:pPr>
              <w:pStyle w:val="Tabulka"/>
              <w:rPr>
                <w:rStyle w:val="Tun"/>
                <w:highlight w:val="yellow"/>
              </w:rPr>
            </w:pPr>
            <w:r w:rsidRPr="00176EA3">
              <w:rPr>
                <w:rStyle w:val="Tun"/>
                <w:highlight w:val="yellow"/>
              </w:rPr>
              <w:t>1. Dílčí etapa</w:t>
            </w:r>
          </w:p>
        </w:tc>
        <w:tc>
          <w:tcPr>
            <w:tcW w:w="2977" w:type="dxa"/>
          </w:tcPr>
          <w:p w14:paraId="00AC1A42"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6577FF1C"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6C4A333"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FA59380" w14:textId="77777777" w:rsidR="00CA05ED" w:rsidRPr="00176EA3" w:rsidRDefault="00CA05ED" w:rsidP="00CA05ED">
            <w:pPr>
              <w:pStyle w:val="Tabulka"/>
              <w:rPr>
                <w:rStyle w:val="Tun"/>
                <w:highlight w:val="yellow"/>
              </w:rPr>
            </w:pPr>
            <w:r w:rsidRPr="00176EA3">
              <w:rPr>
                <w:rStyle w:val="Tun"/>
                <w:highlight w:val="yellow"/>
              </w:rPr>
              <w:t>2. Dílčí etapa</w:t>
            </w:r>
          </w:p>
        </w:tc>
        <w:tc>
          <w:tcPr>
            <w:tcW w:w="2977" w:type="dxa"/>
          </w:tcPr>
          <w:p w14:paraId="0E189B1A"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6102E2D3"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29C4051"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00B5C09C" w14:textId="77777777" w:rsidR="00CA05ED" w:rsidRPr="00176EA3" w:rsidRDefault="00CA05ED" w:rsidP="00CA05ED">
            <w:pPr>
              <w:pStyle w:val="Tabulka"/>
              <w:rPr>
                <w:rStyle w:val="Tun"/>
                <w:highlight w:val="yellow"/>
              </w:rPr>
            </w:pPr>
            <w:r w:rsidRPr="00176EA3">
              <w:rPr>
                <w:rStyle w:val="Tun"/>
                <w:highlight w:val="yellow"/>
              </w:rPr>
              <w:t>3. Dílčí etapa</w:t>
            </w:r>
          </w:p>
        </w:tc>
        <w:tc>
          <w:tcPr>
            <w:tcW w:w="2977" w:type="dxa"/>
          </w:tcPr>
          <w:p w14:paraId="57AAD56C"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4FCA6547"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A201A0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F5C3000" w14:textId="77777777" w:rsidR="00CA05ED" w:rsidRPr="00176EA3" w:rsidRDefault="00CA05ED" w:rsidP="00CA05ED">
            <w:pPr>
              <w:pStyle w:val="Tabulka"/>
              <w:rPr>
                <w:rStyle w:val="Tun"/>
                <w:highlight w:val="yellow"/>
              </w:rPr>
            </w:pPr>
            <w:r w:rsidRPr="00176EA3">
              <w:rPr>
                <w:rStyle w:val="Tun"/>
                <w:highlight w:val="yellow"/>
              </w:rPr>
              <w:lastRenderedPageBreak/>
              <w:t>4. Dílčí etapa</w:t>
            </w:r>
          </w:p>
        </w:tc>
        <w:tc>
          <w:tcPr>
            <w:tcW w:w="2977" w:type="dxa"/>
          </w:tcPr>
          <w:p w14:paraId="6EAA6243"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1988A49F"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392A098"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C93C6E7" w14:textId="77777777" w:rsidR="00CA05ED" w:rsidRPr="00176EA3" w:rsidRDefault="00CA05ED" w:rsidP="00CA05ED">
            <w:pPr>
              <w:pStyle w:val="Tabulka"/>
              <w:rPr>
                <w:rStyle w:val="Tun"/>
                <w:highlight w:val="yellow"/>
              </w:rPr>
            </w:pPr>
            <w:r w:rsidRPr="00176EA3">
              <w:rPr>
                <w:rStyle w:val="Tun"/>
                <w:highlight w:val="yellow"/>
              </w:rPr>
              <w:t>5. Dílčí etapa</w:t>
            </w:r>
          </w:p>
        </w:tc>
        <w:tc>
          <w:tcPr>
            <w:tcW w:w="2977" w:type="dxa"/>
          </w:tcPr>
          <w:p w14:paraId="3C425A85"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21+fakturace dle položky 4a a 4b)</w:t>
            </w:r>
          </w:p>
        </w:tc>
        <w:tc>
          <w:tcPr>
            <w:tcW w:w="2977" w:type="dxa"/>
          </w:tcPr>
          <w:p w14:paraId="5897688C"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58A0E0F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B27C9F9" w14:textId="77777777" w:rsidR="00CA05ED" w:rsidRPr="00176EA3" w:rsidRDefault="00CA05ED" w:rsidP="00CA05ED">
            <w:pPr>
              <w:pStyle w:val="Tabulka"/>
              <w:rPr>
                <w:rStyle w:val="Tun"/>
                <w:highlight w:val="yellow"/>
              </w:rPr>
            </w:pPr>
            <w:r w:rsidRPr="00176EA3">
              <w:rPr>
                <w:rStyle w:val="Tun"/>
                <w:highlight w:val="yellow"/>
              </w:rPr>
              <w:t>6. Dílčí etapa</w:t>
            </w:r>
          </w:p>
        </w:tc>
        <w:tc>
          <w:tcPr>
            <w:tcW w:w="2977" w:type="dxa"/>
          </w:tcPr>
          <w:p w14:paraId="707C3EBB"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697F6DB6"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0A9720C4"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EE35B9E" w14:textId="77777777" w:rsidR="00CA05ED" w:rsidRPr="00176EA3" w:rsidRDefault="00CA05ED" w:rsidP="00CA05ED">
            <w:pPr>
              <w:pStyle w:val="Tabulka"/>
              <w:rPr>
                <w:rStyle w:val="Tun"/>
                <w:highlight w:val="yellow"/>
              </w:rPr>
            </w:pPr>
            <w:r w:rsidRPr="00176EA3">
              <w:rPr>
                <w:rStyle w:val="Tun"/>
                <w:highlight w:val="yellow"/>
              </w:rPr>
              <w:t>7. Dílčí etapa</w:t>
            </w:r>
          </w:p>
        </w:tc>
        <w:tc>
          <w:tcPr>
            <w:tcW w:w="2977" w:type="dxa"/>
          </w:tcPr>
          <w:p w14:paraId="633E87D9"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70EE8CA9"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46E76D4"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2D0ABEF" w14:textId="77777777" w:rsidR="00CA05ED" w:rsidRPr="00176EA3" w:rsidRDefault="00CA05ED" w:rsidP="00CA05ED">
            <w:pPr>
              <w:pStyle w:val="Tabulka"/>
              <w:rPr>
                <w:rStyle w:val="Tun"/>
                <w:highlight w:val="yellow"/>
              </w:rPr>
            </w:pPr>
            <w:r w:rsidRPr="00176EA3">
              <w:rPr>
                <w:rStyle w:val="Tun"/>
                <w:highlight w:val="yellow"/>
              </w:rPr>
              <w:t>8. Dílčí etapa</w:t>
            </w:r>
          </w:p>
        </w:tc>
        <w:tc>
          <w:tcPr>
            <w:tcW w:w="2977" w:type="dxa"/>
          </w:tcPr>
          <w:p w14:paraId="7A60DA85"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0AC1354"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37A2A3E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CD1597C" w14:textId="77777777" w:rsidR="00CA05ED" w:rsidRPr="00176EA3" w:rsidRDefault="00CA05ED" w:rsidP="00CA05ED">
            <w:pPr>
              <w:pStyle w:val="Tabulka"/>
              <w:rPr>
                <w:rStyle w:val="Tun"/>
                <w:highlight w:val="yellow"/>
              </w:rPr>
            </w:pPr>
            <w:r w:rsidRPr="00176EA3">
              <w:rPr>
                <w:rStyle w:val="Tun"/>
                <w:highlight w:val="yellow"/>
              </w:rPr>
              <w:t>9. Dílčí etapa</w:t>
            </w:r>
          </w:p>
        </w:tc>
        <w:tc>
          <w:tcPr>
            <w:tcW w:w="2977" w:type="dxa"/>
          </w:tcPr>
          <w:p w14:paraId="3662EC46"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vAlign w:val="top"/>
          </w:tcPr>
          <w:p w14:paraId="0C0F0795"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90CB28E"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577181A" w14:textId="77777777" w:rsidR="00CA05ED" w:rsidRPr="00176EA3" w:rsidRDefault="00CA05ED" w:rsidP="00CA05ED">
            <w:pPr>
              <w:pStyle w:val="Tabulka"/>
              <w:rPr>
                <w:rStyle w:val="Tun"/>
                <w:highlight w:val="yellow"/>
              </w:rPr>
            </w:pPr>
            <w:r w:rsidRPr="00176EA3">
              <w:rPr>
                <w:rStyle w:val="Tun"/>
                <w:highlight w:val="yellow"/>
              </w:rPr>
              <w:t>10. Dílčí etapa</w:t>
            </w:r>
          </w:p>
        </w:tc>
        <w:tc>
          <w:tcPr>
            <w:tcW w:w="2977" w:type="dxa"/>
          </w:tcPr>
          <w:p w14:paraId="74E4A450"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vAlign w:val="top"/>
          </w:tcPr>
          <w:p w14:paraId="02808F78"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4C3EF02"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72AC1C4" w14:textId="77777777" w:rsidR="00CA05ED" w:rsidRPr="00176EA3" w:rsidRDefault="00CA05ED" w:rsidP="00CA05ED">
            <w:pPr>
              <w:pStyle w:val="Tabulka"/>
              <w:rPr>
                <w:rStyle w:val="Tun"/>
                <w:highlight w:val="yellow"/>
              </w:rPr>
            </w:pPr>
            <w:r w:rsidRPr="00176EA3">
              <w:rPr>
                <w:rStyle w:val="Tun"/>
                <w:highlight w:val="yellow"/>
              </w:rPr>
              <w:t>11. Dílčí etapa</w:t>
            </w:r>
          </w:p>
        </w:tc>
        <w:tc>
          <w:tcPr>
            <w:tcW w:w="2977" w:type="dxa"/>
          </w:tcPr>
          <w:p w14:paraId="5E582DF4"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20)</w:t>
            </w:r>
          </w:p>
        </w:tc>
        <w:tc>
          <w:tcPr>
            <w:tcW w:w="2977" w:type="dxa"/>
            <w:vAlign w:val="top"/>
          </w:tcPr>
          <w:p w14:paraId="77E7DADB"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6E4E6D1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BB4E57C" w14:textId="540E21E9" w:rsidR="00CA05ED" w:rsidRPr="00176EA3" w:rsidRDefault="00CA05ED" w:rsidP="00CA05ED">
            <w:pPr>
              <w:pStyle w:val="Tabulka"/>
              <w:rPr>
                <w:rStyle w:val="Tun"/>
                <w:highlight w:val="yellow"/>
              </w:rPr>
            </w:pPr>
            <w:r w:rsidRPr="00176EA3">
              <w:rPr>
                <w:rStyle w:val="Tun"/>
                <w:highlight w:val="yellow"/>
              </w:rPr>
              <w:t>12. Dílčí etapa Výkon autorského dozoru</w:t>
            </w:r>
            <w:r w:rsidR="008C44DC">
              <w:rPr>
                <w:rStyle w:val="Tun"/>
                <w:highlight w:val="yellow"/>
              </w:rPr>
              <w:t>, termín dokončení díla</w:t>
            </w:r>
          </w:p>
        </w:tc>
        <w:tc>
          <w:tcPr>
            <w:tcW w:w="2977" w:type="dxa"/>
          </w:tcPr>
          <w:p w14:paraId="25D4A402"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21)</w:t>
            </w:r>
          </w:p>
        </w:tc>
        <w:tc>
          <w:tcPr>
            <w:tcW w:w="2977" w:type="dxa"/>
          </w:tcPr>
          <w:p w14:paraId="69A4B206"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7429C7CC"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1BBEE2F" w14:textId="77777777" w:rsidR="00CA05ED" w:rsidRPr="00B72613" w:rsidRDefault="00CA05ED" w:rsidP="00CA05ED">
            <w:pPr>
              <w:pStyle w:val="Tabulka"/>
              <w:rPr>
                <w:rStyle w:val="Tun"/>
              </w:rPr>
            </w:pPr>
            <w:r w:rsidRPr="00B72613">
              <w:rPr>
                <w:rStyle w:val="Tun"/>
              </w:rPr>
              <w:t>Celkem:</w:t>
            </w:r>
          </w:p>
        </w:tc>
        <w:tc>
          <w:tcPr>
            <w:tcW w:w="2977" w:type="dxa"/>
          </w:tcPr>
          <w:p w14:paraId="31AD7165"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5E3EDE1"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955ECD3" w14:textId="0C15CDFA" w:rsidR="00236DCC" w:rsidRDefault="00236DCC" w:rsidP="00236DCC">
      <w:pPr>
        <w:pStyle w:val="Textbezodsazen"/>
      </w:pPr>
    </w:p>
    <w:p w14:paraId="3B8BA146" w14:textId="77777777" w:rsidR="00CA05ED" w:rsidRDefault="00CA05ED" w:rsidP="00236DCC">
      <w:pPr>
        <w:pStyle w:val="Textbezodsazen"/>
      </w:pPr>
    </w:p>
    <w:p w14:paraId="05C6DBF7" w14:textId="77777777" w:rsidR="00923440" w:rsidRPr="009E6D5F" w:rsidRDefault="00923440" w:rsidP="00923440">
      <w:pPr>
        <w:pStyle w:val="Textbezodsazen"/>
        <w:rPr>
          <w:b/>
          <w:sz w:val="20"/>
          <w:szCs w:val="20"/>
        </w:rPr>
      </w:pPr>
      <w:r w:rsidRPr="009E6D5F">
        <w:rPr>
          <w:b/>
          <w:sz w:val="20"/>
          <w:szCs w:val="20"/>
        </w:rPr>
        <w:t>„Revitalizace trati Dobřany (mimo) – Přeštice (včetně)“</w:t>
      </w:r>
    </w:p>
    <w:tbl>
      <w:tblPr>
        <w:tblStyle w:val="Tabulka10"/>
        <w:tblW w:w="0" w:type="auto"/>
        <w:tblLook w:val="04A0" w:firstRow="1" w:lastRow="0" w:firstColumn="1" w:lastColumn="0" w:noHBand="0" w:noVBand="1"/>
      </w:tblPr>
      <w:tblGrid>
        <w:gridCol w:w="2909"/>
        <w:gridCol w:w="2910"/>
        <w:gridCol w:w="2911"/>
      </w:tblGrid>
      <w:tr w:rsidR="00923440" w:rsidRPr="00236DCC" w14:paraId="5871C35F"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3E89C2" w14:textId="77777777" w:rsidR="00923440" w:rsidRPr="00236DCC" w:rsidRDefault="00923440" w:rsidP="00E6720F">
            <w:pPr>
              <w:pStyle w:val="Tabulka"/>
              <w:rPr>
                <w:rStyle w:val="Tun"/>
              </w:rPr>
            </w:pPr>
            <w:r w:rsidRPr="00236DCC">
              <w:rPr>
                <w:rStyle w:val="Tun"/>
              </w:rPr>
              <w:t>Cena Díla (bez DPH)</w:t>
            </w:r>
          </w:p>
        </w:tc>
        <w:tc>
          <w:tcPr>
            <w:tcW w:w="2947" w:type="dxa"/>
          </w:tcPr>
          <w:p w14:paraId="4537A879"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347115D"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923440" w:rsidRPr="00236DCC" w14:paraId="5C4A935D"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1F610243"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67A07A4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2803A55"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1FE6FA82"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34043160" w14:textId="77777777" w:rsidR="00923440" w:rsidRPr="00236DCC" w:rsidRDefault="00923440" w:rsidP="00E6720F">
            <w:pPr>
              <w:pStyle w:val="Tabulka"/>
            </w:pPr>
            <w:r w:rsidRPr="00236DCC">
              <w:t xml:space="preserve">z toho: </w:t>
            </w:r>
          </w:p>
        </w:tc>
      </w:tr>
      <w:tr w:rsidR="00923440" w:rsidRPr="00236DCC" w14:paraId="551A50C0"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7B24FD67" w14:textId="77777777" w:rsidR="00923440" w:rsidRPr="00236DCC" w:rsidRDefault="00923440" w:rsidP="00E6720F">
            <w:pPr>
              <w:pStyle w:val="Tabulka"/>
            </w:pPr>
            <w:r w:rsidRPr="00236DCC">
              <w:t xml:space="preserve">Cena za </w:t>
            </w:r>
            <w:r w:rsidRPr="00F62472">
              <w:t>zpracování DUSP a PDPS (</w:t>
            </w:r>
            <w:r w:rsidRPr="006D465A">
              <w:rPr>
                <w:color w:val="000000" w:themeColor="text1"/>
              </w:rPr>
              <w:t>v rozsahu základních a dodatečných služeb):</w:t>
            </w:r>
          </w:p>
        </w:tc>
      </w:tr>
      <w:tr w:rsidR="00923440" w:rsidRPr="00236DCC" w14:paraId="4E84ABE8"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6D98CB29"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19B6D5F0"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63A1D5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3DE435C6"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52C3D58C" w14:textId="77777777" w:rsidR="00923440" w:rsidRPr="00236DCC" w:rsidRDefault="00923440" w:rsidP="00E6720F">
            <w:pPr>
              <w:pStyle w:val="Tabulka"/>
            </w:pPr>
            <w:r w:rsidRPr="00236DCC">
              <w:t>Cena za výkon autorského dozoru</w:t>
            </w:r>
            <w:r>
              <w:t>:</w:t>
            </w:r>
          </w:p>
        </w:tc>
      </w:tr>
      <w:tr w:rsidR="00923440" w:rsidRPr="00236DCC" w14:paraId="57C5C1F2"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76EFC591"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677B474E"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F6B7072"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8AE368E" w14:textId="77777777" w:rsidR="00923440" w:rsidRDefault="00923440" w:rsidP="00923440">
      <w:pPr>
        <w:pStyle w:val="Textbezodsazen"/>
      </w:pPr>
    </w:p>
    <w:p w14:paraId="2E6FD707" w14:textId="77777777" w:rsidR="00923440" w:rsidRPr="00236DCC" w:rsidRDefault="00923440" w:rsidP="00923440">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7E4871" w:rsidRPr="00B72613" w14:paraId="48670708" w14:textId="77777777" w:rsidTr="00CA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C2772AF" w14:textId="77777777" w:rsidR="007E4871" w:rsidRPr="00B72613" w:rsidRDefault="007E4871" w:rsidP="00CA05ED">
            <w:pPr>
              <w:pStyle w:val="Tabulka"/>
              <w:rPr>
                <w:rStyle w:val="Tun"/>
              </w:rPr>
            </w:pPr>
            <w:r w:rsidRPr="00B72613">
              <w:rPr>
                <w:rStyle w:val="Tun"/>
              </w:rPr>
              <w:t>Specifikace položky</w:t>
            </w:r>
          </w:p>
        </w:tc>
        <w:tc>
          <w:tcPr>
            <w:tcW w:w="2977" w:type="dxa"/>
          </w:tcPr>
          <w:p w14:paraId="20679205" w14:textId="77777777" w:rsidR="007E4871" w:rsidRPr="00B72613" w:rsidRDefault="007E4871"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059999E" w14:textId="77777777" w:rsidR="007E4871" w:rsidRPr="00B72613" w:rsidRDefault="007E4871"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E4871" w:rsidRPr="00B72613" w14:paraId="4330D213"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385A66F" w14:textId="77777777" w:rsidR="007E4871" w:rsidRPr="00176EA3" w:rsidRDefault="007E4871" w:rsidP="00CA05ED">
            <w:pPr>
              <w:pStyle w:val="Tabulka"/>
              <w:rPr>
                <w:rStyle w:val="Tun"/>
                <w:highlight w:val="yellow"/>
              </w:rPr>
            </w:pPr>
            <w:r w:rsidRPr="00176EA3">
              <w:rPr>
                <w:rStyle w:val="Tun"/>
                <w:highlight w:val="yellow"/>
              </w:rPr>
              <w:t>1. Dílčí etapa</w:t>
            </w:r>
          </w:p>
        </w:tc>
        <w:tc>
          <w:tcPr>
            <w:tcW w:w="2977" w:type="dxa"/>
          </w:tcPr>
          <w:p w14:paraId="294EB2B6"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4B2AC769"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C39F601"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2F7EEF4" w14:textId="77777777" w:rsidR="007E4871" w:rsidRPr="00176EA3" w:rsidRDefault="007E4871" w:rsidP="00CA05ED">
            <w:pPr>
              <w:pStyle w:val="Tabulka"/>
              <w:rPr>
                <w:rStyle w:val="Tun"/>
                <w:highlight w:val="yellow"/>
              </w:rPr>
            </w:pPr>
            <w:r w:rsidRPr="00176EA3">
              <w:rPr>
                <w:rStyle w:val="Tun"/>
                <w:highlight w:val="yellow"/>
              </w:rPr>
              <w:t>2. Dílčí etapa</w:t>
            </w:r>
          </w:p>
        </w:tc>
        <w:tc>
          <w:tcPr>
            <w:tcW w:w="2977" w:type="dxa"/>
          </w:tcPr>
          <w:p w14:paraId="3C96EE7E"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0548282D"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902413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69F4BEC" w14:textId="77777777" w:rsidR="007E4871" w:rsidRPr="00176EA3" w:rsidRDefault="007E4871" w:rsidP="00CA05ED">
            <w:pPr>
              <w:pStyle w:val="Tabulka"/>
              <w:rPr>
                <w:rStyle w:val="Tun"/>
                <w:highlight w:val="yellow"/>
              </w:rPr>
            </w:pPr>
            <w:r w:rsidRPr="00176EA3">
              <w:rPr>
                <w:rStyle w:val="Tun"/>
                <w:highlight w:val="yellow"/>
              </w:rPr>
              <w:lastRenderedPageBreak/>
              <w:t>3. Dílčí etapa</w:t>
            </w:r>
          </w:p>
        </w:tc>
        <w:tc>
          <w:tcPr>
            <w:tcW w:w="2977" w:type="dxa"/>
          </w:tcPr>
          <w:p w14:paraId="7830621D"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330FA61"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50114A02"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68CBD10" w14:textId="77777777" w:rsidR="007E4871" w:rsidRPr="00176EA3" w:rsidRDefault="007E4871" w:rsidP="00CA05ED">
            <w:pPr>
              <w:pStyle w:val="Tabulka"/>
              <w:rPr>
                <w:rStyle w:val="Tun"/>
                <w:highlight w:val="yellow"/>
              </w:rPr>
            </w:pPr>
            <w:r w:rsidRPr="00176EA3">
              <w:rPr>
                <w:rStyle w:val="Tun"/>
                <w:highlight w:val="yellow"/>
              </w:rPr>
              <w:t>4. Dílčí etapa</w:t>
            </w:r>
          </w:p>
        </w:tc>
        <w:tc>
          <w:tcPr>
            <w:tcW w:w="2977" w:type="dxa"/>
          </w:tcPr>
          <w:p w14:paraId="003DDFBD" w14:textId="7E349E56" w:rsidR="007E4871" w:rsidRPr="00176EA3" w:rsidRDefault="00FF29ED" w:rsidP="00FF29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w:t>
            </w:r>
            <w:r w:rsidR="007E4871" w:rsidRPr="00176EA3">
              <w:rPr>
                <w:rStyle w:val="Tun"/>
                <w:highlight w:val="yellow"/>
              </w:rPr>
              <w:t xml:space="preserve"> Kč (</w:t>
            </w:r>
            <w:r w:rsidRPr="00176EA3">
              <w:rPr>
                <w:rStyle w:val="Tun"/>
                <w:highlight w:val="yellow"/>
              </w:rPr>
              <w:t>bez fakturace</w:t>
            </w:r>
            <w:r w:rsidR="007E4871" w:rsidRPr="00176EA3">
              <w:rPr>
                <w:rStyle w:val="Tun"/>
                <w:highlight w:val="yellow"/>
              </w:rPr>
              <w:t>)</w:t>
            </w:r>
          </w:p>
        </w:tc>
        <w:tc>
          <w:tcPr>
            <w:tcW w:w="2977" w:type="dxa"/>
          </w:tcPr>
          <w:p w14:paraId="60BD0FBA"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440451B"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251051E" w14:textId="77777777" w:rsidR="007E4871" w:rsidRPr="00176EA3" w:rsidRDefault="007E4871" w:rsidP="00CA05ED">
            <w:pPr>
              <w:pStyle w:val="Tabulka"/>
              <w:rPr>
                <w:rStyle w:val="Tun"/>
                <w:highlight w:val="yellow"/>
              </w:rPr>
            </w:pPr>
            <w:r w:rsidRPr="00176EA3">
              <w:rPr>
                <w:rStyle w:val="Tun"/>
                <w:highlight w:val="yellow"/>
              </w:rPr>
              <w:t>5. Dílčí etapa</w:t>
            </w:r>
          </w:p>
        </w:tc>
        <w:tc>
          <w:tcPr>
            <w:tcW w:w="2977" w:type="dxa"/>
          </w:tcPr>
          <w:p w14:paraId="393E3A4C" w14:textId="46D59818"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w:t>
            </w:r>
            <w:r w:rsidR="00FF29ED" w:rsidRPr="00176EA3">
              <w:rPr>
                <w:rStyle w:val="Tun"/>
                <w:highlight w:val="yellow"/>
              </w:rPr>
              <w:t>10</w:t>
            </w:r>
            <w:r w:rsidRPr="00176EA3">
              <w:rPr>
                <w:rStyle w:val="Tun"/>
                <w:highlight w:val="yellow"/>
              </w:rPr>
              <w:t> % z Ceny Díla bez položek č. 4a, 4b, 20 a 21+fakturace dle položky 4a a 4b)</w:t>
            </w:r>
          </w:p>
        </w:tc>
        <w:tc>
          <w:tcPr>
            <w:tcW w:w="2977" w:type="dxa"/>
          </w:tcPr>
          <w:p w14:paraId="234F4CC1"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50E98DD6"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0A7F11B" w14:textId="77777777" w:rsidR="007E4871" w:rsidRPr="00176EA3" w:rsidRDefault="007E4871" w:rsidP="00CA05ED">
            <w:pPr>
              <w:pStyle w:val="Tabulka"/>
              <w:rPr>
                <w:rStyle w:val="Tun"/>
                <w:highlight w:val="yellow"/>
              </w:rPr>
            </w:pPr>
            <w:r w:rsidRPr="00176EA3">
              <w:rPr>
                <w:rStyle w:val="Tun"/>
                <w:highlight w:val="yellow"/>
              </w:rPr>
              <w:t>6. Dílčí etapa</w:t>
            </w:r>
          </w:p>
        </w:tc>
        <w:tc>
          <w:tcPr>
            <w:tcW w:w="2977" w:type="dxa"/>
          </w:tcPr>
          <w:p w14:paraId="65D9598B" w14:textId="5DD929B0" w:rsidR="007E4871" w:rsidRPr="00176EA3" w:rsidRDefault="00361A60"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w:t>
            </w:r>
            <w:r w:rsidR="007E4871" w:rsidRPr="00176EA3">
              <w:rPr>
                <w:rStyle w:val="Tun"/>
                <w:highlight w:val="yellow"/>
              </w:rPr>
              <w:t xml:space="preserve"> Kč (bez fakturace)</w:t>
            </w:r>
          </w:p>
        </w:tc>
        <w:tc>
          <w:tcPr>
            <w:tcW w:w="2977" w:type="dxa"/>
          </w:tcPr>
          <w:p w14:paraId="5E4D274D"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134CA6B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AF334EB" w14:textId="77777777" w:rsidR="007E4871" w:rsidRPr="00176EA3" w:rsidRDefault="007E4871" w:rsidP="00CA05ED">
            <w:pPr>
              <w:pStyle w:val="Tabulka"/>
              <w:rPr>
                <w:rStyle w:val="Tun"/>
                <w:highlight w:val="yellow"/>
              </w:rPr>
            </w:pPr>
            <w:r w:rsidRPr="00176EA3">
              <w:rPr>
                <w:rStyle w:val="Tun"/>
                <w:highlight w:val="yellow"/>
              </w:rPr>
              <w:t>7. Dílčí etapa</w:t>
            </w:r>
          </w:p>
        </w:tc>
        <w:tc>
          <w:tcPr>
            <w:tcW w:w="2977" w:type="dxa"/>
          </w:tcPr>
          <w:p w14:paraId="4F41DD9B" w14:textId="584A2C56" w:rsidR="007E4871" w:rsidRPr="00176EA3" w:rsidRDefault="007E4871" w:rsidP="00FF29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w:t>
            </w:r>
            <w:r w:rsidR="00FF29ED" w:rsidRPr="00176EA3">
              <w:rPr>
                <w:rStyle w:val="Tun"/>
                <w:highlight w:val="yellow"/>
              </w:rPr>
              <w:t>5</w:t>
            </w:r>
            <w:r w:rsidRPr="00176EA3">
              <w:rPr>
                <w:rStyle w:val="Tun"/>
                <w:highlight w:val="yellow"/>
              </w:rPr>
              <w:t> % z Ceny Díla bez položek č. 4a, 4b, 20 a 21)</w:t>
            </w:r>
          </w:p>
        </w:tc>
        <w:tc>
          <w:tcPr>
            <w:tcW w:w="2977" w:type="dxa"/>
          </w:tcPr>
          <w:p w14:paraId="2CDF7307"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7B0569DD"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EA485C8" w14:textId="77777777" w:rsidR="007E4871" w:rsidRPr="00176EA3" w:rsidRDefault="007E4871" w:rsidP="00CA05ED">
            <w:pPr>
              <w:pStyle w:val="Tabulka"/>
              <w:rPr>
                <w:rStyle w:val="Tun"/>
                <w:highlight w:val="yellow"/>
              </w:rPr>
            </w:pPr>
            <w:r w:rsidRPr="00176EA3">
              <w:rPr>
                <w:rStyle w:val="Tun"/>
                <w:highlight w:val="yellow"/>
              </w:rPr>
              <w:t>8. Dílčí etapa</w:t>
            </w:r>
          </w:p>
        </w:tc>
        <w:tc>
          <w:tcPr>
            <w:tcW w:w="2977" w:type="dxa"/>
          </w:tcPr>
          <w:p w14:paraId="08AD388E"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85F4C77"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6533A558"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9BB2E36" w14:textId="77777777" w:rsidR="007E4871" w:rsidRPr="00176EA3" w:rsidRDefault="007E4871" w:rsidP="00CA05ED">
            <w:pPr>
              <w:pStyle w:val="Tabulka"/>
              <w:rPr>
                <w:rStyle w:val="Tun"/>
                <w:highlight w:val="yellow"/>
              </w:rPr>
            </w:pPr>
            <w:r w:rsidRPr="00176EA3">
              <w:rPr>
                <w:rStyle w:val="Tun"/>
                <w:highlight w:val="yellow"/>
              </w:rPr>
              <w:t>9. Dílčí etapa</w:t>
            </w:r>
          </w:p>
        </w:tc>
        <w:tc>
          <w:tcPr>
            <w:tcW w:w="2977" w:type="dxa"/>
          </w:tcPr>
          <w:p w14:paraId="3CE888E3"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vAlign w:val="top"/>
          </w:tcPr>
          <w:p w14:paraId="3FD839F1"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95133A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095B1629" w14:textId="77777777" w:rsidR="007E4871" w:rsidRPr="00176EA3" w:rsidRDefault="007E4871" w:rsidP="00CA05ED">
            <w:pPr>
              <w:pStyle w:val="Tabulka"/>
              <w:rPr>
                <w:rStyle w:val="Tun"/>
                <w:highlight w:val="yellow"/>
              </w:rPr>
            </w:pPr>
            <w:r w:rsidRPr="00176EA3">
              <w:rPr>
                <w:rStyle w:val="Tun"/>
                <w:highlight w:val="yellow"/>
              </w:rPr>
              <w:t>10. Dílčí etapa</w:t>
            </w:r>
          </w:p>
        </w:tc>
        <w:tc>
          <w:tcPr>
            <w:tcW w:w="2977" w:type="dxa"/>
          </w:tcPr>
          <w:p w14:paraId="066DD9AC"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vAlign w:val="top"/>
          </w:tcPr>
          <w:p w14:paraId="3F44467E"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45A90E31"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B376C60" w14:textId="77777777" w:rsidR="007E4871" w:rsidRPr="00176EA3" w:rsidRDefault="007E4871" w:rsidP="00CA05ED">
            <w:pPr>
              <w:pStyle w:val="Tabulka"/>
              <w:rPr>
                <w:rStyle w:val="Tun"/>
                <w:highlight w:val="yellow"/>
              </w:rPr>
            </w:pPr>
            <w:r w:rsidRPr="00176EA3">
              <w:rPr>
                <w:rStyle w:val="Tun"/>
                <w:highlight w:val="yellow"/>
              </w:rPr>
              <w:t>11. Dílčí etapa</w:t>
            </w:r>
          </w:p>
        </w:tc>
        <w:tc>
          <w:tcPr>
            <w:tcW w:w="2977" w:type="dxa"/>
          </w:tcPr>
          <w:p w14:paraId="18458F7F"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20)</w:t>
            </w:r>
          </w:p>
        </w:tc>
        <w:tc>
          <w:tcPr>
            <w:tcW w:w="2977" w:type="dxa"/>
            <w:vAlign w:val="top"/>
          </w:tcPr>
          <w:p w14:paraId="3F9EAEEA"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78CDFF70"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019236B6" w14:textId="614A7795" w:rsidR="007E4871" w:rsidRPr="00176EA3" w:rsidRDefault="007E4871" w:rsidP="00CA05ED">
            <w:pPr>
              <w:pStyle w:val="Tabulka"/>
              <w:rPr>
                <w:rStyle w:val="Tun"/>
                <w:highlight w:val="yellow"/>
              </w:rPr>
            </w:pPr>
            <w:r w:rsidRPr="00176EA3">
              <w:rPr>
                <w:rStyle w:val="Tun"/>
                <w:highlight w:val="yellow"/>
              </w:rPr>
              <w:t>12. Dílčí etapa Výkon autorského dozoru</w:t>
            </w:r>
            <w:r w:rsidR="008C44DC">
              <w:rPr>
                <w:rStyle w:val="Tun"/>
                <w:highlight w:val="yellow"/>
              </w:rPr>
              <w:t>, termín dokončení díla</w:t>
            </w:r>
          </w:p>
        </w:tc>
        <w:tc>
          <w:tcPr>
            <w:tcW w:w="2977" w:type="dxa"/>
          </w:tcPr>
          <w:p w14:paraId="61498D7A"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21)</w:t>
            </w:r>
          </w:p>
        </w:tc>
        <w:tc>
          <w:tcPr>
            <w:tcW w:w="2977" w:type="dxa"/>
          </w:tcPr>
          <w:p w14:paraId="5DC56559"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43E28C7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1CD7269" w14:textId="77777777" w:rsidR="007E4871" w:rsidRPr="00176EA3" w:rsidRDefault="007E4871" w:rsidP="00CA05ED">
            <w:pPr>
              <w:pStyle w:val="Tabulka"/>
              <w:rPr>
                <w:rStyle w:val="Tun"/>
                <w:highlight w:val="yellow"/>
              </w:rPr>
            </w:pPr>
            <w:r w:rsidRPr="00176EA3">
              <w:rPr>
                <w:rStyle w:val="Tun"/>
              </w:rPr>
              <w:t>Celkem:</w:t>
            </w:r>
          </w:p>
        </w:tc>
        <w:tc>
          <w:tcPr>
            <w:tcW w:w="2977" w:type="dxa"/>
          </w:tcPr>
          <w:p w14:paraId="11AAF067"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"[VLOŽÍ ZHOTOVITEL]"</w:t>
            </w:r>
          </w:p>
        </w:tc>
        <w:tc>
          <w:tcPr>
            <w:tcW w:w="2977" w:type="dxa"/>
          </w:tcPr>
          <w:p w14:paraId="65D5531E" w14:textId="77777777" w:rsidR="007E4871" w:rsidRPr="00B7261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D930A1A" w14:textId="736E13BA" w:rsidR="00923440" w:rsidRDefault="00923440" w:rsidP="00923440">
      <w:pPr>
        <w:pStyle w:val="Textbezodsazen"/>
      </w:pPr>
    </w:p>
    <w:p w14:paraId="60F7B8FC" w14:textId="77777777" w:rsidR="00CA05ED" w:rsidRDefault="00CA05ED" w:rsidP="00923440">
      <w:pPr>
        <w:pStyle w:val="Textbezodsazen"/>
      </w:pPr>
    </w:p>
    <w:p w14:paraId="1A0C6C2D" w14:textId="77777777" w:rsidR="00923440" w:rsidRPr="009E6D5F" w:rsidRDefault="00923440" w:rsidP="00923440">
      <w:pPr>
        <w:spacing w:after="120" w:line="264" w:lineRule="auto"/>
        <w:ind w:left="737" w:hanging="737"/>
        <w:jc w:val="both"/>
        <w:rPr>
          <w:b/>
        </w:rPr>
      </w:pPr>
      <w:r w:rsidRPr="009E6D5F">
        <w:rPr>
          <w:b/>
        </w:rPr>
        <w:t xml:space="preserve">„Revitalizace trati Přeštice (mimo) – Klatovy (mimo)“ </w:t>
      </w:r>
    </w:p>
    <w:tbl>
      <w:tblPr>
        <w:tblStyle w:val="Tabulka10"/>
        <w:tblW w:w="0" w:type="auto"/>
        <w:tblLook w:val="04A0" w:firstRow="1" w:lastRow="0" w:firstColumn="1" w:lastColumn="0" w:noHBand="0" w:noVBand="1"/>
      </w:tblPr>
      <w:tblGrid>
        <w:gridCol w:w="2909"/>
        <w:gridCol w:w="2910"/>
        <w:gridCol w:w="2911"/>
      </w:tblGrid>
      <w:tr w:rsidR="00923440" w:rsidRPr="00236DCC" w14:paraId="64551DBE"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FAC186D" w14:textId="77777777" w:rsidR="00923440" w:rsidRPr="00236DCC" w:rsidRDefault="00923440" w:rsidP="00E6720F">
            <w:pPr>
              <w:pStyle w:val="Tabulka"/>
              <w:rPr>
                <w:rStyle w:val="Tun"/>
              </w:rPr>
            </w:pPr>
            <w:r w:rsidRPr="00236DCC">
              <w:rPr>
                <w:rStyle w:val="Tun"/>
              </w:rPr>
              <w:t>Cena Díla (bez DPH)</w:t>
            </w:r>
          </w:p>
        </w:tc>
        <w:tc>
          <w:tcPr>
            <w:tcW w:w="2947" w:type="dxa"/>
          </w:tcPr>
          <w:p w14:paraId="1831DB27"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4BB11A92"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923440" w:rsidRPr="00236DCC" w14:paraId="38A288DA"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3062DF89"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5C26589E"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6229B0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2B209B05"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4E68F234" w14:textId="77777777" w:rsidR="00923440" w:rsidRPr="00236DCC" w:rsidRDefault="00923440" w:rsidP="00E6720F">
            <w:pPr>
              <w:pStyle w:val="Tabulka"/>
            </w:pPr>
            <w:r w:rsidRPr="00236DCC">
              <w:t xml:space="preserve">z toho: </w:t>
            </w:r>
          </w:p>
        </w:tc>
      </w:tr>
      <w:tr w:rsidR="00923440" w:rsidRPr="00236DCC" w14:paraId="056582C5"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1CE7D866" w14:textId="77777777" w:rsidR="00923440" w:rsidRPr="00236DCC" w:rsidRDefault="00923440" w:rsidP="00E6720F">
            <w:pPr>
              <w:pStyle w:val="Tabulka"/>
            </w:pPr>
            <w:r w:rsidRPr="00236DCC">
              <w:t xml:space="preserve">Cena za </w:t>
            </w:r>
            <w:r w:rsidRPr="00F62472">
              <w:t>zpracování DUSP a PDPS (</w:t>
            </w:r>
            <w:r w:rsidRPr="006D465A">
              <w:rPr>
                <w:color w:val="000000" w:themeColor="text1"/>
              </w:rPr>
              <w:t>v rozsahu základních a dodatečných služeb):</w:t>
            </w:r>
          </w:p>
        </w:tc>
      </w:tr>
      <w:tr w:rsidR="00923440" w:rsidRPr="00236DCC" w14:paraId="5A6B01FD"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22567E82"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6B400AE1"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2EE48C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42055AA8"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56381EE0" w14:textId="77777777" w:rsidR="00923440" w:rsidRPr="00236DCC" w:rsidRDefault="00923440" w:rsidP="00E6720F">
            <w:pPr>
              <w:pStyle w:val="Tabulka"/>
            </w:pPr>
            <w:r w:rsidRPr="00236DCC">
              <w:t>Cena za výkon autorského dozoru</w:t>
            </w:r>
            <w:r>
              <w:t>:</w:t>
            </w:r>
          </w:p>
        </w:tc>
      </w:tr>
      <w:tr w:rsidR="00923440" w:rsidRPr="00236DCC" w14:paraId="57E2BE18"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6273AC5B"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0AA80A4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B9F4338"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30A37736" w14:textId="77777777" w:rsidR="00923440" w:rsidRDefault="00923440" w:rsidP="00923440">
      <w:pPr>
        <w:pStyle w:val="Textbezodsazen"/>
      </w:pPr>
    </w:p>
    <w:p w14:paraId="0A2119F4" w14:textId="77777777" w:rsidR="00923440" w:rsidRPr="00236DCC" w:rsidRDefault="00923440" w:rsidP="00923440">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p w14:paraId="532A5E63" w14:textId="59E3ABCB" w:rsidR="00923440" w:rsidRDefault="00923440" w:rsidP="00923440">
      <w:pPr>
        <w:pStyle w:val="Textbezodsazen"/>
      </w:pPr>
    </w:p>
    <w:tbl>
      <w:tblPr>
        <w:tblStyle w:val="Tabulka10"/>
        <w:tblW w:w="8868" w:type="dxa"/>
        <w:tblLook w:val="04A0" w:firstRow="1" w:lastRow="0" w:firstColumn="1" w:lastColumn="0" w:noHBand="0" w:noVBand="1"/>
      </w:tblPr>
      <w:tblGrid>
        <w:gridCol w:w="2914"/>
        <w:gridCol w:w="2977"/>
        <w:gridCol w:w="2977"/>
      </w:tblGrid>
      <w:tr w:rsidR="00CA05ED" w:rsidRPr="00B72613" w14:paraId="6E94CC4E" w14:textId="77777777" w:rsidTr="00CA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64A44A17" w14:textId="77777777" w:rsidR="00CA05ED" w:rsidRPr="00B72613" w:rsidRDefault="00CA05ED" w:rsidP="00CA05ED">
            <w:pPr>
              <w:pStyle w:val="Tabulka"/>
              <w:rPr>
                <w:rStyle w:val="Tun"/>
              </w:rPr>
            </w:pPr>
            <w:r w:rsidRPr="00B72613">
              <w:rPr>
                <w:rStyle w:val="Tun"/>
              </w:rPr>
              <w:t>Specifikace položky</w:t>
            </w:r>
          </w:p>
        </w:tc>
        <w:tc>
          <w:tcPr>
            <w:tcW w:w="2977" w:type="dxa"/>
          </w:tcPr>
          <w:p w14:paraId="0DBB51B7"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63A8889"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CA05ED" w:rsidRPr="00B72613" w14:paraId="3195C846"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D6EB2B0" w14:textId="77777777" w:rsidR="00CA05ED" w:rsidRPr="00176EA3" w:rsidRDefault="00CA05ED" w:rsidP="00CA05ED">
            <w:pPr>
              <w:pStyle w:val="Tabulka"/>
              <w:rPr>
                <w:rStyle w:val="Tun"/>
                <w:highlight w:val="yellow"/>
              </w:rPr>
            </w:pPr>
            <w:r w:rsidRPr="00176EA3">
              <w:rPr>
                <w:rStyle w:val="Tun"/>
                <w:highlight w:val="yellow"/>
              </w:rPr>
              <w:lastRenderedPageBreak/>
              <w:t>1. Dílčí etapa</w:t>
            </w:r>
          </w:p>
        </w:tc>
        <w:tc>
          <w:tcPr>
            <w:tcW w:w="2977" w:type="dxa"/>
          </w:tcPr>
          <w:p w14:paraId="7AC9E892"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2EEC12B0"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6F70AF4D"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A30F334" w14:textId="77777777" w:rsidR="00CA05ED" w:rsidRPr="00176EA3" w:rsidRDefault="00CA05ED" w:rsidP="00CA05ED">
            <w:pPr>
              <w:pStyle w:val="Tabulka"/>
              <w:rPr>
                <w:rStyle w:val="Tun"/>
                <w:highlight w:val="yellow"/>
              </w:rPr>
            </w:pPr>
            <w:r w:rsidRPr="00176EA3">
              <w:rPr>
                <w:rStyle w:val="Tun"/>
                <w:highlight w:val="yellow"/>
              </w:rPr>
              <w:t>2. Dílčí etapa</w:t>
            </w:r>
          </w:p>
        </w:tc>
        <w:tc>
          <w:tcPr>
            <w:tcW w:w="2977" w:type="dxa"/>
          </w:tcPr>
          <w:p w14:paraId="22EF0090"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45F552A7"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35EC7C3B"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102069F" w14:textId="77777777" w:rsidR="00CA05ED" w:rsidRPr="00176EA3" w:rsidRDefault="00CA05ED" w:rsidP="00CA05ED">
            <w:pPr>
              <w:pStyle w:val="Tabulka"/>
              <w:rPr>
                <w:rStyle w:val="Tun"/>
                <w:highlight w:val="yellow"/>
              </w:rPr>
            </w:pPr>
            <w:r w:rsidRPr="00176EA3">
              <w:rPr>
                <w:rStyle w:val="Tun"/>
                <w:highlight w:val="yellow"/>
              </w:rPr>
              <w:t>3. Dílčí etapa</w:t>
            </w:r>
          </w:p>
        </w:tc>
        <w:tc>
          <w:tcPr>
            <w:tcW w:w="2977" w:type="dxa"/>
          </w:tcPr>
          <w:p w14:paraId="55C4E018"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CD5ECDB"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9A4F3C2"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C66A1D9" w14:textId="77777777" w:rsidR="00CA05ED" w:rsidRPr="00176EA3" w:rsidRDefault="00CA05ED" w:rsidP="00CA05ED">
            <w:pPr>
              <w:pStyle w:val="Tabulka"/>
              <w:rPr>
                <w:rStyle w:val="Tun"/>
                <w:highlight w:val="yellow"/>
              </w:rPr>
            </w:pPr>
            <w:r w:rsidRPr="00176EA3">
              <w:rPr>
                <w:rStyle w:val="Tun"/>
                <w:highlight w:val="yellow"/>
              </w:rPr>
              <w:t>4. Dílčí etapa</w:t>
            </w:r>
          </w:p>
        </w:tc>
        <w:tc>
          <w:tcPr>
            <w:tcW w:w="2977" w:type="dxa"/>
          </w:tcPr>
          <w:p w14:paraId="185BE770"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18CA72DB"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5B5D145E"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82815CB" w14:textId="77777777" w:rsidR="00CA05ED" w:rsidRPr="00176EA3" w:rsidRDefault="00CA05ED" w:rsidP="00CA05ED">
            <w:pPr>
              <w:pStyle w:val="Tabulka"/>
              <w:rPr>
                <w:rStyle w:val="Tun"/>
                <w:highlight w:val="yellow"/>
              </w:rPr>
            </w:pPr>
            <w:r w:rsidRPr="00176EA3">
              <w:rPr>
                <w:rStyle w:val="Tun"/>
                <w:highlight w:val="yellow"/>
              </w:rPr>
              <w:t>5. Dílčí etapa</w:t>
            </w:r>
          </w:p>
        </w:tc>
        <w:tc>
          <w:tcPr>
            <w:tcW w:w="2977" w:type="dxa"/>
          </w:tcPr>
          <w:p w14:paraId="74D8EF0D"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21+fakturace dle položky 4a a 4b)</w:t>
            </w:r>
          </w:p>
        </w:tc>
        <w:tc>
          <w:tcPr>
            <w:tcW w:w="2977" w:type="dxa"/>
          </w:tcPr>
          <w:p w14:paraId="4157AB8D"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7F1315B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CE33351" w14:textId="77777777" w:rsidR="00CA05ED" w:rsidRPr="00176EA3" w:rsidRDefault="00CA05ED" w:rsidP="00CA05ED">
            <w:pPr>
              <w:pStyle w:val="Tabulka"/>
              <w:rPr>
                <w:rStyle w:val="Tun"/>
                <w:highlight w:val="yellow"/>
              </w:rPr>
            </w:pPr>
            <w:r w:rsidRPr="00176EA3">
              <w:rPr>
                <w:rStyle w:val="Tun"/>
                <w:highlight w:val="yellow"/>
              </w:rPr>
              <w:t>6. Dílčí etapa</w:t>
            </w:r>
          </w:p>
        </w:tc>
        <w:tc>
          <w:tcPr>
            <w:tcW w:w="2977" w:type="dxa"/>
          </w:tcPr>
          <w:p w14:paraId="533463BF"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1BE36E81"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21E43C9"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A34F8EE" w14:textId="77777777" w:rsidR="00CA05ED" w:rsidRPr="00176EA3" w:rsidRDefault="00CA05ED" w:rsidP="00CA05ED">
            <w:pPr>
              <w:pStyle w:val="Tabulka"/>
              <w:rPr>
                <w:rStyle w:val="Tun"/>
                <w:highlight w:val="yellow"/>
              </w:rPr>
            </w:pPr>
            <w:r w:rsidRPr="00176EA3">
              <w:rPr>
                <w:rStyle w:val="Tun"/>
                <w:highlight w:val="yellow"/>
              </w:rPr>
              <w:t>7. Dílčí etapa</w:t>
            </w:r>
          </w:p>
        </w:tc>
        <w:tc>
          <w:tcPr>
            <w:tcW w:w="2977" w:type="dxa"/>
          </w:tcPr>
          <w:p w14:paraId="7D3E8837"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62FCAA4D"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0978611D"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E1B3A81" w14:textId="77777777" w:rsidR="00CA05ED" w:rsidRPr="00176EA3" w:rsidRDefault="00CA05ED" w:rsidP="00CA05ED">
            <w:pPr>
              <w:pStyle w:val="Tabulka"/>
              <w:rPr>
                <w:rStyle w:val="Tun"/>
                <w:highlight w:val="yellow"/>
              </w:rPr>
            </w:pPr>
            <w:r w:rsidRPr="00176EA3">
              <w:rPr>
                <w:rStyle w:val="Tun"/>
                <w:highlight w:val="yellow"/>
              </w:rPr>
              <w:t>8. Dílčí etapa</w:t>
            </w:r>
          </w:p>
        </w:tc>
        <w:tc>
          <w:tcPr>
            <w:tcW w:w="2977" w:type="dxa"/>
          </w:tcPr>
          <w:p w14:paraId="65A04173"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4FFBC9C5"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95F1B5F"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A324124" w14:textId="77777777" w:rsidR="00CA05ED" w:rsidRPr="00176EA3" w:rsidRDefault="00CA05ED" w:rsidP="00CA05ED">
            <w:pPr>
              <w:pStyle w:val="Tabulka"/>
              <w:rPr>
                <w:rStyle w:val="Tun"/>
                <w:highlight w:val="yellow"/>
              </w:rPr>
            </w:pPr>
            <w:r w:rsidRPr="00176EA3">
              <w:rPr>
                <w:rStyle w:val="Tun"/>
                <w:highlight w:val="yellow"/>
              </w:rPr>
              <w:t>9. Dílčí etapa</w:t>
            </w:r>
          </w:p>
        </w:tc>
        <w:tc>
          <w:tcPr>
            <w:tcW w:w="2977" w:type="dxa"/>
          </w:tcPr>
          <w:p w14:paraId="24F9F758"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vAlign w:val="top"/>
          </w:tcPr>
          <w:p w14:paraId="2492A8B6"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7AA2AB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0A9C967" w14:textId="77777777" w:rsidR="00CA05ED" w:rsidRPr="00176EA3" w:rsidRDefault="00CA05ED" w:rsidP="00CA05ED">
            <w:pPr>
              <w:pStyle w:val="Tabulka"/>
              <w:rPr>
                <w:rStyle w:val="Tun"/>
                <w:highlight w:val="yellow"/>
              </w:rPr>
            </w:pPr>
            <w:r w:rsidRPr="00176EA3">
              <w:rPr>
                <w:rStyle w:val="Tun"/>
                <w:highlight w:val="yellow"/>
              </w:rPr>
              <w:t>10. Dílčí etapa</w:t>
            </w:r>
          </w:p>
        </w:tc>
        <w:tc>
          <w:tcPr>
            <w:tcW w:w="2977" w:type="dxa"/>
          </w:tcPr>
          <w:p w14:paraId="4CA04F9B"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vAlign w:val="top"/>
          </w:tcPr>
          <w:p w14:paraId="3D1AC952"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ECFCF78"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635F689" w14:textId="77777777" w:rsidR="00CA05ED" w:rsidRPr="00176EA3" w:rsidRDefault="00CA05ED" w:rsidP="00CA05ED">
            <w:pPr>
              <w:pStyle w:val="Tabulka"/>
              <w:rPr>
                <w:rStyle w:val="Tun"/>
                <w:highlight w:val="yellow"/>
              </w:rPr>
            </w:pPr>
            <w:r w:rsidRPr="00176EA3">
              <w:rPr>
                <w:rStyle w:val="Tun"/>
                <w:highlight w:val="yellow"/>
              </w:rPr>
              <w:t>11. Dílčí etapa</w:t>
            </w:r>
          </w:p>
        </w:tc>
        <w:tc>
          <w:tcPr>
            <w:tcW w:w="2977" w:type="dxa"/>
          </w:tcPr>
          <w:p w14:paraId="3F3FE539"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20)</w:t>
            </w:r>
          </w:p>
        </w:tc>
        <w:tc>
          <w:tcPr>
            <w:tcW w:w="2977" w:type="dxa"/>
            <w:vAlign w:val="top"/>
          </w:tcPr>
          <w:p w14:paraId="1149946D"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5B784C04"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5571F70" w14:textId="7DF98D06" w:rsidR="00CA05ED" w:rsidRPr="00176EA3" w:rsidRDefault="00CA05ED" w:rsidP="00CA05ED">
            <w:pPr>
              <w:pStyle w:val="Tabulka"/>
              <w:rPr>
                <w:rStyle w:val="Tun"/>
                <w:highlight w:val="yellow"/>
              </w:rPr>
            </w:pPr>
            <w:r w:rsidRPr="00176EA3">
              <w:rPr>
                <w:rStyle w:val="Tun"/>
                <w:highlight w:val="yellow"/>
              </w:rPr>
              <w:t>12. Dílčí etapa Výkon autorského dozoru</w:t>
            </w:r>
            <w:r w:rsidR="008C44DC">
              <w:rPr>
                <w:rStyle w:val="Tun"/>
                <w:highlight w:val="yellow"/>
              </w:rPr>
              <w:t>, termín dokončení díla</w:t>
            </w:r>
          </w:p>
        </w:tc>
        <w:tc>
          <w:tcPr>
            <w:tcW w:w="2977" w:type="dxa"/>
          </w:tcPr>
          <w:p w14:paraId="4A5DD44B"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21)</w:t>
            </w:r>
          </w:p>
        </w:tc>
        <w:tc>
          <w:tcPr>
            <w:tcW w:w="2977" w:type="dxa"/>
          </w:tcPr>
          <w:p w14:paraId="0CA61B77"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77FA7EE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109209A" w14:textId="77777777" w:rsidR="00CA05ED" w:rsidRPr="00B72613" w:rsidRDefault="00CA05ED" w:rsidP="00CA05ED">
            <w:pPr>
              <w:pStyle w:val="Tabulka"/>
              <w:rPr>
                <w:rStyle w:val="Tun"/>
              </w:rPr>
            </w:pPr>
            <w:r w:rsidRPr="00B72613">
              <w:rPr>
                <w:rStyle w:val="Tun"/>
              </w:rPr>
              <w:t>Celkem:</w:t>
            </w:r>
          </w:p>
        </w:tc>
        <w:tc>
          <w:tcPr>
            <w:tcW w:w="2977" w:type="dxa"/>
          </w:tcPr>
          <w:p w14:paraId="4634840B"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7BA7A80"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E426D21" w14:textId="77777777" w:rsidR="007E4871" w:rsidRDefault="007E4871" w:rsidP="00923440">
      <w:pPr>
        <w:pStyle w:val="Textbezodsazen"/>
      </w:pPr>
    </w:p>
    <w:p w14:paraId="1B73CF70" w14:textId="77777777" w:rsidR="00923440" w:rsidRDefault="00923440" w:rsidP="00923440">
      <w:pPr>
        <w:pStyle w:val="Textbezodsazen"/>
      </w:pPr>
    </w:p>
    <w:p w14:paraId="306B291B" w14:textId="77777777" w:rsidR="00236DCC" w:rsidRDefault="00236DCC" w:rsidP="00236DCC">
      <w:pPr>
        <w:pStyle w:val="Textbezodsazen"/>
        <w:sectPr w:rsidR="00236DCC"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16B83B73" w:rsidR="00B72613" w:rsidRDefault="00B72613" w:rsidP="00B72613">
      <w:pPr>
        <w:pStyle w:val="Nadpisbezsl1-2"/>
      </w:pPr>
      <w:r>
        <w:t xml:space="preserve">Harmonogram </w:t>
      </w:r>
      <w:r w:rsidRPr="00326C1E">
        <w:t>plnění</w:t>
      </w:r>
      <w:r w:rsidR="005E25D9" w:rsidRPr="00326C1E">
        <w:t xml:space="preserve">  </w:t>
      </w:r>
    </w:p>
    <w:p w14:paraId="27E6B128" w14:textId="77777777" w:rsidR="00923440" w:rsidRPr="009E6D5F" w:rsidRDefault="00923440" w:rsidP="00923440">
      <w:pPr>
        <w:pStyle w:val="Text2-1"/>
        <w:numPr>
          <w:ilvl w:val="0"/>
          <w:numId w:val="0"/>
        </w:numPr>
        <w:ind w:left="737" w:hanging="737"/>
        <w:rPr>
          <w:b/>
          <w:sz w:val="20"/>
          <w:szCs w:val="20"/>
        </w:rPr>
      </w:pPr>
      <w:r w:rsidRPr="009E6D5F">
        <w:rPr>
          <w:b/>
          <w:sz w:val="20"/>
          <w:szCs w:val="20"/>
        </w:rPr>
        <w:t>„Revitalizace trati Plzeň (mimo) – Dobřany (včetně)“</w:t>
      </w:r>
    </w:p>
    <w:p w14:paraId="582702E7" w14:textId="77777777" w:rsidR="00923440" w:rsidRPr="009E6D5F" w:rsidRDefault="00923440" w:rsidP="00923440">
      <w:pPr>
        <w:pStyle w:val="Text2-1"/>
        <w:numPr>
          <w:ilvl w:val="0"/>
          <w:numId w:val="0"/>
        </w:numPr>
        <w:ind w:left="737" w:hanging="737"/>
        <w:rPr>
          <w:b/>
          <w:sz w:val="20"/>
          <w:szCs w:val="20"/>
        </w:rPr>
      </w:pPr>
      <w:r w:rsidRPr="009E6D5F">
        <w:rPr>
          <w:b/>
          <w:sz w:val="20"/>
          <w:szCs w:val="20"/>
        </w:rPr>
        <w:t>„Revitalizace trati Dobřany (mimo) – Přeštice (včetně)“</w:t>
      </w:r>
    </w:p>
    <w:p w14:paraId="6BA73AAC" w14:textId="77777777" w:rsidR="00923440" w:rsidRPr="009E6D5F" w:rsidRDefault="00923440" w:rsidP="00923440">
      <w:pPr>
        <w:pStyle w:val="Text2-1"/>
        <w:numPr>
          <w:ilvl w:val="0"/>
          <w:numId w:val="0"/>
        </w:numPr>
        <w:ind w:left="737" w:hanging="737"/>
        <w:rPr>
          <w:b/>
          <w:sz w:val="20"/>
          <w:szCs w:val="20"/>
        </w:rPr>
      </w:pPr>
      <w:r w:rsidRPr="009E6D5F">
        <w:rPr>
          <w:b/>
          <w:sz w:val="20"/>
          <w:szCs w:val="20"/>
        </w:rPr>
        <w:t>„Revitalizace trati Přeštice (mimo) – Klatovy (mimo)“</w:t>
      </w:r>
    </w:p>
    <w:p w14:paraId="28F8D3A5" w14:textId="77777777" w:rsidR="00923440" w:rsidRPr="00923440" w:rsidRDefault="00923440" w:rsidP="00923440">
      <w:pPr>
        <w:pStyle w:val="Text2-1"/>
        <w:numPr>
          <w:ilvl w:val="0"/>
          <w:numId w:val="0"/>
        </w:numPr>
        <w:ind w:left="737"/>
      </w:pP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27607" w:rsidRDefault="00F62472" w:rsidP="00246637">
            <w:pPr>
              <w:pStyle w:val="Tabulka"/>
              <w:rPr>
                <w:rStyle w:val="Tun"/>
                <w:sz w:val="16"/>
                <w:szCs w:val="16"/>
              </w:rPr>
            </w:pPr>
            <w:r w:rsidRPr="00827607">
              <w:rPr>
                <w:rStyle w:val="Tun"/>
                <w:sz w:val="16"/>
                <w:szCs w:val="16"/>
              </w:rPr>
              <w:t>Termín zahájení prací</w:t>
            </w:r>
          </w:p>
        </w:tc>
        <w:tc>
          <w:tcPr>
            <w:tcW w:w="3005" w:type="dxa"/>
          </w:tcPr>
          <w:p w14:paraId="7F044251"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ihned po nabytí účinnosti Smlouvy</w:t>
            </w:r>
          </w:p>
        </w:tc>
        <w:tc>
          <w:tcPr>
            <w:tcW w:w="3726" w:type="dxa"/>
          </w:tcPr>
          <w:p w14:paraId="61712126"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w:t>
            </w:r>
          </w:p>
        </w:tc>
        <w:tc>
          <w:tcPr>
            <w:tcW w:w="3393" w:type="dxa"/>
          </w:tcPr>
          <w:p w14:paraId="5996DDE3"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w:t>
            </w:r>
          </w:p>
        </w:tc>
      </w:tr>
      <w:tr w:rsidR="00841876"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F62472" w:rsidRPr="00827607" w:rsidRDefault="00F62472" w:rsidP="00246637">
            <w:pPr>
              <w:pStyle w:val="Tabulka"/>
              <w:rPr>
                <w:rStyle w:val="Tun"/>
                <w:sz w:val="16"/>
                <w:szCs w:val="16"/>
              </w:rPr>
            </w:pPr>
            <w:r w:rsidRPr="00827607">
              <w:rPr>
                <w:rStyle w:val="Tun"/>
                <w:sz w:val="16"/>
                <w:szCs w:val="16"/>
              </w:rPr>
              <w:t>1. Dílčí etapa</w:t>
            </w:r>
          </w:p>
        </w:tc>
        <w:tc>
          <w:tcPr>
            <w:tcW w:w="3005" w:type="dxa"/>
          </w:tcPr>
          <w:p w14:paraId="014C9666" w14:textId="4F4774A4" w:rsidR="00F62472" w:rsidRPr="00827607" w:rsidRDefault="00F62472"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8</w:t>
            </w:r>
            <w:r w:rsidR="00E6720F" w:rsidRPr="00827607">
              <w:rPr>
                <w:rFonts w:eastAsia="Times New Roman" w:cs="Times New Roman"/>
                <w:sz w:val="16"/>
                <w:szCs w:val="16"/>
              </w:rPr>
              <w:t xml:space="preserve"> </w:t>
            </w:r>
            <w:r w:rsidRPr="00827607">
              <w:rPr>
                <w:rFonts w:eastAsia="Times New Roman" w:cs="Times New Roman"/>
                <w:sz w:val="16"/>
                <w:szCs w:val="16"/>
              </w:rPr>
              <w:t>měsíců od nabytí účinnosti Smlouvy</w:t>
            </w:r>
          </w:p>
        </w:tc>
        <w:tc>
          <w:tcPr>
            <w:tcW w:w="3726" w:type="dxa"/>
          </w:tcPr>
          <w:p w14:paraId="72328A0A" w14:textId="7982375E"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Odevzdání všech kompletních průzkumů dle VTP a ZTP</w:t>
            </w:r>
          </w:p>
        </w:tc>
        <w:tc>
          <w:tcPr>
            <w:tcW w:w="3393" w:type="dxa"/>
          </w:tcPr>
          <w:p w14:paraId="0254D4A4" w14:textId="1816F4D5"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 xml:space="preserve">Předávací protokol </w:t>
            </w:r>
            <w:r w:rsidR="002E19CA">
              <w:rPr>
                <w:sz w:val="16"/>
                <w:szCs w:val="16"/>
              </w:rPr>
              <w:t xml:space="preserve">podepsaný Objednatelem </w:t>
            </w:r>
          </w:p>
          <w:p w14:paraId="0B6E4630"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841876"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F62472" w:rsidRPr="00827607" w:rsidRDefault="00F62472" w:rsidP="00246637">
            <w:pPr>
              <w:pStyle w:val="Tabulka"/>
              <w:rPr>
                <w:rStyle w:val="Tun"/>
                <w:sz w:val="16"/>
                <w:szCs w:val="16"/>
              </w:rPr>
            </w:pPr>
            <w:r w:rsidRPr="00827607">
              <w:rPr>
                <w:rStyle w:val="Tun"/>
                <w:sz w:val="16"/>
                <w:szCs w:val="16"/>
              </w:rPr>
              <w:t>2. Dílčí etapa</w:t>
            </w:r>
          </w:p>
        </w:tc>
        <w:tc>
          <w:tcPr>
            <w:tcW w:w="3005" w:type="dxa"/>
          </w:tcPr>
          <w:p w14:paraId="6B936204" w14:textId="36725636" w:rsidR="00F62472" w:rsidRPr="00827607" w:rsidRDefault="00F62472"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14</w:t>
            </w:r>
            <w:r w:rsidR="00E6720F" w:rsidRPr="00827607">
              <w:rPr>
                <w:rFonts w:eastAsia="Times New Roman" w:cs="Times New Roman"/>
                <w:sz w:val="16"/>
                <w:szCs w:val="16"/>
              </w:rPr>
              <w:t xml:space="preserve"> </w:t>
            </w:r>
            <w:r w:rsidRPr="00827607">
              <w:rPr>
                <w:rFonts w:eastAsia="Times New Roman" w:cs="Times New Roman"/>
                <w:sz w:val="16"/>
                <w:szCs w:val="16"/>
              </w:rPr>
              <w:t>měsíců od nabytí účinnosti Smlouvy</w:t>
            </w:r>
          </w:p>
        </w:tc>
        <w:tc>
          <w:tcPr>
            <w:tcW w:w="3726" w:type="dxa"/>
          </w:tcPr>
          <w:p w14:paraId="10241354" w14:textId="186B945E"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Návrh technického řešení DUSP k připomínkovému řízení</w:t>
            </w:r>
          </w:p>
        </w:tc>
        <w:tc>
          <w:tcPr>
            <w:tcW w:w="3393" w:type="dxa"/>
          </w:tcPr>
          <w:p w14:paraId="32837010" w14:textId="6C4399D6" w:rsidR="00F62472" w:rsidRPr="00827607" w:rsidRDefault="00F62472"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 xml:space="preserve">Předávací protokol </w:t>
            </w:r>
            <w:r w:rsidR="007E4871">
              <w:rPr>
                <w:rFonts w:eastAsia="Times New Roman" w:cs="Times New Roman"/>
                <w:sz w:val="16"/>
                <w:szCs w:val="16"/>
              </w:rPr>
              <w:t>podepsaný Objednatelem</w:t>
            </w:r>
          </w:p>
        </w:tc>
      </w:tr>
      <w:tr w:rsidR="00841876"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9D5F4F" w:rsidRPr="00827607" w:rsidRDefault="009D5F4F" w:rsidP="00246637">
            <w:pPr>
              <w:pStyle w:val="Tabulka"/>
              <w:rPr>
                <w:rStyle w:val="Tun"/>
                <w:sz w:val="16"/>
                <w:szCs w:val="16"/>
              </w:rPr>
            </w:pPr>
            <w:r w:rsidRPr="00827607">
              <w:rPr>
                <w:rStyle w:val="Tun"/>
                <w:sz w:val="16"/>
                <w:szCs w:val="16"/>
              </w:rPr>
              <w:t>3. Dílčí etapa</w:t>
            </w:r>
          </w:p>
        </w:tc>
        <w:tc>
          <w:tcPr>
            <w:tcW w:w="3005" w:type="dxa"/>
          </w:tcPr>
          <w:p w14:paraId="1D74EAE5" w14:textId="45788460" w:rsidR="009D5F4F" w:rsidRPr="00827607" w:rsidRDefault="009D5F4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17</w:t>
            </w:r>
            <w:r w:rsidR="00E6720F" w:rsidRPr="00827607">
              <w:rPr>
                <w:rFonts w:eastAsia="Times New Roman" w:cs="Times New Roman"/>
                <w:sz w:val="16"/>
                <w:szCs w:val="16"/>
              </w:rPr>
              <w:t xml:space="preserve"> </w:t>
            </w:r>
            <w:r w:rsidRPr="00827607">
              <w:rPr>
                <w:rFonts w:eastAsia="Times New Roman" w:cs="Times New Roman"/>
                <w:sz w:val="16"/>
                <w:szCs w:val="16"/>
              </w:rPr>
              <w:t>měsíců od nabytí účinnosti Smlouvy</w:t>
            </w:r>
          </w:p>
        </w:tc>
        <w:tc>
          <w:tcPr>
            <w:tcW w:w="3726" w:type="dxa"/>
          </w:tcPr>
          <w:p w14:paraId="29641175" w14:textId="60F0AF50" w:rsidR="009D5F4F" w:rsidRPr="00827607" w:rsidRDefault="00E6720F" w:rsidP="009D5F4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Definitivní odevzdání DUSP se zapracovanými připomínkami bez dokladové části</w:t>
            </w:r>
          </w:p>
        </w:tc>
        <w:tc>
          <w:tcPr>
            <w:tcW w:w="3393" w:type="dxa"/>
          </w:tcPr>
          <w:p w14:paraId="067A9865" w14:textId="5735BEA3" w:rsidR="009D5F4F" w:rsidRPr="00827607" w:rsidRDefault="00E6720F"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Předávací p</w:t>
            </w:r>
            <w:r w:rsidR="007E4871">
              <w:rPr>
                <w:rFonts w:eastAsia="Times New Roman" w:cs="Times New Roman"/>
                <w:sz w:val="16"/>
                <w:szCs w:val="16"/>
              </w:rPr>
              <w:t>rotokol podepsaný Objednatelem</w:t>
            </w:r>
          </w:p>
        </w:tc>
      </w:tr>
      <w:tr w:rsidR="00841876"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395E143E" w:rsidR="009D5F4F" w:rsidRPr="00827607" w:rsidRDefault="009D5F4F" w:rsidP="009D5F4F">
            <w:pPr>
              <w:pStyle w:val="Tabulka"/>
              <w:rPr>
                <w:rStyle w:val="Tun"/>
                <w:sz w:val="16"/>
                <w:szCs w:val="16"/>
              </w:rPr>
            </w:pPr>
            <w:r w:rsidRPr="00827607">
              <w:rPr>
                <w:rStyle w:val="Tun"/>
                <w:sz w:val="16"/>
                <w:szCs w:val="16"/>
              </w:rPr>
              <w:t>4. Dílčí etapa</w:t>
            </w:r>
          </w:p>
        </w:tc>
        <w:tc>
          <w:tcPr>
            <w:tcW w:w="3005" w:type="dxa"/>
          </w:tcPr>
          <w:p w14:paraId="7101F8B1" w14:textId="6C4CB6E2" w:rsidR="009D5F4F" w:rsidRPr="00827607" w:rsidRDefault="009D5F4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 xml:space="preserve">19 </w:t>
            </w:r>
            <w:r w:rsidRPr="00827607">
              <w:rPr>
                <w:rFonts w:eastAsia="Times New Roman" w:cs="Times New Roman"/>
                <w:sz w:val="16"/>
                <w:szCs w:val="16"/>
              </w:rPr>
              <w:t>měsíců od nabytí účinnosti Smlouvy</w:t>
            </w:r>
          </w:p>
        </w:tc>
        <w:tc>
          <w:tcPr>
            <w:tcW w:w="3726" w:type="dxa"/>
          </w:tcPr>
          <w:p w14:paraId="61A8D90F" w14:textId="77777777" w:rsidR="00E6720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Zpracování a odevzdání kompletního a úplného</w:t>
            </w:r>
          </w:p>
          <w:p w14:paraId="73AE9FA0" w14:textId="259C0285" w:rsidR="009D5F4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Oznámení EIA</w:t>
            </w:r>
          </w:p>
        </w:tc>
        <w:tc>
          <w:tcPr>
            <w:tcW w:w="3393" w:type="dxa"/>
          </w:tcPr>
          <w:p w14:paraId="0D2EAAC0" w14:textId="1E45382B" w:rsidR="009D5F4F" w:rsidRPr="00827607" w:rsidRDefault="00FF29ED"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E19CA">
              <w:rPr>
                <w:rFonts w:eastAsia="Times New Roman" w:cs="Times New Roman"/>
                <w:sz w:val="16"/>
                <w:szCs w:val="16"/>
              </w:rPr>
              <w:t>Kopie dokladu o podání Oznámení EIA dle § 6 zákona č. 100/2001 Sb.</w:t>
            </w:r>
          </w:p>
        </w:tc>
      </w:tr>
      <w:tr w:rsidR="00841876"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F62472" w:rsidRPr="00827607" w:rsidRDefault="00F62472" w:rsidP="00246637">
            <w:pPr>
              <w:pStyle w:val="Tabulka"/>
              <w:rPr>
                <w:rStyle w:val="Tun"/>
                <w:sz w:val="16"/>
                <w:szCs w:val="16"/>
              </w:rPr>
            </w:pPr>
            <w:r w:rsidRPr="00827607">
              <w:rPr>
                <w:rStyle w:val="Tun"/>
                <w:sz w:val="16"/>
                <w:szCs w:val="16"/>
              </w:rPr>
              <w:t>5. Dílčí etapa</w:t>
            </w:r>
          </w:p>
        </w:tc>
        <w:tc>
          <w:tcPr>
            <w:tcW w:w="3005" w:type="dxa"/>
          </w:tcPr>
          <w:p w14:paraId="3686C0B7" w14:textId="46937F3E" w:rsidR="00F62472" w:rsidRPr="00827607" w:rsidRDefault="00F62472" w:rsidP="00BD37D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 xml:space="preserve">3 </w:t>
            </w:r>
            <w:r w:rsidRPr="00827607">
              <w:rPr>
                <w:rFonts w:eastAsia="Times New Roman" w:cs="Times New Roman"/>
                <w:sz w:val="16"/>
                <w:szCs w:val="16"/>
              </w:rPr>
              <w:t xml:space="preserve">měsíců od </w:t>
            </w:r>
            <w:r w:rsidR="00E6720F" w:rsidRPr="00827607">
              <w:rPr>
                <w:rFonts w:eastAsia="Times New Roman" w:cs="Times New Roman"/>
                <w:sz w:val="16"/>
                <w:szCs w:val="16"/>
              </w:rPr>
              <w:t>vydání stanoviska EIA</w:t>
            </w:r>
          </w:p>
        </w:tc>
        <w:tc>
          <w:tcPr>
            <w:tcW w:w="3726" w:type="dxa"/>
          </w:tcPr>
          <w:p w14:paraId="32A18462" w14:textId="77777777" w:rsidR="00E6720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Definitivní odevzdání DUSP se zapracovanými připomínkami vč. dokladové části;</w:t>
            </w:r>
          </w:p>
          <w:p w14:paraId="6A9BF4B6" w14:textId="796080E2" w:rsidR="00F62472"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Podání žádosti o společné povolení</w:t>
            </w:r>
          </w:p>
        </w:tc>
        <w:tc>
          <w:tcPr>
            <w:tcW w:w="3393" w:type="dxa"/>
          </w:tcPr>
          <w:p w14:paraId="2030383C" w14:textId="77777777" w:rsidR="00E6720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Předávací protokol podepsaný Objednatelem;</w:t>
            </w:r>
          </w:p>
          <w:p w14:paraId="518AD8F3" w14:textId="77808F83" w:rsidR="00F62472"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Kopie žádosti o společné povolení potvrzená místně příslušným s</w:t>
            </w:r>
            <w:r w:rsidR="007E4871">
              <w:rPr>
                <w:sz w:val="16"/>
                <w:szCs w:val="16"/>
              </w:rPr>
              <w:t>tavebním úřadem</w:t>
            </w:r>
          </w:p>
        </w:tc>
      </w:tr>
      <w:tr w:rsidR="00841876" w:rsidRPr="00841876" w14:paraId="2FEF353E"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DE081AB" w14:textId="36240AB3" w:rsidR="00F62472" w:rsidRPr="00827607" w:rsidRDefault="00F62472" w:rsidP="00246637">
            <w:pPr>
              <w:pStyle w:val="Tabulka"/>
              <w:rPr>
                <w:rStyle w:val="Tun"/>
                <w:sz w:val="16"/>
                <w:szCs w:val="16"/>
              </w:rPr>
            </w:pPr>
            <w:r w:rsidRPr="00827607">
              <w:rPr>
                <w:rStyle w:val="Tun"/>
                <w:sz w:val="16"/>
                <w:szCs w:val="16"/>
              </w:rPr>
              <w:t>6.</w:t>
            </w:r>
            <w:r w:rsidR="00E6720F" w:rsidRPr="00827607">
              <w:rPr>
                <w:rStyle w:val="Tun"/>
                <w:sz w:val="16"/>
                <w:szCs w:val="16"/>
              </w:rPr>
              <w:t xml:space="preserve"> </w:t>
            </w:r>
            <w:r w:rsidRPr="00827607">
              <w:rPr>
                <w:rStyle w:val="Tun"/>
                <w:sz w:val="16"/>
                <w:szCs w:val="16"/>
              </w:rPr>
              <w:t>Dílčí etapa</w:t>
            </w:r>
          </w:p>
        </w:tc>
        <w:tc>
          <w:tcPr>
            <w:tcW w:w="3005" w:type="dxa"/>
          </w:tcPr>
          <w:p w14:paraId="05588271" w14:textId="0D8D1F1D" w:rsidR="00F62472" w:rsidRPr="00827607" w:rsidRDefault="00F62472"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6</w:t>
            </w:r>
            <w:r w:rsidR="00E6720F" w:rsidRPr="00827607">
              <w:rPr>
                <w:rFonts w:eastAsia="Times New Roman" w:cs="Times New Roman"/>
                <w:sz w:val="16"/>
                <w:szCs w:val="16"/>
              </w:rPr>
              <w:t xml:space="preserve"> </w:t>
            </w:r>
            <w:r w:rsidRPr="00827607">
              <w:rPr>
                <w:rFonts w:eastAsia="Times New Roman" w:cs="Times New Roman"/>
                <w:sz w:val="16"/>
                <w:szCs w:val="16"/>
              </w:rPr>
              <w:t xml:space="preserve">měsíců od </w:t>
            </w:r>
            <w:r w:rsidR="00E6720F" w:rsidRPr="00827607">
              <w:rPr>
                <w:rFonts w:eastAsia="Times New Roman" w:cs="Times New Roman"/>
                <w:sz w:val="16"/>
                <w:szCs w:val="16"/>
              </w:rPr>
              <w:t>termínu 5. Dílčí etapy</w:t>
            </w:r>
          </w:p>
        </w:tc>
        <w:tc>
          <w:tcPr>
            <w:tcW w:w="3726" w:type="dxa"/>
          </w:tcPr>
          <w:p w14:paraId="2F90D1D0" w14:textId="1305C6C6"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Nabytí právní moci společného povolení</w:t>
            </w:r>
          </w:p>
        </w:tc>
        <w:tc>
          <w:tcPr>
            <w:tcW w:w="3393" w:type="dxa"/>
          </w:tcPr>
          <w:p w14:paraId="33C53782" w14:textId="65E77361" w:rsidR="00F62472" w:rsidRPr="00827607" w:rsidRDefault="007E4871" w:rsidP="007E487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Společné povolení v právní moci</w:t>
            </w:r>
          </w:p>
        </w:tc>
      </w:tr>
      <w:tr w:rsidR="00841876" w:rsidRPr="00841876" w14:paraId="2A4C27EA"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6DA5C26" w14:textId="77777777" w:rsidR="00F62472" w:rsidRPr="00841876" w:rsidRDefault="00F62472" w:rsidP="00246637">
            <w:pPr>
              <w:pStyle w:val="Tabulka"/>
              <w:rPr>
                <w:rStyle w:val="Tun"/>
                <w:sz w:val="16"/>
                <w:szCs w:val="16"/>
              </w:rPr>
            </w:pPr>
            <w:r w:rsidRPr="00841876">
              <w:rPr>
                <w:rStyle w:val="Tun"/>
                <w:sz w:val="16"/>
                <w:szCs w:val="16"/>
              </w:rPr>
              <w:t>7. Dílčí etapa</w:t>
            </w:r>
          </w:p>
        </w:tc>
        <w:tc>
          <w:tcPr>
            <w:tcW w:w="3005" w:type="dxa"/>
          </w:tcPr>
          <w:p w14:paraId="69B1EB57" w14:textId="7598F038" w:rsidR="00F62472"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D</w:t>
            </w:r>
            <w:r w:rsidRPr="00E6720F">
              <w:rPr>
                <w:rFonts w:eastAsia="Times New Roman" w:cs="Times New Roman"/>
                <w:sz w:val="16"/>
                <w:szCs w:val="16"/>
              </w:rPr>
              <w:t xml:space="preserve">o </w:t>
            </w:r>
            <w:r w:rsidRPr="00827607">
              <w:rPr>
                <w:rFonts w:eastAsia="Times New Roman" w:cs="Times New Roman"/>
                <w:b/>
                <w:sz w:val="16"/>
                <w:szCs w:val="16"/>
              </w:rPr>
              <w:t>6</w:t>
            </w:r>
            <w:r w:rsidRPr="00E6720F">
              <w:rPr>
                <w:rFonts w:eastAsia="Times New Roman" w:cs="Times New Roman"/>
                <w:sz w:val="16"/>
                <w:szCs w:val="16"/>
              </w:rPr>
              <w:t xml:space="preserve"> měsíců od termínu 6. Dílčí etapy</w:t>
            </w:r>
          </w:p>
        </w:tc>
        <w:tc>
          <w:tcPr>
            <w:tcW w:w="3726" w:type="dxa"/>
          </w:tcPr>
          <w:p w14:paraId="699E557A" w14:textId="51A79584" w:rsidR="00F62472" w:rsidRPr="00841876" w:rsidRDefault="00E6720F" w:rsidP="0024663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6720F">
              <w:rPr>
                <w:sz w:val="16"/>
                <w:szCs w:val="16"/>
              </w:rPr>
              <w:t>Kompletní majetkoprávní vypořádání stavby</w:t>
            </w:r>
          </w:p>
        </w:tc>
        <w:tc>
          <w:tcPr>
            <w:tcW w:w="3393" w:type="dxa"/>
          </w:tcPr>
          <w:p w14:paraId="54826AE8" w14:textId="4B760C6D" w:rsidR="00F62472" w:rsidRPr="00841876" w:rsidRDefault="00E6720F" w:rsidP="007E487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6720F">
              <w:rPr>
                <w:sz w:val="16"/>
                <w:szCs w:val="16"/>
              </w:rPr>
              <w:t xml:space="preserve">Předávací </w:t>
            </w:r>
            <w:r w:rsidR="007E4871">
              <w:rPr>
                <w:sz w:val="16"/>
                <w:szCs w:val="16"/>
              </w:rPr>
              <w:t>protokol podepsaný Objednatelem</w:t>
            </w:r>
          </w:p>
        </w:tc>
      </w:tr>
      <w:tr w:rsidR="00841876"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77777777" w:rsidR="00F62472" w:rsidRPr="00841876" w:rsidRDefault="00F62472" w:rsidP="00246637">
            <w:pPr>
              <w:pStyle w:val="Tabulka"/>
              <w:rPr>
                <w:rStyle w:val="Tun"/>
                <w:sz w:val="16"/>
                <w:szCs w:val="16"/>
              </w:rPr>
            </w:pPr>
            <w:r w:rsidRPr="00841876">
              <w:rPr>
                <w:rStyle w:val="Tun"/>
                <w:sz w:val="16"/>
                <w:szCs w:val="16"/>
              </w:rPr>
              <w:lastRenderedPageBreak/>
              <w:t>8. Dílčí etapa</w:t>
            </w:r>
          </w:p>
        </w:tc>
        <w:tc>
          <w:tcPr>
            <w:tcW w:w="3005" w:type="dxa"/>
          </w:tcPr>
          <w:p w14:paraId="1E0CACD8" w14:textId="06F4FEED" w:rsidR="00F62472"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27607">
              <w:rPr>
                <w:sz w:val="16"/>
                <w:szCs w:val="16"/>
              </w:rPr>
              <w:t>D</w:t>
            </w:r>
            <w:r w:rsidR="00E6720F" w:rsidRPr="00827607">
              <w:rPr>
                <w:sz w:val="16"/>
                <w:szCs w:val="16"/>
              </w:rPr>
              <w:t xml:space="preserve">o </w:t>
            </w:r>
            <w:r w:rsidR="00E6720F" w:rsidRPr="00827607">
              <w:rPr>
                <w:b/>
                <w:sz w:val="16"/>
                <w:szCs w:val="16"/>
              </w:rPr>
              <w:t>5</w:t>
            </w:r>
            <w:r w:rsidR="00E6720F" w:rsidRPr="00827607">
              <w:rPr>
                <w:sz w:val="16"/>
                <w:szCs w:val="16"/>
              </w:rPr>
              <w:t xml:space="preserve"> měsíců od pokynu Objednatele k zahájení prací na PDPS (pokyn nastane nejdříve po 5. Dílčí etapě)</w:t>
            </w:r>
          </w:p>
        </w:tc>
        <w:tc>
          <w:tcPr>
            <w:tcW w:w="3726" w:type="dxa"/>
          </w:tcPr>
          <w:p w14:paraId="674FA94B" w14:textId="61F930D1"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27607">
              <w:rPr>
                <w:rFonts w:eastAsia="Times New Roman" w:cs="Times New Roman"/>
                <w:sz w:val="16"/>
                <w:szCs w:val="16"/>
              </w:rPr>
              <w:t>Předložení PDPS k připomínkám</w:t>
            </w:r>
          </w:p>
        </w:tc>
        <w:tc>
          <w:tcPr>
            <w:tcW w:w="3393" w:type="dxa"/>
          </w:tcPr>
          <w:p w14:paraId="0B09A3FA" w14:textId="289FC5AE" w:rsidR="00F62472" w:rsidRPr="00827607" w:rsidRDefault="00E6720F"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27607">
              <w:rPr>
                <w:rFonts w:eastAsia="Times New Roman" w:cs="Times New Roman"/>
                <w:sz w:val="16"/>
                <w:szCs w:val="16"/>
              </w:rPr>
              <w:t xml:space="preserve">Předávací </w:t>
            </w:r>
            <w:r w:rsidR="007E4871">
              <w:rPr>
                <w:rFonts w:eastAsia="Times New Roman" w:cs="Times New Roman"/>
                <w:sz w:val="16"/>
                <w:szCs w:val="16"/>
              </w:rPr>
              <w:t>protokol podepsaný Objednatelem</w:t>
            </w:r>
          </w:p>
        </w:tc>
      </w:tr>
      <w:tr w:rsidR="00E6720F" w:rsidRPr="00841876" w14:paraId="65647A02"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CBA74E0" w14:textId="126ABD01" w:rsidR="00E6720F" w:rsidRPr="00841876" w:rsidRDefault="00E6720F" w:rsidP="00E6720F">
            <w:pPr>
              <w:pStyle w:val="Tabulka"/>
              <w:rPr>
                <w:rStyle w:val="Tun"/>
                <w:sz w:val="16"/>
                <w:szCs w:val="16"/>
              </w:rPr>
            </w:pPr>
            <w:r>
              <w:rPr>
                <w:rStyle w:val="Tun"/>
                <w:sz w:val="16"/>
                <w:szCs w:val="16"/>
              </w:rPr>
              <w:t>9</w:t>
            </w:r>
            <w:r w:rsidRPr="00E6720F">
              <w:rPr>
                <w:rStyle w:val="Tun"/>
                <w:sz w:val="16"/>
                <w:szCs w:val="16"/>
              </w:rPr>
              <w:t>. Dílčí etapa</w:t>
            </w:r>
          </w:p>
        </w:tc>
        <w:tc>
          <w:tcPr>
            <w:tcW w:w="3005" w:type="dxa"/>
          </w:tcPr>
          <w:p w14:paraId="4822ACE3" w14:textId="6895BE12" w:rsidR="00E6720F"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 xml:space="preserve">Do </w:t>
            </w:r>
            <w:r w:rsidRPr="00827607">
              <w:rPr>
                <w:b/>
                <w:sz w:val="16"/>
                <w:szCs w:val="16"/>
              </w:rPr>
              <w:t>8</w:t>
            </w:r>
            <w:r w:rsidRPr="00827607">
              <w:rPr>
                <w:sz w:val="16"/>
                <w:szCs w:val="16"/>
              </w:rPr>
              <w:t xml:space="preserve"> měsíců od pokynu Objednatele k zahájení prací na PDPS</w:t>
            </w:r>
          </w:p>
        </w:tc>
        <w:tc>
          <w:tcPr>
            <w:tcW w:w="3726" w:type="dxa"/>
          </w:tcPr>
          <w:p w14:paraId="754F4F83" w14:textId="0AE6AF41" w:rsidR="00E6720F" w:rsidRPr="00827607" w:rsidRDefault="00827607" w:rsidP="008276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Odevzdání PDPS se zapracovanými připomínkami bez dokladové části</w:t>
            </w:r>
          </w:p>
        </w:tc>
        <w:tc>
          <w:tcPr>
            <w:tcW w:w="3393" w:type="dxa"/>
          </w:tcPr>
          <w:p w14:paraId="7EAA46A1" w14:textId="159C4E80" w:rsidR="00E6720F" w:rsidRPr="00827607" w:rsidRDefault="00827607"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 xml:space="preserve">Předávací </w:t>
            </w:r>
            <w:r w:rsidR="007E4871">
              <w:rPr>
                <w:rFonts w:eastAsia="Times New Roman" w:cs="Times New Roman"/>
                <w:sz w:val="16"/>
                <w:szCs w:val="16"/>
              </w:rPr>
              <w:t>protokol podepsaný Objednatelem</w:t>
            </w:r>
          </w:p>
        </w:tc>
      </w:tr>
      <w:tr w:rsidR="00E6720F" w:rsidRPr="00841876" w14:paraId="32C5E6D2"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E6B8585" w14:textId="6E941CAD" w:rsidR="00E6720F" w:rsidRPr="00841876" w:rsidRDefault="00E6720F" w:rsidP="00E6720F">
            <w:pPr>
              <w:pStyle w:val="Tabulka"/>
              <w:rPr>
                <w:rStyle w:val="Tun"/>
                <w:sz w:val="16"/>
                <w:szCs w:val="16"/>
              </w:rPr>
            </w:pPr>
            <w:r>
              <w:rPr>
                <w:rStyle w:val="Tun"/>
                <w:sz w:val="16"/>
                <w:szCs w:val="16"/>
              </w:rPr>
              <w:t>10</w:t>
            </w:r>
            <w:r w:rsidRPr="00E6720F">
              <w:rPr>
                <w:rStyle w:val="Tun"/>
                <w:sz w:val="16"/>
                <w:szCs w:val="16"/>
              </w:rPr>
              <w:t>. Dílčí etapa</w:t>
            </w:r>
          </w:p>
        </w:tc>
        <w:tc>
          <w:tcPr>
            <w:tcW w:w="3005" w:type="dxa"/>
          </w:tcPr>
          <w:p w14:paraId="5DEE2FDB" w14:textId="1228D6BD" w:rsidR="00E6720F"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 xml:space="preserve">Do </w:t>
            </w:r>
            <w:r w:rsidRPr="00827607">
              <w:rPr>
                <w:b/>
                <w:sz w:val="16"/>
                <w:szCs w:val="16"/>
              </w:rPr>
              <w:t xml:space="preserve">10 </w:t>
            </w:r>
            <w:r w:rsidRPr="00827607">
              <w:rPr>
                <w:sz w:val="16"/>
                <w:szCs w:val="16"/>
              </w:rPr>
              <w:t>měsíců od pokynu Objednatele k zahájení prací na PDPS</w:t>
            </w:r>
          </w:p>
        </w:tc>
        <w:tc>
          <w:tcPr>
            <w:tcW w:w="3726" w:type="dxa"/>
          </w:tcPr>
          <w:p w14:paraId="15AEDE05" w14:textId="15A3EE5F" w:rsidR="00E6720F" w:rsidRPr="00827607" w:rsidRDefault="008276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Definitivní odevzdání DUSP+PDPS (PDPS se zapracovanými připomínkami, kompletní dokladovou částí, náklady a oceněnými soupisy prací ve struktuře dle VTP, a návrhem podkladů pro ZTP na zhotovení stavby) v rozsahu dle VTP a ZTP</w:t>
            </w:r>
          </w:p>
        </w:tc>
        <w:tc>
          <w:tcPr>
            <w:tcW w:w="3393" w:type="dxa"/>
          </w:tcPr>
          <w:p w14:paraId="70882A26" w14:textId="6231CA36" w:rsidR="00E6720F" w:rsidRPr="00827607" w:rsidRDefault="008C44DC"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C44DC">
              <w:rPr>
                <w:rFonts w:eastAsia="Times New Roman" w:cs="Times New Roman"/>
                <w:sz w:val="16"/>
                <w:szCs w:val="16"/>
              </w:rPr>
              <w:t>Předávací protokol podepsaný Objednatelem</w:t>
            </w:r>
          </w:p>
        </w:tc>
      </w:tr>
      <w:tr w:rsidR="00E6720F" w:rsidRPr="00841876" w14:paraId="1D29ADF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E8927A5" w14:textId="6F4CAD5E" w:rsidR="00E6720F" w:rsidRPr="00E6720F" w:rsidRDefault="00827607" w:rsidP="00827607">
            <w:pPr>
              <w:pStyle w:val="Tabulka"/>
              <w:rPr>
                <w:rStyle w:val="Tun"/>
                <w:sz w:val="16"/>
                <w:szCs w:val="16"/>
              </w:rPr>
            </w:pPr>
            <w:r w:rsidRPr="00827607">
              <w:rPr>
                <w:rStyle w:val="Tun"/>
                <w:sz w:val="16"/>
                <w:szCs w:val="16"/>
              </w:rPr>
              <w:t>1</w:t>
            </w:r>
            <w:r>
              <w:rPr>
                <w:rStyle w:val="Tun"/>
                <w:sz w:val="16"/>
                <w:szCs w:val="16"/>
              </w:rPr>
              <w:t>1</w:t>
            </w:r>
            <w:r w:rsidRPr="00827607">
              <w:rPr>
                <w:rStyle w:val="Tun"/>
                <w:sz w:val="16"/>
                <w:szCs w:val="16"/>
              </w:rPr>
              <w:t>. Dílčí etapa</w:t>
            </w:r>
          </w:p>
        </w:tc>
        <w:tc>
          <w:tcPr>
            <w:tcW w:w="3005" w:type="dxa"/>
          </w:tcPr>
          <w:p w14:paraId="7EC2BC14" w14:textId="5BA9F8CB" w:rsidR="00E6720F"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Od doručení oznámení Objednatele o zahájení procesu „</w:t>
            </w:r>
            <w:proofErr w:type="spellStart"/>
            <w:r w:rsidRPr="00827607">
              <w:rPr>
                <w:sz w:val="16"/>
                <w:szCs w:val="16"/>
              </w:rPr>
              <w:t>Trackside</w:t>
            </w:r>
            <w:proofErr w:type="spellEnd"/>
            <w:r w:rsidRPr="00827607">
              <w:rPr>
                <w:sz w:val="16"/>
                <w:szCs w:val="16"/>
              </w:rPr>
              <w:t xml:space="preserve"> </w:t>
            </w:r>
            <w:proofErr w:type="spellStart"/>
            <w:r w:rsidRPr="00827607">
              <w:rPr>
                <w:sz w:val="16"/>
                <w:szCs w:val="16"/>
              </w:rPr>
              <w:t>Approval</w:t>
            </w:r>
            <w:proofErr w:type="spellEnd"/>
            <w:r w:rsidRPr="00827607">
              <w:rPr>
                <w:sz w:val="16"/>
                <w:szCs w:val="16"/>
              </w:rPr>
              <w:t>“ Evropskou železniční agenturou (ERA) do doručení oznámení Objednatele o vydání souhlasného stanoviska „</w:t>
            </w:r>
            <w:proofErr w:type="spellStart"/>
            <w:r w:rsidRPr="00827607">
              <w:rPr>
                <w:sz w:val="16"/>
                <w:szCs w:val="16"/>
              </w:rPr>
              <w:t>Trackside</w:t>
            </w:r>
            <w:proofErr w:type="spellEnd"/>
            <w:r w:rsidRPr="00827607">
              <w:rPr>
                <w:sz w:val="16"/>
                <w:szCs w:val="16"/>
              </w:rPr>
              <w:t xml:space="preserve"> </w:t>
            </w:r>
            <w:proofErr w:type="spellStart"/>
            <w:r w:rsidRPr="00827607">
              <w:rPr>
                <w:sz w:val="16"/>
                <w:szCs w:val="16"/>
              </w:rPr>
              <w:t>Approval</w:t>
            </w:r>
            <w:proofErr w:type="spellEnd"/>
            <w:r w:rsidRPr="00827607">
              <w:rPr>
                <w:sz w:val="16"/>
                <w:szCs w:val="16"/>
              </w:rPr>
              <w:t>“ ERA</w:t>
            </w:r>
          </w:p>
        </w:tc>
        <w:tc>
          <w:tcPr>
            <w:tcW w:w="3726" w:type="dxa"/>
          </w:tcPr>
          <w:p w14:paraId="0FB654FD" w14:textId="06B7F7AA" w:rsidR="00E6720F" w:rsidRPr="00827607" w:rsidRDefault="008276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Součinnost s Objednatelem a zhotovitelem stavby při procesu „</w:t>
            </w:r>
            <w:proofErr w:type="spellStart"/>
            <w:r w:rsidRPr="00827607">
              <w:rPr>
                <w:rFonts w:eastAsia="Times New Roman" w:cs="Times New Roman"/>
                <w:sz w:val="16"/>
                <w:szCs w:val="16"/>
              </w:rPr>
              <w:t>Trackside</w:t>
            </w:r>
            <w:proofErr w:type="spellEnd"/>
            <w:r w:rsidRPr="00827607">
              <w:rPr>
                <w:rFonts w:eastAsia="Times New Roman" w:cs="Times New Roman"/>
                <w:sz w:val="16"/>
                <w:szCs w:val="16"/>
              </w:rPr>
              <w:t xml:space="preserve"> </w:t>
            </w:r>
            <w:proofErr w:type="spellStart"/>
            <w:r w:rsidRPr="00827607">
              <w:rPr>
                <w:rFonts w:eastAsia="Times New Roman" w:cs="Times New Roman"/>
                <w:sz w:val="16"/>
                <w:szCs w:val="16"/>
              </w:rPr>
              <w:t>Approval</w:t>
            </w:r>
            <w:proofErr w:type="spellEnd"/>
            <w:r w:rsidRPr="00827607">
              <w:rPr>
                <w:rFonts w:eastAsia="Times New Roman" w:cs="Times New Roman"/>
                <w:sz w:val="16"/>
                <w:szCs w:val="16"/>
              </w:rPr>
              <w:t>“ a případná aktualizace projektové dokumentace dle požadavků ERA</w:t>
            </w:r>
          </w:p>
        </w:tc>
        <w:tc>
          <w:tcPr>
            <w:tcW w:w="3393" w:type="dxa"/>
          </w:tcPr>
          <w:p w14:paraId="60E71BFD" w14:textId="5B3AA2CF" w:rsidR="00E6720F" w:rsidRPr="00827607" w:rsidRDefault="00827607"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Oznámení Objednatele o vydání souhlasného stanovi</w:t>
            </w:r>
            <w:r w:rsidR="007E4871">
              <w:rPr>
                <w:rFonts w:eastAsia="Times New Roman" w:cs="Times New Roman"/>
                <w:sz w:val="16"/>
                <w:szCs w:val="16"/>
              </w:rPr>
              <w:t>ska „</w:t>
            </w:r>
            <w:proofErr w:type="spellStart"/>
            <w:r w:rsidR="007E4871">
              <w:rPr>
                <w:rFonts w:eastAsia="Times New Roman" w:cs="Times New Roman"/>
                <w:sz w:val="16"/>
                <w:szCs w:val="16"/>
              </w:rPr>
              <w:t>Trackside</w:t>
            </w:r>
            <w:proofErr w:type="spellEnd"/>
            <w:r w:rsidR="007E4871">
              <w:rPr>
                <w:rFonts w:eastAsia="Times New Roman" w:cs="Times New Roman"/>
                <w:sz w:val="16"/>
                <w:szCs w:val="16"/>
              </w:rPr>
              <w:t xml:space="preserve"> </w:t>
            </w:r>
            <w:proofErr w:type="spellStart"/>
            <w:r w:rsidR="007E4871">
              <w:rPr>
                <w:rFonts w:eastAsia="Times New Roman" w:cs="Times New Roman"/>
                <w:sz w:val="16"/>
                <w:szCs w:val="16"/>
              </w:rPr>
              <w:t>Approval</w:t>
            </w:r>
            <w:proofErr w:type="spellEnd"/>
            <w:r w:rsidR="007E4871">
              <w:rPr>
                <w:rFonts w:eastAsia="Times New Roman" w:cs="Times New Roman"/>
                <w:sz w:val="16"/>
                <w:szCs w:val="16"/>
              </w:rPr>
              <w:t>“ od ERA</w:t>
            </w:r>
          </w:p>
        </w:tc>
      </w:tr>
      <w:tr w:rsidR="00841876"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65F6EC08" w:rsidR="00F62472" w:rsidRPr="00841876" w:rsidRDefault="007E4871" w:rsidP="00246637">
            <w:pPr>
              <w:pStyle w:val="Tabulka"/>
              <w:rPr>
                <w:rStyle w:val="Tun"/>
                <w:sz w:val="16"/>
                <w:szCs w:val="16"/>
              </w:rPr>
            </w:pPr>
            <w:r w:rsidRPr="008C44DC">
              <w:rPr>
                <w:rStyle w:val="Tun"/>
                <w:sz w:val="16"/>
                <w:szCs w:val="16"/>
              </w:rPr>
              <w:t>12. Dílčí etapa Výkon autorského dozoru</w:t>
            </w:r>
            <w:r w:rsidR="008C44DC" w:rsidRPr="008C44DC">
              <w:rPr>
                <w:rStyle w:val="Tun"/>
                <w:sz w:val="16"/>
                <w:szCs w:val="16"/>
              </w:rPr>
              <w:t>, termín</w:t>
            </w:r>
            <w:r w:rsidR="008C44DC">
              <w:rPr>
                <w:rStyle w:val="Tun"/>
                <w:sz w:val="16"/>
                <w:szCs w:val="16"/>
              </w:rPr>
              <w:t xml:space="preserve"> dokončení Díla</w:t>
            </w:r>
          </w:p>
        </w:tc>
        <w:tc>
          <w:tcPr>
            <w:tcW w:w="3005" w:type="dxa"/>
          </w:tcPr>
          <w:p w14:paraId="44C9D2E9" w14:textId="77777777" w:rsidR="00827607" w:rsidRPr="00827607" w:rsidRDefault="00827607" w:rsidP="008276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Předpoklad:</w:t>
            </w:r>
          </w:p>
          <w:p w14:paraId="7FD51DA8" w14:textId="0DAD14A2" w:rsidR="00F62472" w:rsidRPr="00827607" w:rsidRDefault="00827607" w:rsidP="008276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highlight w:val="green"/>
              </w:rPr>
            </w:pPr>
            <w:r w:rsidRPr="00827607">
              <w:rPr>
                <w:rFonts w:eastAsia="Times New Roman" w:cs="Times New Roman"/>
                <w:b/>
                <w:sz w:val="16"/>
                <w:szCs w:val="16"/>
              </w:rPr>
              <w:t>07/2027 – 05/2029</w:t>
            </w:r>
          </w:p>
        </w:tc>
        <w:tc>
          <w:tcPr>
            <w:tcW w:w="3726" w:type="dxa"/>
          </w:tcPr>
          <w:p w14:paraId="2DDFBBEE" w14:textId="270656BE" w:rsidR="00F62472" w:rsidRPr="00827607" w:rsidRDefault="00827607" w:rsidP="0024663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827607">
              <w:rPr>
                <w:sz w:val="16"/>
                <w:szCs w:val="16"/>
              </w:rPr>
              <w:t>Autorský dozor (AD) projektanta při zhotovení Stavby; Zhotovitel se zavazuje provádět AD ode dne zahájení zhotovení stavby do ukončení zhotovení stavby v předpokládané délce 23 měsíců</w:t>
            </w:r>
          </w:p>
        </w:tc>
        <w:tc>
          <w:tcPr>
            <w:tcW w:w="3393" w:type="dxa"/>
          </w:tcPr>
          <w:p w14:paraId="128539FE" w14:textId="51F9F1E3" w:rsidR="00827607" w:rsidRPr="008C44DC" w:rsidRDefault="008276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C44DC">
              <w:rPr>
                <w:rFonts w:eastAsia="Times New Roman" w:cs="Times New Roman"/>
                <w:sz w:val="16"/>
                <w:szCs w:val="16"/>
              </w:rPr>
              <w:t xml:space="preserve">Výkaz poskytnutých služeb (1x za čtvrtletí) – stručný popis výkonů a specifikace výkonu </w:t>
            </w:r>
            <w:r w:rsidR="008C44DC" w:rsidRPr="008C44DC">
              <w:rPr>
                <w:rFonts w:eastAsia="Times New Roman" w:cs="Times New Roman"/>
                <w:sz w:val="16"/>
                <w:szCs w:val="16"/>
              </w:rPr>
              <w:t>autorského dozoru pro</w:t>
            </w:r>
            <w:r w:rsidRPr="008C44DC">
              <w:rPr>
                <w:rFonts w:eastAsia="Times New Roman" w:cs="Times New Roman"/>
                <w:sz w:val="16"/>
                <w:szCs w:val="16"/>
              </w:rPr>
              <w:t>jektanta</w:t>
            </w:r>
          </w:p>
          <w:p w14:paraId="07E5C908" w14:textId="50ADAF92" w:rsidR="008C44DC" w:rsidRDefault="008C44D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C44DC">
              <w:rPr>
                <w:rFonts w:eastAsia="Times New Roman" w:cs="Times New Roman"/>
                <w:sz w:val="16"/>
                <w:szCs w:val="16"/>
              </w:rPr>
              <w:t>Po ukončení přejímacího řízení Stavby a předložení výkazu poskytnutých služeb (o výkonu autorského dozoru projektanta)</w:t>
            </w:r>
          </w:p>
          <w:p w14:paraId="63B33D8B" w14:textId="36C392DC" w:rsidR="008C44DC" w:rsidRPr="00827607" w:rsidRDefault="008C44D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r>
    </w:tbl>
    <w:p w14:paraId="16DC39AC" w14:textId="77777777" w:rsidR="00B72613" w:rsidRDefault="00B72613" w:rsidP="00B72613">
      <w:pPr>
        <w:pStyle w:val="Nadpisbezsl1-2"/>
        <w:sectPr w:rsidR="00B72613" w:rsidSect="00B24A25">
          <w:headerReference w:type="default" r:id="rId23"/>
          <w:footerReference w:type="even" r:id="rId24"/>
          <w:footerReference w:type="default" r:id="rId25"/>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8DD9732" w:rsidR="00817F98" w:rsidRPr="00FB4272" w:rsidRDefault="00BF6E8C"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00639">
              <w:rPr>
                <w:b/>
              </w:rPr>
              <w:t>JUDr. Richard Cihlář</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B0E009B" w:rsidR="00817F98" w:rsidRPr="00FB4272" w:rsidRDefault="00BF6E8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F6E8C">
              <w:t xml:space="preserve">Budova </w:t>
            </w:r>
            <w:proofErr w:type="spellStart"/>
            <w:r w:rsidRPr="00BF6E8C">
              <w:t>Diamond</w:t>
            </w:r>
            <w:proofErr w:type="spellEnd"/>
            <w:r w:rsidRPr="00BF6E8C">
              <w:t xml:space="preserve"> Point, Ke Štvanici 656/3, 186 00 Praha 8 - Karlín</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5B1286AB" w:rsidR="00817F98" w:rsidRPr="00BF6E8C" w:rsidRDefault="00BF6E8C" w:rsidP="00817F98">
            <w:pPr>
              <w:pStyle w:val="Tabulka"/>
              <w:cnfStyle w:val="000000000000" w:firstRow="0" w:lastRow="0" w:firstColumn="0" w:lastColumn="0" w:oddVBand="0" w:evenVBand="0" w:oddHBand="0" w:evenHBand="0" w:firstRowFirstColumn="0" w:firstRowLastColumn="0" w:lastRowFirstColumn="0" w:lastRowLastColumn="0"/>
            </w:pPr>
            <w:r w:rsidRPr="00BF6E8C">
              <w:t>CihlarR@spravazeleznic.cz</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07BAB605" w:rsidR="00817F98" w:rsidRPr="00BF6E8C" w:rsidRDefault="00BF6E8C" w:rsidP="00BF6E8C">
            <w:pPr>
              <w:pStyle w:val="Tabulka"/>
              <w:cnfStyle w:val="000000000000" w:firstRow="0" w:lastRow="0" w:firstColumn="0" w:lastColumn="0" w:oddVBand="0" w:evenVBand="0" w:oddHBand="0" w:evenHBand="0" w:firstRowFirstColumn="0" w:firstRowLastColumn="0" w:lastRowFirstColumn="0" w:lastRowLastColumn="0"/>
            </w:pPr>
            <w:r w:rsidRPr="00BF6E8C">
              <w:t>+420 702 163 402</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1466F515" w14:textId="77777777" w:rsidR="00923440" w:rsidRPr="00BF6E8C" w:rsidRDefault="00923440" w:rsidP="00923440">
            <w:pPr>
              <w:pStyle w:val="Tabulka"/>
              <w:cnfStyle w:val="100000000000" w:firstRow="1" w:lastRow="0" w:firstColumn="0" w:lastColumn="0" w:oddVBand="0" w:evenVBand="0" w:oddHBand="0" w:evenHBand="0" w:firstRowFirstColumn="0" w:firstRowLastColumn="0" w:lastRowFirstColumn="0" w:lastRowLastColumn="0"/>
              <w:rPr>
                <w:b/>
              </w:rPr>
            </w:pPr>
            <w:r w:rsidRPr="00BF6E8C">
              <w:rPr>
                <w:b/>
              </w:rPr>
              <w:t>Lukáš Sieber, DiS.</w:t>
            </w:r>
          </w:p>
          <w:p w14:paraId="5414AFE0" w14:textId="5C69E3D5" w:rsidR="00817F98" w:rsidRPr="00FB4272" w:rsidRDefault="00817F98" w:rsidP="00923440">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3D0858D" w:rsidR="00817F98" w:rsidRPr="00FB4272" w:rsidRDefault="0092344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440">
              <w:t>Sušická 1106/25, 326 00 Plzeň</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0648FE3" w:rsidR="00817F98" w:rsidRPr="00FB4272" w:rsidRDefault="0092344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440">
              <w:t>SieberL@spravazeleznic.cz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00A25611" w:rsidR="00817F98" w:rsidRPr="00FB4272" w:rsidRDefault="00923440" w:rsidP="0092344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440">
              <w:t>+420 702 117 986</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AA262EB" w:rsidR="00817F98" w:rsidRPr="00BF6E8C" w:rsidRDefault="00923440" w:rsidP="00817F98">
            <w:pPr>
              <w:cnfStyle w:val="100000000000" w:firstRow="1" w:lastRow="0" w:firstColumn="0" w:lastColumn="0" w:oddVBand="0" w:evenVBand="0" w:oddHBand="0" w:evenHBand="0" w:firstRowFirstColumn="0" w:firstRowLastColumn="0" w:lastRowFirstColumn="0" w:lastRowLastColumn="0"/>
              <w:rPr>
                <w:b/>
                <w:highlight w:val="green"/>
              </w:rPr>
            </w:pPr>
            <w:r w:rsidRPr="00BF6E8C">
              <w:rPr>
                <w:b/>
                <w:sz w:val="18"/>
                <w:szCs w:val="18"/>
              </w:rPr>
              <w:t>Ing. Ondřej Kugler</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4EBB3633" w:rsidR="00817F98" w:rsidRPr="00923440" w:rsidRDefault="00923440" w:rsidP="00817F98">
            <w:pPr>
              <w:cnfStyle w:val="000000000000" w:firstRow="0" w:lastRow="0" w:firstColumn="0" w:lastColumn="0" w:oddVBand="0" w:evenVBand="0" w:oddHBand="0" w:evenHBand="0" w:firstRowFirstColumn="0" w:firstRowLastColumn="0" w:lastRowFirstColumn="0" w:lastRowLastColumn="0"/>
              <w:rPr>
                <w:highlight w:val="green"/>
              </w:rPr>
            </w:pPr>
            <w:r w:rsidRPr="00923440">
              <w:rPr>
                <w:sz w:val="18"/>
                <w:szCs w:val="18"/>
              </w:rPr>
              <w:t>Sušická 1105/23a, 326 00 Plzeň</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11E4AAB9" w:rsidR="00817F98" w:rsidRPr="00923440" w:rsidRDefault="00923440"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23440">
              <w:rPr>
                <w:sz w:val="18"/>
                <w:szCs w:val="18"/>
              </w:rPr>
              <w:t>KuglerO@spravazeleznic.cz</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923440" w:rsidRDefault="00817F98" w:rsidP="00817F98">
            <w:pPr>
              <w:pStyle w:val="Tabulka"/>
            </w:pPr>
            <w:r w:rsidRPr="00923440">
              <w:t>Telefon</w:t>
            </w:r>
          </w:p>
        </w:tc>
        <w:tc>
          <w:tcPr>
            <w:tcW w:w="5812" w:type="dxa"/>
            <w:shd w:val="clear" w:color="auto" w:fill="auto"/>
          </w:tcPr>
          <w:p w14:paraId="0348E98E" w14:textId="00BAFB00" w:rsidR="00817F98" w:rsidRPr="00923440" w:rsidRDefault="00923440" w:rsidP="00817F98">
            <w:pPr>
              <w:cnfStyle w:val="000000000000" w:firstRow="0" w:lastRow="0" w:firstColumn="0" w:lastColumn="0" w:oddVBand="0" w:evenVBand="0" w:oddHBand="0" w:evenHBand="0" w:firstRowFirstColumn="0" w:firstRowLastColumn="0" w:lastRowFirstColumn="0" w:lastRowLastColumn="0"/>
              <w:rPr>
                <w:sz w:val="18"/>
                <w:szCs w:val="18"/>
              </w:rPr>
            </w:pPr>
            <w:r w:rsidRPr="00923440">
              <w:rPr>
                <w:sz w:val="18"/>
                <w:szCs w:val="18"/>
              </w:rPr>
              <w:t>+ 420 607 037 215</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lastRenderedPageBreak/>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5DD76B60"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399DB525" w14:textId="57FDD128" w:rsidR="00817F98" w:rsidRPr="009044B1" w:rsidRDefault="00817F98" w:rsidP="00817F98">
      <w:pPr>
        <w:pStyle w:val="Nadpistabulky"/>
        <w:rPr>
          <w:strike/>
          <w:color w:val="FF0000"/>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3D1E0C8D"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54624A" w:rsidRDefault="00817F98" w:rsidP="00817F98">
            <w:pPr>
              <w:pStyle w:val="Tabulka"/>
              <w:rPr>
                <w:rStyle w:val="Nadpisvtabulce"/>
                <w:u w:val="single"/>
              </w:rPr>
            </w:pPr>
            <w:r w:rsidRPr="0054624A">
              <w:rPr>
                <w:rStyle w:val="Nadpisvtabulce"/>
                <w:u w:val="single"/>
              </w:rPr>
              <w:t>Jméno a příjmení</w:t>
            </w:r>
          </w:p>
        </w:tc>
        <w:tc>
          <w:tcPr>
            <w:tcW w:w="5812" w:type="dxa"/>
            <w:shd w:val="clear" w:color="auto" w:fill="auto"/>
          </w:tcPr>
          <w:p w14:paraId="1A3B505D" w14:textId="77777777" w:rsidR="00817F98" w:rsidRPr="0054624A" w:rsidRDefault="00817F98" w:rsidP="00817F98">
            <w:pPr>
              <w:pStyle w:val="Tabulka"/>
              <w:cnfStyle w:val="100000000000" w:firstRow="1" w:lastRow="0" w:firstColumn="0" w:lastColumn="0" w:oddVBand="0" w:evenVBand="0" w:oddHBand="0" w:evenHBand="0" w:firstRowFirstColumn="0" w:firstRowLastColumn="0" w:lastRowFirstColumn="0" w:lastRowLastColumn="0"/>
              <w:rPr>
                <w:b/>
                <w:u w:val="single"/>
              </w:rPr>
            </w:pPr>
            <w:r w:rsidRPr="0054624A">
              <w:rPr>
                <w:b/>
                <w:highlight w:val="yellow"/>
                <w:u w:val="single"/>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lastRenderedPageBreak/>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68A8D99D"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20C0BD4F" w14:textId="77777777" w:rsidR="00817F98" w:rsidRPr="00F95FBD" w:rsidRDefault="00817F98"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472A0BE" w14:textId="08A07D75" w:rsidR="00817F98" w:rsidRPr="00F95FBD" w:rsidRDefault="00C2684F" w:rsidP="00817F98">
      <w:pPr>
        <w:pStyle w:val="Nadpistabulky"/>
        <w:rPr>
          <w:sz w:val="18"/>
          <w:szCs w:val="18"/>
        </w:rPr>
      </w:pPr>
      <w:r>
        <w:rPr>
          <w:sz w:val="18"/>
          <w:szCs w:val="18"/>
        </w:rPr>
        <w:t>Specialista na geotechniku</w:t>
      </w:r>
      <w:r w:rsidR="0054624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5AAC9DE9" w:rsidR="00817F98" w:rsidRDefault="00817F98" w:rsidP="00817F98">
      <w:pPr>
        <w:pStyle w:val="Tabulka"/>
      </w:pPr>
    </w:p>
    <w:p w14:paraId="2B32DEA5" w14:textId="77777777" w:rsidR="005F09BF" w:rsidRPr="00F95FBD" w:rsidRDefault="005F09BF" w:rsidP="00817F98">
      <w:pPr>
        <w:pStyle w:val="Tabulka"/>
      </w:pPr>
    </w:p>
    <w:p w14:paraId="327F5F8D" w14:textId="78DD7483"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20B300B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15A2C" w14:textId="77777777" w:rsidR="00485F55" w:rsidRDefault="00485F55" w:rsidP="00817F98">
            <w:pPr>
              <w:pStyle w:val="Tabulka"/>
            </w:pPr>
          </w:p>
          <w:p w14:paraId="58DD07A1" w14:textId="5EFEE4EE" w:rsidR="00485F55" w:rsidRPr="00F95FBD" w:rsidRDefault="00485F55" w:rsidP="00817F98">
            <w:pPr>
              <w:pStyle w:val="Tabulka"/>
            </w:pPr>
          </w:p>
        </w:tc>
        <w:tc>
          <w:tcPr>
            <w:tcW w:w="5812" w:type="dxa"/>
            <w:shd w:val="clear" w:color="auto" w:fill="auto"/>
          </w:tcPr>
          <w:p w14:paraId="327A80FC" w14:textId="77777777" w:rsidR="00485F55" w:rsidRPr="00F95FBD" w:rsidRDefault="00485F55"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219A5ADB" w14:textId="364033C6" w:rsidR="00485F55" w:rsidRPr="0054624A" w:rsidRDefault="00C2684F" w:rsidP="00485F55">
      <w:pPr>
        <w:pStyle w:val="Nadpistabulky"/>
        <w:rPr>
          <w:sz w:val="18"/>
          <w:szCs w:val="18"/>
        </w:rPr>
      </w:pPr>
      <w:r w:rsidRPr="00C2684F">
        <w:rPr>
          <w:sz w:val="18"/>
          <w:szCs w:val="18"/>
        </w:rPr>
        <w:t xml:space="preserve">Specialista na hodnocení ekonomické efektivnosti </w:t>
      </w:r>
    </w:p>
    <w:tbl>
      <w:tblPr>
        <w:tblStyle w:val="Tabulka10"/>
        <w:tblW w:w="8868" w:type="dxa"/>
        <w:tblLook w:val="04A0" w:firstRow="1" w:lastRow="0" w:firstColumn="1" w:lastColumn="0" w:noHBand="0" w:noVBand="1"/>
      </w:tblPr>
      <w:tblGrid>
        <w:gridCol w:w="3056"/>
        <w:gridCol w:w="5812"/>
      </w:tblGrid>
      <w:tr w:rsidR="00485F55" w:rsidRPr="00F95FBD" w14:paraId="6F8E89AC"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C39F5"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396840E6"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41A9590"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48EAF" w14:textId="77777777" w:rsidR="00485F55" w:rsidRPr="00F95FBD" w:rsidRDefault="00485F55" w:rsidP="00451504">
            <w:pPr>
              <w:pStyle w:val="Tabulka"/>
            </w:pPr>
            <w:r w:rsidRPr="00F95FBD">
              <w:t>Adresa</w:t>
            </w:r>
          </w:p>
        </w:tc>
        <w:tc>
          <w:tcPr>
            <w:tcW w:w="5812" w:type="dxa"/>
            <w:shd w:val="clear" w:color="auto" w:fill="auto"/>
          </w:tcPr>
          <w:p w14:paraId="4322AB8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6DA1D29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E8680A" w14:textId="77777777" w:rsidR="00485F55" w:rsidRPr="00F95FBD" w:rsidRDefault="00485F55" w:rsidP="00451504">
            <w:pPr>
              <w:pStyle w:val="Tabulka"/>
            </w:pPr>
            <w:r w:rsidRPr="00F95FBD">
              <w:t>E-mail</w:t>
            </w:r>
          </w:p>
        </w:tc>
        <w:tc>
          <w:tcPr>
            <w:tcW w:w="5812" w:type="dxa"/>
            <w:shd w:val="clear" w:color="auto" w:fill="auto"/>
          </w:tcPr>
          <w:p w14:paraId="30EC2059"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72CC72C3"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7F584" w14:textId="77777777" w:rsidR="00485F55" w:rsidRPr="00F95FBD" w:rsidRDefault="00485F55" w:rsidP="00451504">
            <w:pPr>
              <w:pStyle w:val="Tabulka"/>
            </w:pPr>
            <w:r w:rsidRPr="00F95FBD">
              <w:t>Telefon</w:t>
            </w:r>
          </w:p>
        </w:tc>
        <w:tc>
          <w:tcPr>
            <w:tcW w:w="5812" w:type="dxa"/>
            <w:shd w:val="clear" w:color="auto" w:fill="auto"/>
          </w:tcPr>
          <w:p w14:paraId="5632B81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84A2A6" w14:textId="77777777" w:rsidR="00485F55" w:rsidRDefault="00485F55"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4E4CA58E" w:rsidR="004436EE" w:rsidRPr="004436EE" w:rsidRDefault="00994B93" w:rsidP="00994B93">
            <w:pPr>
              <w:pStyle w:val="Tabulka"/>
              <w:cnfStyle w:val="000000000000" w:firstRow="0" w:lastRow="0" w:firstColumn="0" w:lastColumn="0" w:oddVBand="0" w:evenVBand="0" w:oddHBand="0" w:evenHBand="0" w:firstRowFirstColumn="0" w:firstRowLastColumn="0" w:lastRowFirstColumn="0" w:lastRowLastColumn="0"/>
            </w:pPr>
            <w:r w:rsidRPr="00994B93">
              <w:t>170 000 000,- Kč</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C268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3A59E51" w:rsidR="00C2684F" w:rsidRPr="00C66209" w:rsidRDefault="00C2684F" w:rsidP="00C2684F">
            <w:pPr>
              <w:pStyle w:val="Tabulka"/>
            </w:pPr>
            <w:r w:rsidRPr="005C759C">
              <w:t>Záměr projektu „Revitalizace trati Plzeň (mimo) – Dobřany (včetně)“</w:t>
            </w:r>
          </w:p>
        </w:tc>
        <w:tc>
          <w:tcPr>
            <w:tcW w:w="3129" w:type="dxa"/>
          </w:tcPr>
          <w:p w14:paraId="66DE2F1F"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554FC7CB"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r>
              <w:t>02/2022</w:t>
            </w:r>
          </w:p>
        </w:tc>
      </w:tr>
      <w:tr w:rsidR="00C2684F"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5950F36E" w:rsidR="00C2684F" w:rsidRPr="00C66209" w:rsidRDefault="00C2684F" w:rsidP="00C2684F">
            <w:pPr>
              <w:pStyle w:val="Tabulka"/>
            </w:pPr>
            <w:r w:rsidRPr="00C2684F">
              <w:t>Záměr projektu „Revitalizace trati Dobřany (mimo) – Přeštice (včetně)“</w:t>
            </w:r>
          </w:p>
        </w:tc>
        <w:tc>
          <w:tcPr>
            <w:tcW w:w="3129" w:type="dxa"/>
          </w:tcPr>
          <w:p w14:paraId="73520AC1"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5E9F602F"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r>
              <w:t>02/2022</w:t>
            </w:r>
          </w:p>
        </w:tc>
      </w:tr>
      <w:tr w:rsidR="00C2684F" w:rsidRPr="00F95FBD" w14:paraId="35FDF26E"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16BA1F71" w14:textId="0934B25D" w:rsidR="00C2684F" w:rsidRPr="00C66209" w:rsidRDefault="00C2684F" w:rsidP="00C2684F">
            <w:pPr>
              <w:pStyle w:val="Tabulka"/>
            </w:pPr>
            <w:r w:rsidRPr="005C759C">
              <w:t>Záměr projektu „Revitalizace trati Přeštice (mimo) – Klatovy (mimo)“</w:t>
            </w:r>
          </w:p>
        </w:tc>
        <w:tc>
          <w:tcPr>
            <w:tcW w:w="3129" w:type="dxa"/>
          </w:tcPr>
          <w:p w14:paraId="7D54E73F"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D385ABE" w14:textId="426E0E12"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r>
              <w:t>02/2022</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77C21" w14:textId="77777777" w:rsidR="006D658A" w:rsidRDefault="006D658A" w:rsidP="00962258">
      <w:pPr>
        <w:spacing w:after="0" w:line="240" w:lineRule="auto"/>
      </w:pPr>
      <w:r>
        <w:separator/>
      </w:r>
    </w:p>
  </w:endnote>
  <w:endnote w:type="continuationSeparator" w:id="0">
    <w:p w14:paraId="1F247CC1" w14:textId="77777777" w:rsidR="006D658A" w:rsidRDefault="006D65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2C0C1ACE" w14:textId="77777777" w:rsidTr="00D36695">
      <w:tc>
        <w:tcPr>
          <w:tcW w:w="907" w:type="dxa"/>
          <w:tcMar>
            <w:left w:w="0" w:type="dxa"/>
            <w:right w:w="0" w:type="dxa"/>
          </w:tcMar>
          <w:vAlign w:val="bottom"/>
        </w:tcPr>
        <w:p w14:paraId="5D7FDB7B" w14:textId="7B597BAF"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0D13ECCE" w14:textId="77777777" w:rsidR="00D04201" w:rsidRPr="00671F70" w:rsidRDefault="00D04201" w:rsidP="00204180">
          <w:pPr>
            <w:pStyle w:val="Zpatvlevo"/>
            <w:rPr>
              <w:b/>
            </w:rPr>
          </w:pPr>
          <w:r w:rsidRPr="00671F70">
            <w:rPr>
              <w:b/>
            </w:rPr>
            <w:t>PŘÍLOHA č. 1</w:t>
          </w:r>
        </w:p>
        <w:p w14:paraId="50705C9F" w14:textId="77777777" w:rsidR="00D04201" w:rsidRDefault="00D04201" w:rsidP="00204180">
          <w:pPr>
            <w:pStyle w:val="Zpatvlevo"/>
          </w:pPr>
          <w:r>
            <w:t>Smlouva o dílo – Zhotovení DUSP+PDPS+AD</w:t>
          </w:r>
        </w:p>
        <w:p w14:paraId="7A00EA75" w14:textId="77777777" w:rsidR="00D04201" w:rsidRDefault="00D04201" w:rsidP="007D4A01">
          <w:pPr>
            <w:pStyle w:val="Zpatvlevo"/>
          </w:pPr>
          <w:r>
            <w:t>„Revitalizace trati Plzeň (mimo) – Dobřany (včetně)“</w:t>
          </w:r>
        </w:p>
        <w:p w14:paraId="102F71E8" w14:textId="77777777" w:rsidR="00D04201" w:rsidRDefault="00D04201" w:rsidP="007D4A01">
          <w:pPr>
            <w:pStyle w:val="Zpatvlevo"/>
          </w:pPr>
          <w:r>
            <w:t>„Revitalizace trati Dobřany (mimo) – Přeštice (včetně)“</w:t>
          </w:r>
        </w:p>
        <w:p w14:paraId="019E2C0A" w14:textId="07319E3D" w:rsidR="00D04201" w:rsidRPr="003462EB" w:rsidRDefault="00D04201" w:rsidP="007D4A01">
          <w:pPr>
            <w:pStyle w:val="Zpatvlevo"/>
          </w:pPr>
          <w:r>
            <w:t>„Revitalizace trati Přeštice (mimo) – Klatovy (mimo)“</w:t>
          </w:r>
        </w:p>
      </w:tc>
    </w:tr>
  </w:tbl>
  <w:p w14:paraId="676D19E4" w14:textId="77777777" w:rsidR="00D04201" w:rsidRPr="00A50995" w:rsidRDefault="00D042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D04201" w:rsidRPr="009E09BE" w14:paraId="59597DFF" w14:textId="77777777" w:rsidTr="00B24A25">
      <w:tc>
        <w:tcPr>
          <w:tcW w:w="12758" w:type="dxa"/>
          <w:tcMar>
            <w:left w:w="0" w:type="dxa"/>
            <w:right w:w="0" w:type="dxa"/>
          </w:tcMar>
          <w:vAlign w:val="bottom"/>
        </w:tcPr>
        <w:p w14:paraId="10ED3722" w14:textId="77777777" w:rsidR="00D04201" w:rsidRPr="008C00FC" w:rsidRDefault="00D04201" w:rsidP="00204180">
          <w:pPr>
            <w:pStyle w:val="Zpatvpravo"/>
            <w:rPr>
              <w:rStyle w:val="Tun"/>
            </w:rPr>
          </w:pPr>
          <w:r w:rsidRPr="008C00FC">
            <w:rPr>
              <w:rStyle w:val="Tun"/>
            </w:rPr>
            <w:t xml:space="preserve">PŘÍLOHA č. </w:t>
          </w:r>
          <w:r>
            <w:rPr>
              <w:rStyle w:val="Tun"/>
            </w:rPr>
            <w:t>5</w:t>
          </w:r>
        </w:p>
        <w:p w14:paraId="7768C10E" w14:textId="75531B42" w:rsidR="00D04201" w:rsidRDefault="00D04201" w:rsidP="00246637">
          <w:pPr>
            <w:pStyle w:val="Zpatvpravo"/>
          </w:pPr>
          <w:r>
            <w:t>Smlouva o dílo – Zhotovení DUSP+PDP+A</w:t>
          </w:r>
          <w:r w:rsidR="006C0A5D">
            <w:t>D</w:t>
          </w:r>
        </w:p>
        <w:p w14:paraId="0DD17774" w14:textId="77777777" w:rsidR="006C0A5D" w:rsidRDefault="006C0A5D" w:rsidP="006C0A5D">
          <w:pPr>
            <w:pStyle w:val="Zpatvpravo"/>
          </w:pPr>
          <w:r>
            <w:t>„Revitalizace trati Plzeň (mimo) – Dobřany (včetně)“</w:t>
          </w:r>
        </w:p>
        <w:p w14:paraId="37E05723" w14:textId="77777777" w:rsidR="006C0A5D" w:rsidRDefault="006C0A5D" w:rsidP="006C0A5D">
          <w:pPr>
            <w:pStyle w:val="Zpatvpravo"/>
          </w:pPr>
          <w:r>
            <w:t>„Revitalizace trati Dobřany (mimo) – Přeštice (včetně)“</w:t>
          </w:r>
        </w:p>
        <w:p w14:paraId="08C32EA6" w14:textId="03D03139" w:rsidR="00D04201" w:rsidRPr="0020397D" w:rsidRDefault="006C0A5D" w:rsidP="006C0A5D">
          <w:pPr>
            <w:pStyle w:val="Zpatvpravo"/>
            <w:rPr>
              <w:rStyle w:val="Tun"/>
              <w:b w:val="0"/>
            </w:rPr>
          </w:pPr>
          <w:r>
            <w:t>„Revitalizace trati Přeštice (mimo) – Klatovy (mimo)“</w:t>
          </w:r>
        </w:p>
      </w:tc>
      <w:tc>
        <w:tcPr>
          <w:tcW w:w="907" w:type="dxa"/>
          <w:vAlign w:val="bottom"/>
        </w:tcPr>
        <w:p w14:paraId="42E153D2" w14:textId="3EA95724" w:rsidR="00D04201" w:rsidRPr="009E09BE" w:rsidRDefault="00D0420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D04201" w:rsidRPr="00B8518B" w:rsidRDefault="00D0420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6FB3FCB0" w14:textId="77777777" w:rsidTr="00B24A25">
      <w:tc>
        <w:tcPr>
          <w:tcW w:w="907" w:type="dxa"/>
          <w:tcMar>
            <w:left w:w="0" w:type="dxa"/>
            <w:right w:w="0" w:type="dxa"/>
          </w:tcMar>
          <w:vAlign w:val="bottom"/>
        </w:tcPr>
        <w:p w14:paraId="618A5179" w14:textId="208F7B68"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204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2048">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D04201" w:rsidRPr="00671F70" w:rsidRDefault="00D04201" w:rsidP="00204180">
          <w:pPr>
            <w:pStyle w:val="Zpatvlevo"/>
            <w:rPr>
              <w:b/>
            </w:rPr>
          </w:pPr>
          <w:r w:rsidRPr="00671F70">
            <w:rPr>
              <w:b/>
            </w:rPr>
            <w:t>PŘ</w:t>
          </w:r>
          <w:r>
            <w:rPr>
              <w:b/>
            </w:rPr>
            <w:t>ÍLOHA č. 6</w:t>
          </w:r>
        </w:p>
        <w:p w14:paraId="3323341E" w14:textId="65015913" w:rsidR="00D04201" w:rsidRDefault="00D04201" w:rsidP="00817F98">
          <w:pPr>
            <w:pStyle w:val="Zpatvlevo"/>
          </w:pPr>
          <w:r>
            <w:t>Smlouva o dílo – Zhotovení DUSP+PDPS+A</w:t>
          </w:r>
          <w:r w:rsidR="006C0A5D">
            <w:t>D</w:t>
          </w:r>
        </w:p>
        <w:p w14:paraId="5CDDAFCF" w14:textId="77777777" w:rsidR="006C0A5D" w:rsidRDefault="006C0A5D" w:rsidP="006C0A5D">
          <w:pPr>
            <w:pStyle w:val="Zpatvlevo"/>
          </w:pPr>
          <w:r>
            <w:t>„Revitalizace trati Plzeň (mimo) – Dobřany (včetně)“</w:t>
          </w:r>
        </w:p>
        <w:p w14:paraId="3FAE7569" w14:textId="77777777" w:rsidR="006C0A5D" w:rsidRDefault="006C0A5D" w:rsidP="006C0A5D">
          <w:pPr>
            <w:pStyle w:val="Zpatvlevo"/>
          </w:pPr>
          <w:r>
            <w:t>„Revitalizace trati Dobřany (mimo) – Přeštice (včetně)“</w:t>
          </w:r>
        </w:p>
        <w:p w14:paraId="68932309" w14:textId="068F1892" w:rsidR="00D04201" w:rsidRPr="003462EB" w:rsidRDefault="006C0A5D" w:rsidP="006C0A5D">
          <w:pPr>
            <w:pStyle w:val="Zpatvlevo"/>
          </w:pPr>
          <w:r>
            <w:t>„Revitalizace trati Přeštice (mimo) – Klatovy (mimo)“</w:t>
          </w:r>
          <w:r w:rsidRPr="003462EB">
            <w:t xml:space="preserve"> </w:t>
          </w:r>
        </w:p>
      </w:tc>
    </w:tr>
  </w:tbl>
  <w:p w14:paraId="66F1E5C5" w14:textId="77777777" w:rsidR="00D04201" w:rsidRPr="00A50995" w:rsidRDefault="00D0420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5AED1072" w14:textId="77777777" w:rsidTr="00B24A25">
      <w:tc>
        <w:tcPr>
          <w:tcW w:w="7825" w:type="dxa"/>
          <w:tcMar>
            <w:left w:w="0" w:type="dxa"/>
            <w:right w:w="0" w:type="dxa"/>
          </w:tcMar>
          <w:vAlign w:val="bottom"/>
        </w:tcPr>
        <w:p w14:paraId="0A9E202E" w14:textId="77777777" w:rsidR="00D04201" w:rsidRPr="008C00FC" w:rsidRDefault="00D04201" w:rsidP="00204180">
          <w:pPr>
            <w:pStyle w:val="Zpatvpravo"/>
            <w:rPr>
              <w:rStyle w:val="Tun"/>
            </w:rPr>
          </w:pPr>
          <w:r w:rsidRPr="008C00FC">
            <w:rPr>
              <w:rStyle w:val="Tun"/>
            </w:rPr>
            <w:t xml:space="preserve">PŘÍLOHA č. </w:t>
          </w:r>
          <w:r>
            <w:rPr>
              <w:rStyle w:val="Tun"/>
            </w:rPr>
            <w:t>6</w:t>
          </w:r>
        </w:p>
        <w:p w14:paraId="2B6684F3" w14:textId="77777777" w:rsidR="006C0A5D" w:rsidRDefault="00D04201" w:rsidP="00204180">
          <w:pPr>
            <w:pStyle w:val="Zpatvpravo"/>
          </w:pPr>
          <w:r>
            <w:t>Smlouva o dílo – Zhotovení DUSP+PDPS+A</w:t>
          </w:r>
          <w:r w:rsidR="006C0A5D">
            <w:t>D</w:t>
          </w:r>
        </w:p>
        <w:p w14:paraId="558161DE" w14:textId="77777777" w:rsidR="006C0A5D" w:rsidRDefault="006C0A5D" w:rsidP="006C0A5D">
          <w:pPr>
            <w:pStyle w:val="Zpatvpravo"/>
          </w:pPr>
          <w:r>
            <w:t>„Revitalizace trati Plzeň (mimo) – Dobřany (včetně)“</w:t>
          </w:r>
        </w:p>
        <w:p w14:paraId="5F946347" w14:textId="77777777" w:rsidR="006C0A5D" w:rsidRDefault="006C0A5D" w:rsidP="006C0A5D">
          <w:pPr>
            <w:pStyle w:val="Zpatvpravo"/>
          </w:pPr>
          <w:r>
            <w:t>„Revitalizace trati Dobřany (mimo) – Přeštice (včetně)“</w:t>
          </w:r>
        </w:p>
        <w:p w14:paraId="4B89B221" w14:textId="6A8AA344" w:rsidR="00D04201" w:rsidRPr="00612EE8" w:rsidRDefault="006C0A5D" w:rsidP="006C0A5D">
          <w:pPr>
            <w:pStyle w:val="Zpatvpravo"/>
            <w:rPr>
              <w:rStyle w:val="Tun"/>
            </w:rPr>
          </w:pPr>
          <w:r>
            <w:t>„Revitalizace trati Přeštice (mimo) – Klatovy (mimo)“</w:t>
          </w:r>
          <w:r w:rsidR="00D04201">
            <w:t xml:space="preserve"> </w:t>
          </w:r>
        </w:p>
      </w:tc>
      <w:tc>
        <w:tcPr>
          <w:tcW w:w="907" w:type="dxa"/>
          <w:vAlign w:val="bottom"/>
        </w:tcPr>
        <w:p w14:paraId="7C837A05" w14:textId="1CFE81FB"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D04201" w:rsidRPr="00B8518B" w:rsidRDefault="00D0420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79CA559A" w14:textId="77777777" w:rsidTr="00B24A25">
      <w:tc>
        <w:tcPr>
          <w:tcW w:w="907" w:type="dxa"/>
          <w:tcMar>
            <w:left w:w="0" w:type="dxa"/>
            <w:right w:w="0" w:type="dxa"/>
          </w:tcMar>
          <w:vAlign w:val="bottom"/>
        </w:tcPr>
        <w:p w14:paraId="45558156"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D04201" w:rsidRPr="00671F70" w:rsidRDefault="00D04201" w:rsidP="00204180">
          <w:pPr>
            <w:pStyle w:val="Zpatvlevo"/>
            <w:rPr>
              <w:b/>
            </w:rPr>
          </w:pPr>
          <w:r w:rsidRPr="00671F70">
            <w:rPr>
              <w:b/>
            </w:rPr>
            <w:t>PŘ</w:t>
          </w:r>
          <w:r>
            <w:rPr>
              <w:b/>
            </w:rPr>
            <w:t>ÍLOHA č. 7</w:t>
          </w:r>
        </w:p>
        <w:p w14:paraId="177D4AC8" w14:textId="77777777" w:rsidR="00D04201" w:rsidRDefault="00D04201" w:rsidP="00204180">
          <w:pPr>
            <w:pStyle w:val="Zpatvlevo"/>
          </w:pPr>
          <w:r>
            <w:t>Smlouva o dílo – Zhotovení DUSP+PDPS+AD</w:t>
          </w:r>
        </w:p>
        <w:p w14:paraId="3CAAA6B6"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D04201" w:rsidRPr="00A50995" w:rsidRDefault="00D0420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4798868" w14:textId="77777777" w:rsidTr="00B24A25">
      <w:tc>
        <w:tcPr>
          <w:tcW w:w="7825" w:type="dxa"/>
          <w:tcMar>
            <w:left w:w="0" w:type="dxa"/>
            <w:right w:w="0" w:type="dxa"/>
          </w:tcMar>
          <w:vAlign w:val="bottom"/>
        </w:tcPr>
        <w:p w14:paraId="4A18D75B" w14:textId="77777777" w:rsidR="00D04201" w:rsidRPr="008C00FC" w:rsidRDefault="00D04201" w:rsidP="00204180">
          <w:pPr>
            <w:pStyle w:val="Zpatvpravo"/>
            <w:rPr>
              <w:rStyle w:val="Tun"/>
            </w:rPr>
          </w:pPr>
          <w:r w:rsidRPr="008C00FC">
            <w:rPr>
              <w:rStyle w:val="Tun"/>
            </w:rPr>
            <w:t xml:space="preserve">PŘÍLOHA č. </w:t>
          </w:r>
          <w:r>
            <w:rPr>
              <w:rStyle w:val="Tun"/>
            </w:rPr>
            <w:t>7</w:t>
          </w:r>
        </w:p>
        <w:p w14:paraId="1AC1CFE7" w14:textId="77777777" w:rsidR="006C0A5D" w:rsidRDefault="00D04201" w:rsidP="00204180">
          <w:pPr>
            <w:pStyle w:val="Zpatvpravo"/>
          </w:pPr>
          <w:r>
            <w:t>Smlouva o dílo – Zhotovení DUSP+PDPS+A</w:t>
          </w:r>
          <w:r w:rsidR="006C0A5D">
            <w:t>D</w:t>
          </w:r>
        </w:p>
        <w:p w14:paraId="17B00025" w14:textId="77777777" w:rsidR="006C0A5D" w:rsidRDefault="006C0A5D" w:rsidP="006C0A5D">
          <w:pPr>
            <w:pStyle w:val="Zpatvpravo"/>
          </w:pPr>
          <w:r>
            <w:t>„Revitalizace trati Plzeň (mimo) – Dobřany (včetně)“</w:t>
          </w:r>
        </w:p>
        <w:p w14:paraId="56025013" w14:textId="77777777" w:rsidR="006C0A5D" w:rsidRDefault="006C0A5D" w:rsidP="006C0A5D">
          <w:pPr>
            <w:pStyle w:val="Zpatvpravo"/>
          </w:pPr>
          <w:r>
            <w:t>„Revitalizace trati Dobřany (mimo) – Přeštice (včetně)“</w:t>
          </w:r>
        </w:p>
        <w:p w14:paraId="51830C6E" w14:textId="3B667D07" w:rsidR="00D04201" w:rsidRPr="00612EE8" w:rsidRDefault="006C0A5D" w:rsidP="006C0A5D">
          <w:pPr>
            <w:pStyle w:val="Zpatvpravo"/>
            <w:rPr>
              <w:rStyle w:val="Tun"/>
            </w:rPr>
          </w:pPr>
          <w:r>
            <w:t>„Revitalizace trati Přeštice (mimo) – Klatovy (mimo)“</w:t>
          </w:r>
          <w:r w:rsidR="00D04201">
            <w:t xml:space="preserve"> </w:t>
          </w:r>
        </w:p>
      </w:tc>
      <w:tc>
        <w:tcPr>
          <w:tcW w:w="907" w:type="dxa"/>
          <w:vAlign w:val="bottom"/>
        </w:tcPr>
        <w:p w14:paraId="2B80BA58" w14:textId="49F35ACF"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D04201" w:rsidRPr="00B8518B" w:rsidRDefault="00D0420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6EC7719E" w14:textId="77777777" w:rsidTr="00B24A25">
      <w:tc>
        <w:tcPr>
          <w:tcW w:w="907" w:type="dxa"/>
          <w:tcMar>
            <w:left w:w="0" w:type="dxa"/>
            <w:right w:w="0" w:type="dxa"/>
          </w:tcMar>
          <w:vAlign w:val="bottom"/>
        </w:tcPr>
        <w:p w14:paraId="069986E1"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D04201" w:rsidRPr="00671F70" w:rsidRDefault="00D04201" w:rsidP="00204180">
          <w:pPr>
            <w:pStyle w:val="Zpatvlevo"/>
            <w:rPr>
              <w:b/>
            </w:rPr>
          </w:pPr>
          <w:r w:rsidRPr="00671F70">
            <w:rPr>
              <w:b/>
            </w:rPr>
            <w:t>PŘ</w:t>
          </w:r>
          <w:r>
            <w:rPr>
              <w:b/>
            </w:rPr>
            <w:t>ÍLOHA č. 8</w:t>
          </w:r>
        </w:p>
        <w:p w14:paraId="5CA2E34D" w14:textId="77777777" w:rsidR="00D04201" w:rsidRDefault="00D04201" w:rsidP="00204180">
          <w:pPr>
            <w:pStyle w:val="Zpatvlevo"/>
          </w:pPr>
          <w:r>
            <w:t>Smlouva o dílo – Zhotovení DUSP+PDPS+AD</w:t>
          </w:r>
        </w:p>
        <w:p w14:paraId="6FF6EBF8"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D04201" w:rsidRPr="00A50995" w:rsidRDefault="00D0420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6A020576" w14:textId="77777777" w:rsidTr="00933F20">
      <w:tc>
        <w:tcPr>
          <w:tcW w:w="7825" w:type="dxa"/>
          <w:tcMar>
            <w:left w:w="0" w:type="dxa"/>
            <w:right w:w="0" w:type="dxa"/>
          </w:tcMar>
          <w:vAlign w:val="bottom"/>
        </w:tcPr>
        <w:p w14:paraId="791093D8" w14:textId="77777777" w:rsidR="00D04201" w:rsidRPr="008C00FC" w:rsidRDefault="00D04201" w:rsidP="00204180">
          <w:pPr>
            <w:pStyle w:val="Zpatvpravo"/>
            <w:rPr>
              <w:rStyle w:val="Tun"/>
            </w:rPr>
          </w:pPr>
          <w:r w:rsidRPr="008C00FC">
            <w:rPr>
              <w:rStyle w:val="Tun"/>
            </w:rPr>
            <w:t xml:space="preserve">PŘÍLOHA č. </w:t>
          </w:r>
          <w:r>
            <w:rPr>
              <w:rStyle w:val="Tun"/>
            </w:rPr>
            <w:t>8</w:t>
          </w:r>
        </w:p>
        <w:p w14:paraId="0C04BB2F" w14:textId="535D905D" w:rsidR="00D04201" w:rsidRDefault="00D04201" w:rsidP="00204180">
          <w:pPr>
            <w:pStyle w:val="Zpatvpravo"/>
          </w:pPr>
          <w:r>
            <w:t>Smlouva o dílo – Zhotovení DUSP+PDPS+A</w:t>
          </w:r>
          <w:r w:rsidR="006C0A5D">
            <w:t>D</w:t>
          </w:r>
        </w:p>
        <w:p w14:paraId="3B1B7660" w14:textId="77777777" w:rsidR="006C0A5D" w:rsidRDefault="006C0A5D" w:rsidP="006C0A5D">
          <w:pPr>
            <w:pStyle w:val="Zpatvpravo"/>
          </w:pPr>
          <w:r>
            <w:t>„Revitalizace trati Plzeň (mimo) – Dobřany (včetně)“</w:t>
          </w:r>
        </w:p>
        <w:p w14:paraId="27990EF4" w14:textId="77777777" w:rsidR="006C0A5D" w:rsidRDefault="006C0A5D" w:rsidP="006C0A5D">
          <w:pPr>
            <w:pStyle w:val="Zpatvpravo"/>
          </w:pPr>
          <w:r>
            <w:t>„Revitalizace trati Dobřany (mimo) – Přeštice (včetně)“</w:t>
          </w:r>
        </w:p>
        <w:p w14:paraId="2C8DBB57" w14:textId="13961F2E" w:rsidR="00D04201" w:rsidRPr="00612EE8" w:rsidRDefault="006C0A5D" w:rsidP="006C0A5D">
          <w:pPr>
            <w:pStyle w:val="Zpatvpravo"/>
            <w:rPr>
              <w:rStyle w:val="Tun"/>
            </w:rPr>
          </w:pPr>
          <w:r>
            <w:t>„Revitalizace trati Přeštice (mimo) – Klatovy (mimo)“</w:t>
          </w:r>
          <w:r w:rsidR="00D04201" w:rsidRPr="00612EE8">
            <w:rPr>
              <w:rStyle w:val="Tun"/>
            </w:rPr>
            <w:t xml:space="preserve"> </w:t>
          </w:r>
        </w:p>
      </w:tc>
      <w:tc>
        <w:tcPr>
          <w:tcW w:w="907" w:type="dxa"/>
          <w:vAlign w:val="bottom"/>
        </w:tcPr>
        <w:p w14:paraId="5458B419" w14:textId="29E964FF"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D04201" w:rsidRPr="00B8518B" w:rsidRDefault="00D0420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49B55F4A" w14:textId="77777777" w:rsidTr="00B24A25">
      <w:tc>
        <w:tcPr>
          <w:tcW w:w="907" w:type="dxa"/>
          <w:tcMar>
            <w:left w:w="0" w:type="dxa"/>
            <w:right w:w="0" w:type="dxa"/>
          </w:tcMar>
          <w:vAlign w:val="bottom"/>
        </w:tcPr>
        <w:p w14:paraId="08E7F6A5"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D04201" w:rsidRPr="00671F70" w:rsidRDefault="00D04201" w:rsidP="00204180">
          <w:pPr>
            <w:pStyle w:val="Zpatvlevo"/>
            <w:rPr>
              <w:b/>
            </w:rPr>
          </w:pPr>
          <w:r w:rsidRPr="00671F70">
            <w:rPr>
              <w:b/>
            </w:rPr>
            <w:t>PŘ</w:t>
          </w:r>
          <w:r>
            <w:rPr>
              <w:b/>
            </w:rPr>
            <w:t>ÍLOHA č. 9</w:t>
          </w:r>
        </w:p>
        <w:p w14:paraId="4D00CC4B" w14:textId="77777777" w:rsidR="00D04201" w:rsidRDefault="00D04201" w:rsidP="00204180">
          <w:pPr>
            <w:pStyle w:val="Zpatvlevo"/>
          </w:pPr>
          <w:r>
            <w:t>Smlouva o dílo – Zhotovení DUSP+PDPS+AD</w:t>
          </w:r>
        </w:p>
        <w:p w14:paraId="32AA48BE"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D04201" w:rsidRPr="00A50995" w:rsidRDefault="00D0420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41FB4AE0" w14:textId="77777777" w:rsidTr="00933F20">
      <w:tc>
        <w:tcPr>
          <w:tcW w:w="7825" w:type="dxa"/>
          <w:tcMar>
            <w:left w:w="0" w:type="dxa"/>
            <w:right w:w="0" w:type="dxa"/>
          </w:tcMar>
          <w:vAlign w:val="bottom"/>
        </w:tcPr>
        <w:p w14:paraId="7128FF4C" w14:textId="77777777" w:rsidR="00D04201" w:rsidRPr="008C00FC" w:rsidRDefault="00D04201" w:rsidP="00204180">
          <w:pPr>
            <w:pStyle w:val="Zpatvpravo"/>
            <w:rPr>
              <w:rStyle w:val="Tun"/>
            </w:rPr>
          </w:pPr>
          <w:r w:rsidRPr="008C00FC">
            <w:rPr>
              <w:rStyle w:val="Tun"/>
            </w:rPr>
            <w:t xml:space="preserve">PŘÍLOHA č. </w:t>
          </w:r>
          <w:r>
            <w:rPr>
              <w:rStyle w:val="Tun"/>
            </w:rPr>
            <w:t>9</w:t>
          </w:r>
        </w:p>
        <w:p w14:paraId="2A14E4B0" w14:textId="77777777" w:rsidR="006C0A5D" w:rsidRDefault="00D04201" w:rsidP="00204180">
          <w:pPr>
            <w:pStyle w:val="Zpatvpravo"/>
          </w:pPr>
          <w:r>
            <w:t>Smlouva o dílo – Zhotovení DUSP+PDPS+A</w:t>
          </w:r>
          <w:r w:rsidR="006C0A5D">
            <w:t>D</w:t>
          </w:r>
        </w:p>
        <w:p w14:paraId="00315443" w14:textId="77777777" w:rsidR="006C0A5D" w:rsidRDefault="006C0A5D" w:rsidP="006C0A5D">
          <w:pPr>
            <w:pStyle w:val="Zpatvpravo"/>
          </w:pPr>
          <w:r>
            <w:t>„Revitalizace trati Plzeň (mimo) – Dobřany (včetně)“</w:t>
          </w:r>
        </w:p>
        <w:p w14:paraId="7F7A4E66" w14:textId="77777777" w:rsidR="006C0A5D" w:rsidRDefault="006C0A5D" w:rsidP="006C0A5D">
          <w:pPr>
            <w:pStyle w:val="Zpatvpravo"/>
          </w:pPr>
          <w:r>
            <w:t>„Revitalizace trati Dobřany (mimo) – Přeštice (včetně)“</w:t>
          </w:r>
        </w:p>
        <w:p w14:paraId="6CCED21B" w14:textId="4BB8F586" w:rsidR="00D04201" w:rsidRPr="0020397D" w:rsidRDefault="006C0A5D" w:rsidP="006C0A5D">
          <w:pPr>
            <w:pStyle w:val="Zpatvpravo"/>
            <w:rPr>
              <w:rStyle w:val="Tun"/>
            </w:rPr>
          </w:pPr>
          <w:r>
            <w:t>„Revitalizace trati Přeštice (mimo) – Klatovy (mimo)“</w:t>
          </w:r>
          <w:r w:rsidR="00D04201">
            <w:t xml:space="preserve"> </w:t>
          </w:r>
        </w:p>
      </w:tc>
      <w:tc>
        <w:tcPr>
          <w:tcW w:w="907" w:type="dxa"/>
          <w:vAlign w:val="bottom"/>
        </w:tcPr>
        <w:p w14:paraId="555F3EDB" w14:textId="76240504"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D04201" w:rsidRPr="00B8518B" w:rsidRDefault="00D0420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0CE79520" w14:textId="77777777" w:rsidTr="00B24A25">
      <w:tc>
        <w:tcPr>
          <w:tcW w:w="907" w:type="dxa"/>
          <w:tcMar>
            <w:left w:w="0" w:type="dxa"/>
            <w:right w:w="0" w:type="dxa"/>
          </w:tcMar>
          <w:vAlign w:val="bottom"/>
        </w:tcPr>
        <w:p w14:paraId="0C5474A1"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D04201" w:rsidRPr="00671F70" w:rsidRDefault="00D04201" w:rsidP="00204180">
          <w:pPr>
            <w:pStyle w:val="Zpatvlevo"/>
            <w:rPr>
              <w:b/>
            </w:rPr>
          </w:pPr>
          <w:r w:rsidRPr="00671F70">
            <w:rPr>
              <w:b/>
            </w:rPr>
            <w:t>PŘ</w:t>
          </w:r>
          <w:r>
            <w:rPr>
              <w:b/>
            </w:rPr>
            <w:t>ÍLOHA č. 10</w:t>
          </w:r>
        </w:p>
        <w:p w14:paraId="019B5EA2" w14:textId="77777777" w:rsidR="00D04201" w:rsidRDefault="00D04201" w:rsidP="00204180">
          <w:pPr>
            <w:pStyle w:val="Zpatvlevo"/>
          </w:pPr>
          <w:r>
            <w:t>Smlouva o dílo – Zhotovení DUSP+PDPS+AD</w:t>
          </w:r>
        </w:p>
        <w:p w14:paraId="408A18D6"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D04201" w:rsidRPr="00A50995" w:rsidRDefault="00D042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D04201" w:rsidRPr="00B8518B" w:rsidRDefault="00D0420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C96D815" w14:textId="77777777" w:rsidTr="00D36695">
      <w:tc>
        <w:tcPr>
          <w:tcW w:w="7825" w:type="dxa"/>
          <w:tcMar>
            <w:left w:w="0" w:type="dxa"/>
            <w:right w:w="0" w:type="dxa"/>
          </w:tcMar>
          <w:vAlign w:val="bottom"/>
        </w:tcPr>
        <w:p w14:paraId="17223077" w14:textId="77777777" w:rsidR="00D04201" w:rsidRDefault="00D04201" w:rsidP="00F90EC0">
          <w:pPr>
            <w:pStyle w:val="Zpatvpravo"/>
          </w:pPr>
          <w:r>
            <w:t xml:space="preserve">Smlouva o dílo – Zhotovení DUSP+PDPS+AD </w:t>
          </w:r>
        </w:p>
        <w:p w14:paraId="6D6DB4E8" w14:textId="77777777" w:rsidR="00D04201" w:rsidRPr="007D4A01" w:rsidRDefault="00D04201" w:rsidP="007D4A01">
          <w:pPr>
            <w:pStyle w:val="Zpatvpravo"/>
            <w:rPr>
              <w:rStyle w:val="Tun"/>
              <w:b w:val="0"/>
            </w:rPr>
          </w:pPr>
          <w:r w:rsidRPr="007D4A01">
            <w:rPr>
              <w:rStyle w:val="Tun"/>
              <w:b w:val="0"/>
            </w:rPr>
            <w:t>„Revitalizace trati Plzeň (mimo) – Dobřany (včetně)“</w:t>
          </w:r>
        </w:p>
        <w:p w14:paraId="24C2075E" w14:textId="77777777" w:rsidR="00D04201" w:rsidRPr="007D4A01" w:rsidRDefault="00D04201" w:rsidP="007D4A01">
          <w:pPr>
            <w:pStyle w:val="Zpatvpravo"/>
            <w:rPr>
              <w:rStyle w:val="Tun"/>
              <w:b w:val="0"/>
            </w:rPr>
          </w:pPr>
          <w:r w:rsidRPr="007D4A01">
            <w:rPr>
              <w:rStyle w:val="Tun"/>
              <w:b w:val="0"/>
            </w:rPr>
            <w:t>„Revitalizace trati Dobřany (mimo) – Přeštice (včetně)“</w:t>
          </w:r>
        </w:p>
        <w:p w14:paraId="15A9F32A" w14:textId="42A167F5" w:rsidR="00D04201" w:rsidRPr="00F90EC0" w:rsidRDefault="00D04201" w:rsidP="007D4A01">
          <w:pPr>
            <w:pStyle w:val="Zpatvpravo"/>
            <w:rPr>
              <w:rStyle w:val="Tun"/>
              <w:b w:val="0"/>
            </w:rPr>
          </w:pPr>
          <w:r w:rsidRPr="007D4A01">
            <w:rPr>
              <w:rStyle w:val="Tun"/>
              <w:b w:val="0"/>
            </w:rPr>
            <w:t>„Revitalizace trati Přeštice (mimo) – Klatovy (mimo)“</w:t>
          </w:r>
        </w:p>
      </w:tc>
      <w:tc>
        <w:tcPr>
          <w:tcW w:w="907" w:type="dxa"/>
          <w:vAlign w:val="bottom"/>
        </w:tcPr>
        <w:p w14:paraId="33E252FF" w14:textId="0C352DB9"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9</w:t>
          </w:r>
          <w:r w:rsidRPr="007145F3">
            <w:rPr>
              <w:b/>
              <w:noProof/>
              <w:color w:val="FF5200" w:themeColor="accent2"/>
              <w:sz w:val="14"/>
              <w:szCs w:val="14"/>
            </w:rPr>
            <w:fldChar w:fldCharType="end"/>
          </w:r>
        </w:p>
      </w:tc>
    </w:tr>
  </w:tbl>
  <w:p w14:paraId="11EC5022" w14:textId="77777777" w:rsidR="00D04201" w:rsidRPr="00B8518B" w:rsidRDefault="00D042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4810D1B" w14:textId="77777777" w:rsidTr="00933F20">
      <w:tc>
        <w:tcPr>
          <w:tcW w:w="7825" w:type="dxa"/>
          <w:tcMar>
            <w:left w:w="0" w:type="dxa"/>
            <w:right w:w="0" w:type="dxa"/>
          </w:tcMar>
          <w:vAlign w:val="bottom"/>
        </w:tcPr>
        <w:p w14:paraId="49DBA7A6" w14:textId="77777777" w:rsidR="00D04201" w:rsidRPr="008C00FC" w:rsidRDefault="00D04201" w:rsidP="00204180">
          <w:pPr>
            <w:pStyle w:val="Zpatvpravo"/>
            <w:rPr>
              <w:rStyle w:val="Tun"/>
            </w:rPr>
          </w:pPr>
          <w:r w:rsidRPr="008C00FC">
            <w:rPr>
              <w:rStyle w:val="Tun"/>
            </w:rPr>
            <w:t xml:space="preserve">PŘÍLOHA č. </w:t>
          </w:r>
          <w:r>
            <w:rPr>
              <w:rStyle w:val="Tun"/>
            </w:rPr>
            <w:t>10</w:t>
          </w:r>
        </w:p>
        <w:p w14:paraId="080FFFDC" w14:textId="77777777" w:rsidR="006C0A5D" w:rsidRDefault="00D04201" w:rsidP="00204180">
          <w:pPr>
            <w:pStyle w:val="Zpatvpravo"/>
          </w:pPr>
          <w:r>
            <w:t>Smlouva o dílo – Zhotovení DUSP+PDPS+A</w:t>
          </w:r>
          <w:r w:rsidR="006C0A5D">
            <w:t>D</w:t>
          </w:r>
        </w:p>
        <w:p w14:paraId="2CCF7E4F" w14:textId="77777777" w:rsidR="006C0A5D" w:rsidRDefault="006C0A5D" w:rsidP="006C0A5D">
          <w:pPr>
            <w:pStyle w:val="Zpatvpravo"/>
          </w:pPr>
          <w:r>
            <w:t>„Revitalizace trati Plzeň (mimo) – Dobřany (včetně)“</w:t>
          </w:r>
        </w:p>
        <w:p w14:paraId="2F2D7664" w14:textId="77777777" w:rsidR="006C0A5D" w:rsidRDefault="006C0A5D" w:rsidP="006C0A5D">
          <w:pPr>
            <w:pStyle w:val="Zpatvpravo"/>
          </w:pPr>
          <w:r>
            <w:t>„Revitalizace trati Dobřany (mimo) – Přeštice (včetně)“</w:t>
          </w:r>
        </w:p>
        <w:p w14:paraId="513E1875" w14:textId="12381A7E" w:rsidR="00D04201" w:rsidRPr="0020397D" w:rsidRDefault="006C0A5D" w:rsidP="006C0A5D">
          <w:pPr>
            <w:pStyle w:val="Zpatvpravo"/>
            <w:rPr>
              <w:rStyle w:val="Tun"/>
              <w:b w:val="0"/>
            </w:rPr>
          </w:pPr>
          <w:r>
            <w:t>„Revitalizace trati Přeštice (mimo) – Klatovy (mimo)“</w:t>
          </w:r>
          <w:r w:rsidR="00D04201">
            <w:t xml:space="preserve"> </w:t>
          </w:r>
        </w:p>
      </w:tc>
      <w:tc>
        <w:tcPr>
          <w:tcW w:w="907" w:type="dxa"/>
          <w:vAlign w:val="bottom"/>
        </w:tcPr>
        <w:p w14:paraId="563D30AC" w14:textId="74DC5EA0"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D04201" w:rsidRPr="00B8518B" w:rsidRDefault="00D042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52C3E308" w14:textId="77777777" w:rsidTr="00D36695">
      <w:tc>
        <w:tcPr>
          <w:tcW w:w="907" w:type="dxa"/>
          <w:tcMar>
            <w:left w:w="0" w:type="dxa"/>
            <w:right w:w="0" w:type="dxa"/>
          </w:tcMar>
          <w:vAlign w:val="bottom"/>
        </w:tcPr>
        <w:p w14:paraId="399972F2"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D04201" w:rsidRPr="00671F70" w:rsidRDefault="00D04201" w:rsidP="00204180">
          <w:pPr>
            <w:pStyle w:val="Zpatvlevo"/>
            <w:rPr>
              <w:b/>
            </w:rPr>
          </w:pPr>
          <w:r w:rsidRPr="00671F70">
            <w:rPr>
              <w:b/>
            </w:rPr>
            <w:t>PŘ</w:t>
          </w:r>
          <w:r>
            <w:rPr>
              <w:b/>
            </w:rPr>
            <w:t>ÍLOHA č. 2</w:t>
          </w:r>
        </w:p>
        <w:p w14:paraId="54C621E0" w14:textId="77777777" w:rsidR="00D04201" w:rsidRDefault="00D04201" w:rsidP="00204180">
          <w:pPr>
            <w:pStyle w:val="Zpatvlevo"/>
          </w:pPr>
          <w:r>
            <w:t>Smlouva o dílo – Zhotovení DUSP+PDPS+AD</w:t>
          </w:r>
        </w:p>
        <w:p w14:paraId="500E619F"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D04201" w:rsidRPr="00A50995" w:rsidRDefault="00D0420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768AC8BF" w14:textId="77777777" w:rsidTr="00D36695">
      <w:tc>
        <w:tcPr>
          <w:tcW w:w="7825" w:type="dxa"/>
          <w:tcMar>
            <w:left w:w="0" w:type="dxa"/>
            <w:right w:w="0" w:type="dxa"/>
          </w:tcMar>
          <w:vAlign w:val="bottom"/>
        </w:tcPr>
        <w:p w14:paraId="4B1B7C21" w14:textId="77777777" w:rsidR="00D04201" w:rsidRPr="008C00FC" w:rsidRDefault="00D04201" w:rsidP="00F90EC0">
          <w:pPr>
            <w:pStyle w:val="Zpatvpravo"/>
            <w:rPr>
              <w:rStyle w:val="Tun"/>
            </w:rPr>
          </w:pPr>
          <w:r w:rsidRPr="008C00FC">
            <w:rPr>
              <w:rStyle w:val="Tun"/>
            </w:rPr>
            <w:t xml:space="preserve">PŘÍLOHA č. </w:t>
          </w:r>
          <w:r>
            <w:rPr>
              <w:rStyle w:val="Tun"/>
            </w:rPr>
            <w:t>2</w:t>
          </w:r>
        </w:p>
        <w:p w14:paraId="4BE90F4B" w14:textId="56A33BE9" w:rsidR="00D04201" w:rsidRDefault="00D04201" w:rsidP="00D04201">
          <w:pPr>
            <w:pStyle w:val="Zpatvpravo"/>
          </w:pPr>
          <w:r>
            <w:t>Smlouva o dílo – Zhotovení DUSP+PDPS+AD</w:t>
          </w:r>
        </w:p>
        <w:p w14:paraId="34799DBF" w14:textId="77777777" w:rsidR="00D04201" w:rsidRDefault="00D04201" w:rsidP="00D04201">
          <w:pPr>
            <w:pStyle w:val="Zpatvpravo"/>
          </w:pPr>
          <w:r>
            <w:t>„Revitalizace trati Plzeň (mimo) – Dobřany (včetně)“</w:t>
          </w:r>
        </w:p>
        <w:p w14:paraId="38A58A18" w14:textId="77777777" w:rsidR="00D04201" w:rsidRDefault="00D04201" w:rsidP="00D04201">
          <w:pPr>
            <w:pStyle w:val="Zpatvpravo"/>
          </w:pPr>
          <w:r>
            <w:t>„Revitalizace trati Dobřany (mimo) – Přeštice (včetně)“</w:t>
          </w:r>
        </w:p>
        <w:p w14:paraId="5B5BB7E5" w14:textId="2B5A1947" w:rsidR="00D04201" w:rsidRPr="00D04201" w:rsidRDefault="00D04201" w:rsidP="00D04201">
          <w:pPr>
            <w:pStyle w:val="Zpatvpravo"/>
            <w:rPr>
              <w:rStyle w:val="Tun"/>
              <w:b w:val="0"/>
            </w:rPr>
          </w:pPr>
          <w:r>
            <w:t xml:space="preserve">„Revitalizace trati Přeštice (mimo) – Klatovy (mimo)“ </w:t>
          </w:r>
        </w:p>
      </w:tc>
      <w:tc>
        <w:tcPr>
          <w:tcW w:w="907" w:type="dxa"/>
          <w:vAlign w:val="bottom"/>
        </w:tcPr>
        <w:p w14:paraId="2816F598" w14:textId="77777777" w:rsidR="00D04201" w:rsidRDefault="00D04201" w:rsidP="00204180">
          <w:pPr>
            <w:pStyle w:val="Zpatvpravo"/>
            <w:rPr>
              <w:rStyle w:val="slostrnky"/>
            </w:rPr>
          </w:pPr>
        </w:p>
        <w:p w14:paraId="68AAABB9" w14:textId="37A12143"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D04201" w:rsidRPr="00B8518B" w:rsidRDefault="00D0420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01491596" w14:textId="77777777" w:rsidTr="00D36695">
      <w:tc>
        <w:tcPr>
          <w:tcW w:w="907" w:type="dxa"/>
          <w:tcMar>
            <w:left w:w="0" w:type="dxa"/>
            <w:right w:w="0" w:type="dxa"/>
          </w:tcMar>
          <w:vAlign w:val="bottom"/>
        </w:tcPr>
        <w:p w14:paraId="3B011AF8"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D04201" w:rsidRPr="00671F70" w:rsidRDefault="00D04201" w:rsidP="00204180">
          <w:pPr>
            <w:pStyle w:val="Zpatvlevo"/>
            <w:rPr>
              <w:b/>
            </w:rPr>
          </w:pPr>
          <w:r w:rsidRPr="00671F70">
            <w:rPr>
              <w:b/>
            </w:rPr>
            <w:t>PŘ</w:t>
          </w:r>
          <w:r>
            <w:rPr>
              <w:b/>
            </w:rPr>
            <w:t>ÍLOHA č. 3</w:t>
          </w:r>
        </w:p>
        <w:p w14:paraId="72366AFF" w14:textId="77777777" w:rsidR="00D04201" w:rsidRDefault="00D04201" w:rsidP="00204180">
          <w:pPr>
            <w:pStyle w:val="Zpatvlevo"/>
          </w:pPr>
          <w:r>
            <w:t>Smlouva o dílo – Zhotovení DUSP+PDPS+AD</w:t>
          </w:r>
        </w:p>
        <w:p w14:paraId="2CB39ADF"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D04201" w:rsidRPr="00A50995" w:rsidRDefault="00D0420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38116FA0" w14:textId="77777777" w:rsidTr="00E075DA">
      <w:tc>
        <w:tcPr>
          <w:tcW w:w="7825" w:type="dxa"/>
          <w:tcMar>
            <w:left w:w="0" w:type="dxa"/>
            <w:right w:w="0" w:type="dxa"/>
          </w:tcMar>
          <w:vAlign w:val="bottom"/>
        </w:tcPr>
        <w:p w14:paraId="44C88F72" w14:textId="77777777" w:rsidR="00D04201" w:rsidRPr="008C00FC" w:rsidRDefault="00D04201" w:rsidP="00204180">
          <w:pPr>
            <w:pStyle w:val="Zpatvpravo"/>
            <w:rPr>
              <w:rStyle w:val="Tun"/>
            </w:rPr>
          </w:pPr>
          <w:r w:rsidRPr="008C00FC">
            <w:rPr>
              <w:rStyle w:val="Tun"/>
            </w:rPr>
            <w:t xml:space="preserve">PŘÍLOHA č. </w:t>
          </w:r>
          <w:r>
            <w:rPr>
              <w:rStyle w:val="Tun"/>
            </w:rPr>
            <w:t>3</w:t>
          </w:r>
        </w:p>
        <w:p w14:paraId="5D33D0CB" w14:textId="7ABE8D9D" w:rsidR="00D04201" w:rsidRDefault="00D04201" w:rsidP="00204180">
          <w:pPr>
            <w:pStyle w:val="Zpatvpravo"/>
          </w:pPr>
          <w:r>
            <w:t>Smlouva o dílo – Zhotovení DUSP+PDPS +AD</w:t>
          </w:r>
        </w:p>
        <w:p w14:paraId="7078F4BC" w14:textId="77777777" w:rsidR="00D04201" w:rsidRDefault="00D04201" w:rsidP="00D04201">
          <w:pPr>
            <w:pStyle w:val="Zpatvpravo"/>
          </w:pPr>
          <w:r>
            <w:t>„Revitalizace trati Plzeň (mimo) – Dobřany (včetně)“</w:t>
          </w:r>
        </w:p>
        <w:p w14:paraId="6B51CE06" w14:textId="77777777" w:rsidR="00D04201" w:rsidRDefault="00D04201" w:rsidP="00D04201">
          <w:pPr>
            <w:pStyle w:val="Zpatvpravo"/>
          </w:pPr>
          <w:r>
            <w:t>„Revitalizace trati Dobřany (mimo) – Přeštice (včetně)“</w:t>
          </w:r>
        </w:p>
        <w:p w14:paraId="7B4BACFA" w14:textId="3C59B497" w:rsidR="00D04201" w:rsidRDefault="00D04201" w:rsidP="00D04201">
          <w:pPr>
            <w:pStyle w:val="Zpatvpravo"/>
          </w:pPr>
          <w:r>
            <w:t>„Revitalizace trati Přeštice (mimo) – Klatovy (mimo)“</w:t>
          </w:r>
        </w:p>
        <w:p w14:paraId="27DDE76B" w14:textId="7CB86EB5" w:rsidR="00D04201" w:rsidRPr="00612EE8" w:rsidRDefault="00D04201" w:rsidP="00D04201">
          <w:pPr>
            <w:pStyle w:val="Zpatvpravo"/>
            <w:rPr>
              <w:rStyle w:val="Tun"/>
            </w:rPr>
          </w:pPr>
        </w:p>
      </w:tc>
      <w:tc>
        <w:tcPr>
          <w:tcW w:w="907" w:type="dxa"/>
          <w:vAlign w:val="bottom"/>
        </w:tcPr>
        <w:p w14:paraId="25991329" w14:textId="77777777" w:rsidR="00D04201" w:rsidRDefault="00D04201" w:rsidP="00204180">
          <w:pPr>
            <w:pStyle w:val="Zpatvpravo"/>
            <w:rPr>
              <w:rStyle w:val="slostrnky"/>
            </w:rPr>
          </w:pPr>
        </w:p>
        <w:p w14:paraId="0703CE63" w14:textId="6E37CA75" w:rsidR="00D04201" w:rsidRPr="009E09BE" w:rsidRDefault="00D04201" w:rsidP="00D04201">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D04201" w:rsidRPr="00B8518B" w:rsidRDefault="00D0420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78548D9D" w14:textId="77777777" w:rsidTr="00D36695">
      <w:tc>
        <w:tcPr>
          <w:tcW w:w="907" w:type="dxa"/>
          <w:tcMar>
            <w:left w:w="0" w:type="dxa"/>
            <w:right w:w="0" w:type="dxa"/>
          </w:tcMar>
          <w:vAlign w:val="bottom"/>
        </w:tcPr>
        <w:p w14:paraId="2D9EC069" w14:textId="05DE6390"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11</w:t>
          </w:r>
          <w:r w:rsidRPr="007145F3">
            <w:rPr>
              <w:b/>
              <w:noProof/>
              <w:color w:val="FF5200" w:themeColor="accent2"/>
              <w:sz w:val="14"/>
              <w:szCs w:val="14"/>
            </w:rPr>
            <w:fldChar w:fldCharType="end"/>
          </w:r>
        </w:p>
      </w:tc>
      <w:tc>
        <w:tcPr>
          <w:tcW w:w="7825" w:type="dxa"/>
          <w:vAlign w:val="bottom"/>
        </w:tcPr>
        <w:p w14:paraId="3E484BA5" w14:textId="77777777" w:rsidR="00D04201" w:rsidRPr="00671F70" w:rsidRDefault="00D04201" w:rsidP="00204180">
          <w:pPr>
            <w:pStyle w:val="Zpatvlevo"/>
            <w:rPr>
              <w:b/>
            </w:rPr>
          </w:pPr>
          <w:r w:rsidRPr="00671F70">
            <w:rPr>
              <w:b/>
            </w:rPr>
            <w:t>PŘ</w:t>
          </w:r>
          <w:r>
            <w:rPr>
              <w:b/>
            </w:rPr>
            <w:t>ÍLOHA č. 4</w:t>
          </w:r>
        </w:p>
        <w:p w14:paraId="768AC810" w14:textId="53C5E17E" w:rsidR="00D04201" w:rsidRDefault="00D04201" w:rsidP="00204180">
          <w:pPr>
            <w:pStyle w:val="Zpatvlevo"/>
          </w:pPr>
          <w:r>
            <w:t>Smlouva o dílo – Zhotovení DUSP + PDPS + AD</w:t>
          </w:r>
        </w:p>
        <w:p w14:paraId="49A9CDCD" w14:textId="77777777" w:rsidR="00D04201" w:rsidRDefault="00D04201" w:rsidP="00D04201">
          <w:pPr>
            <w:pStyle w:val="Zpatvlevo"/>
          </w:pPr>
          <w:r>
            <w:t>„Revitalizace trati Plzeň (mimo) – Dobřany (včetně)“</w:t>
          </w:r>
        </w:p>
        <w:p w14:paraId="1248FF7A" w14:textId="77777777" w:rsidR="00D04201" w:rsidRDefault="00D04201" w:rsidP="00D04201">
          <w:pPr>
            <w:pStyle w:val="Zpatvlevo"/>
          </w:pPr>
          <w:r>
            <w:t>„Revitalizace trati Dobřany (mimo) – Přeštice (včetně)“</w:t>
          </w:r>
        </w:p>
        <w:p w14:paraId="696871CB" w14:textId="157DA22C" w:rsidR="00D04201" w:rsidRDefault="00D04201" w:rsidP="00D04201">
          <w:pPr>
            <w:pStyle w:val="Zpatvlevo"/>
          </w:pPr>
          <w:r>
            <w:t>„Revitalizace trati Přeštice (mimo) – Klatovy (mimo)“</w:t>
          </w:r>
        </w:p>
        <w:p w14:paraId="452A06D2" w14:textId="18DA8500" w:rsidR="00D04201" w:rsidRPr="00246637" w:rsidRDefault="00D04201" w:rsidP="00246637">
          <w:pPr>
            <w:pStyle w:val="Zpatvlevo"/>
            <w:rPr>
              <w:b/>
            </w:rPr>
          </w:pPr>
        </w:p>
      </w:tc>
    </w:tr>
  </w:tbl>
  <w:p w14:paraId="5EC9AC61" w14:textId="77777777" w:rsidR="00D04201" w:rsidRPr="00A50995" w:rsidRDefault="00D0420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4539B7E" w14:textId="77777777" w:rsidTr="00E075DA">
      <w:tc>
        <w:tcPr>
          <w:tcW w:w="7825" w:type="dxa"/>
          <w:tcMar>
            <w:left w:w="0" w:type="dxa"/>
            <w:right w:w="0" w:type="dxa"/>
          </w:tcMar>
          <w:vAlign w:val="bottom"/>
        </w:tcPr>
        <w:p w14:paraId="2CCEA87C" w14:textId="77777777" w:rsidR="00D04201" w:rsidRPr="008C00FC" w:rsidRDefault="00D04201" w:rsidP="00204180">
          <w:pPr>
            <w:pStyle w:val="Zpatvpravo"/>
            <w:rPr>
              <w:rStyle w:val="Tun"/>
            </w:rPr>
          </w:pPr>
          <w:r w:rsidRPr="008C00FC">
            <w:rPr>
              <w:rStyle w:val="Tun"/>
            </w:rPr>
            <w:t xml:space="preserve">PŘÍLOHA č. </w:t>
          </w:r>
          <w:r>
            <w:rPr>
              <w:rStyle w:val="Tun"/>
            </w:rPr>
            <w:t>4</w:t>
          </w:r>
        </w:p>
        <w:p w14:paraId="0F2272FE" w14:textId="46C26699" w:rsidR="00D04201" w:rsidRDefault="00D04201" w:rsidP="00204180">
          <w:pPr>
            <w:pStyle w:val="Zpatvpravo"/>
          </w:pPr>
          <w:r>
            <w:t>Smlouva o dílo – Zhotovení DUSP+PDPS +AD</w:t>
          </w:r>
        </w:p>
        <w:p w14:paraId="064849B7" w14:textId="77777777" w:rsidR="00D04201" w:rsidRDefault="00D04201" w:rsidP="00D04201">
          <w:pPr>
            <w:pStyle w:val="Zpatvpravo"/>
          </w:pPr>
          <w:r>
            <w:t>„Revitalizace trati Plzeň (mimo) – Dobřany (včetně)“</w:t>
          </w:r>
        </w:p>
        <w:p w14:paraId="1E40AA94" w14:textId="77777777" w:rsidR="00D04201" w:rsidRDefault="00D04201" w:rsidP="00D04201">
          <w:pPr>
            <w:pStyle w:val="Zpatvpravo"/>
          </w:pPr>
          <w:r>
            <w:t>„Revitalizace trati Dobřany (mimo) – Přeštice (včetně)“</w:t>
          </w:r>
        </w:p>
        <w:p w14:paraId="2AE6DA42" w14:textId="31DCB2FA" w:rsidR="00D04201" w:rsidRDefault="00D04201" w:rsidP="00D04201">
          <w:pPr>
            <w:pStyle w:val="Zpatvpravo"/>
          </w:pPr>
          <w:r>
            <w:t>„Revitalizace trati Přeštice (mimo) – Klatovy (mimo)“</w:t>
          </w:r>
        </w:p>
        <w:p w14:paraId="37A23ADD" w14:textId="65600B6A" w:rsidR="00D04201" w:rsidRPr="00246637" w:rsidRDefault="00D04201" w:rsidP="006C0A5D">
          <w:pPr>
            <w:pStyle w:val="Zpatvpravo"/>
            <w:rPr>
              <w:rStyle w:val="Tun"/>
              <w:b w:val="0"/>
            </w:rPr>
          </w:pPr>
        </w:p>
      </w:tc>
      <w:tc>
        <w:tcPr>
          <w:tcW w:w="907" w:type="dxa"/>
          <w:vAlign w:val="bottom"/>
        </w:tcPr>
        <w:p w14:paraId="65B8F9CA" w14:textId="0D5EEE2E"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11</w:t>
          </w:r>
          <w:r w:rsidRPr="007145F3">
            <w:rPr>
              <w:b/>
              <w:noProof/>
              <w:color w:val="FF5200" w:themeColor="accent2"/>
              <w:sz w:val="14"/>
              <w:szCs w:val="14"/>
            </w:rPr>
            <w:fldChar w:fldCharType="end"/>
          </w:r>
        </w:p>
      </w:tc>
    </w:tr>
  </w:tbl>
  <w:p w14:paraId="1680F3D6" w14:textId="77777777" w:rsidR="00D04201" w:rsidRPr="00B8518B" w:rsidRDefault="00D0420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03D70946" w14:textId="77777777" w:rsidTr="00B24A25">
      <w:tc>
        <w:tcPr>
          <w:tcW w:w="907" w:type="dxa"/>
          <w:tcMar>
            <w:left w:w="0" w:type="dxa"/>
            <w:right w:w="0" w:type="dxa"/>
          </w:tcMar>
          <w:vAlign w:val="bottom"/>
        </w:tcPr>
        <w:p w14:paraId="66164391" w14:textId="0C9FDBB3"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8E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48EF">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D04201" w:rsidRPr="00671F70" w:rsidRDefault="00D04201" w:rsidP="00204180">
          <w:pPr>
            <w:pStyle w:val="Zpatvlevo"/>
            <w:rPr>
              <w:b/>
            </w:rPr>
          </w:pPr>
          <w:r w:rsidRPr="00671F70">
            <w:rPr>
              <w:b/>
            </w:rPr>
            <w:t>PŘ</w:t>
          </w:r>
          <w:r>
            <w:rPr>
              <w:b/>
            </w:rPr>
            <w:t>ÍLOHA č. 5</w:t>
          </w:r>
        </w:p>
        <w:p w14:paraId="3145C2D4" w14:textId="4272223F" w:rsidR="00D04201" w:rsidRDefault="00D04201" w:rsidP="00246637">
          <w:pPr>
            <w:pStyle w:val="Zpatvlevo"/>
          </w:pPr>
          <w:r>
            <w:t>Smlouva o dílo – Zhotovení DUSP+PDPS+A</w:t>
          </w:r>
          <w:r w:rsidR="006C0A5D">
            <w:t>D</w:t>
          </w:r>
        </w:p>
        <w:p w14:paraId="5FDE8181" w14:textId="77777777" w:rsidR="006C0A5D" w:rsidRDefault="006C0A5D" w:rsidP="006C0A5D">
          <w:pPr>
            <w:pStyle w:val="Zpatvlevo"/>
          </w:pPr>
          <w:r>
            <w:t>„Revitalizace trati Plzeň (mimo) – Dobřany (včetně)“</w:t>
          </w:r>
        </w:p>
        <w:p w14:paraId="761B0A0D" w14:textId="77777777" w:rsidR="006C0A5D" w:rsidRDefault="006C0A5D" w:rsidP="006C0A5D">
          <w:pPr>
            <w:pStyle w:val="Zpatvlevo"/>
          </w:pPr>
          <w:r>
            <w:t>„Revitalizace trati Dobřany (mimo) – Přeštice (včetně)“</w:t>
          </w:r>
        </w:p>
        <w:p w14:paraId="5C4FFE2E" w14:textId="649A7A0A" w:rsidR="00D04201" w:rsidRPr="006C0A5D" w:rsidRDefault="006C0A5D" w:rsidP="006C0A5D">
          <w:pPr>
            <w:pStyle w:val="Zpatvlevo"/>
          </w:pPr>
          <w:r>
            <w:t>„Revitalizace trati Přeštice (mimo) – Klatovy (mimo)“</w:t>
          </w:r>
        </w:p>
      </w:tc>
    </w:tr>
  </w:tbl>
  <w:p w14:paraId="6B8B7EBF" w14:textId="77777777" w:rsidR="00D04201" w:rsidRPr="00A50995" w:rsidRDefault="00D042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A8A96" w14:textId="77777777" w:rsidR="006D658A" w:rsidRDefault="006D658A" w:rsidP="00962258">
      <w:pPr>
        <w:spacing w:after="0" w:line="240" w:lineRule="auto"/>
      </w:pPr>
      <w:r>
        <w:separator/>
      </w:r>
    </w:p>
  </w:footnote>
  <w:footnote w:type="continuationSeparator" w:id="0">
    <w:p w14:paraId="03B4A584" w14:textId="77777777" w:rsidR="006D658A" w:rsidRDefault="006D65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D04201" w:rsidRPr="00D6163D" w:rsidRDefault="00D042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D04201" w:rsidRPr="00D6163D" w:rsidRDefault="00D042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D04201" w:rsidRPr="00D6163D" w:rsidRDefault="00D042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D04201" w:rsidRPr="00D6163D" w:rsidRDefault="00D042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D04201" w:rsidRPr="00D6163D" w:rsidRDefault="00D042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D04201" w:rsidRPr="00D6163D" w:rsidRDefault="00D042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D04201" w:rsidRPr="00D6163D" w:rsidRDefault="00D042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D04201" w:rsidRPr="00D6163D" w:rsidRDefault="00D042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D04201" w:rsidRPr="00D6163D" w:rsidRDefault="00D042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D524D40"/>
    <w:multiLevelType w:val="hybridMultilevel"/>
    <w:tmpl w:val="A30EE910"/>
    <w:lvl w:ilvl="0" w:tplc="E1AE94BE">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8"/>
  </w:num>
  <w:num w:numId="6">
    <w:abstractNumId w:val="0"/>
  </w:num>
  <w:num w:numId="7">
    <w:abstractNumId w:val="8"/>
  </w:num>
  <w:num w:numId="8">
    <w:abstractNumId w:val="10"/>
  </w:num>
  <w:num w:numId="9">
    <w:abstractNumId w:val="11"/>
  </w:num>
  <w:num w:numId="10">
    <w:abstractNumId w:val="0"/>
  </w:num>
  <w:num w:numId="11">
    <w:abstractNumId w:val="4"/>
  </w:num>
  <w:num w:numId="12">
    <w:abstractNumId w:val="13"/>
  </w:num>
  <w:num w:numId="13">
    <w:abstractNumId w:val="0"/>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299A"/>
    <w:rsid w:val="00017F3C"/>
    <w:rsid w:val="00023A8D"/>
    <w:rsid w:val="0002468C"/>
    <w:rsid w:val="00034542"/>
    <w:rsid w:val="00036449"/>
    <w:rsid w:val="00041EC8"/>
    <w:rsid w:val="0004357B"/>
    <w:rsid w:val="00043838"/>
    <w:rsid w:val="0005257A"/>
    <w:rsid w:val="000548EF"/>
    <w:rsid w:val="0006588D"/>
    <w:rsid w:val="00067A5E"/>
    <w:rsid w:val="000719BB"/>
    <w:rsid w:val="00072A65"/>
    <w:rsid w:val="00072C1E"/>
    <w:rsid w:val="000841E0"/>
    <w:rsid w:val="00092F70"/>
    <w:rsid w:val="00095167"/>
    <w:rsid w:val="00096810"/>
    <w:rsid w:val="00096995"/>
    <w:rsid w:val="000A0911"/>
    <w:rsid w:val="000B0797"/>
    <w:rsid w:val="000B46D1"/>
    <w:rsid w:val="000B4EB8"/>
    <w:rsid w:val="000B70C8"/>
    <w:rsid w:val="000C41F2"/>
    <w:rsid w:val="000C445A"/>
    <w:rsid w:val="000D22C4"/>
    <w:rsid w:val="000D27D1"/>
    <w:rsid w:val="000D2FAD"/>
    <w:rsid w:val="000E02F7"/>
    <w:rsid w:val="000E1A7F"/>
    <w:rsid w:val="000E4096"/>
    <w:rsid w:val="000F2F54"/>
    <w:rsid w:val="001107D6"/>
    <w:rsid w:val="00112864"/>
    <w:rsid w:val="00114472"/>
    <w:rsid w:val="00114988"/>
    <w:rsid w:val="00115069"/>
    <w:rsid w:val="001150F2"/>
    <w:rsid w:val="00124751"/>
    <w:rsid w:val="00133336"/>
    <w:rsid w:val="001338AF"/>
    <w:rsid w:val="001338FF"/>
    <w:rsid w:val="00137D08"/>
    <w:rsid w:val="001432EB"/>
    <w:rsid w:val="00143EC0"/>
    <w:rsid w:val="001656A2"/>
    <w:rsid w:val="00165977"/>
    <w:rsid w:val="00170EC5"/>
    <w:rsid w:val="001713E6"/>
    <w:rsid w:val="00172144"/>
    <w:rsid w:val="00173313"/>
    <w:rsid w:val="001747C1"/>
    <w:rsid w:val="00176EA3"/>
    <w:rsid w:val="00177D6B"/>
    <w:rsid w:val="00190CEE"/>
    <w:rsid w:val="00191F90"/>
    <w:rsid w:val="001A5B98"/>
    <w:rsid w:val="001A67CA"/>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56C4E"/>
    <w:rsid w:val="00260E60"/>
    <w:rsid w:val="00261A5B"/>
    <w:rsid w:val="00262344"/>
    <w:rsid w:val="00262E5B"/>
    <w:rsid w:val="00270A14"/>
    <w:rsid w:val="00276AFE"/>
    <w:rsid w:val="00285298"/>
    <w:rsid w:val="0029583C"/>
    <w:rsid w:val="0029751E"/>
    <w:rsid w:val="0029778A"/>
    <w:rsid w:val="002A16EF"/>
    <w:rsid w:val="002A185D"/>
    <w:rsid w:val="002A3B57"/>
    <w:rsid w:val="002A5468"/>
    <w:rsid w:val="002B4FB7"/>
    <w:rsid w:val="002B6E52"/>
    <w:rsid w:val="002C31BF"/>
    <w:rsid w:val="002D0B49"/>
    <w:rsid w:val="002D7FD6"/>
    <w:rsid w:val="002E0CD7"/>
    <w:rsid w:val="002E0CFB"/>
    <w:rsid w:val="002E19CA"/>
    <w:rsid w:val="002E4FBD"/>
    <w:rsid w:val="002E5C7B"/>
    <w:rsid w:val="002F4333"/>
    <w:rsid w:val="003038BD"/>
    <w:rsid w:val="00315C27"/>
    <w:rsid w:val="00322E97"/>
    <w:rsid w:val="00326C1E"/>
    <w:rsid w:val="00327EEF"/>
    <w:rsid w:val="0033239F"/>
    <w:rsid w:val="003336D9"/>
    <w:rsid w:val="003338B2"/>
    <w:rsid w:val="0034274B"/>
    <w:rsid w:val="003460E5"/>
    <w:rsid w:val="0034719F"/>
    <w:rsid w:val="00350A35"/>
    <w:rsid w:val="00353199"/>
    <w:rsid w:val="003571D8"/>
    <w:rsid w:val="00357BC6"/>
    <w:rsid w:val="00361422"/>
    <w:rsid w:val="00361A60"/>
    <w:rsid w:val="003739DD"/>
    <w:rsid w:val="0037545D"/>
    <w:rsid w:val="00376B87"/>
    <w:rsid w:val="00381EFC"/>
    <w:rsid w:val="00386983"/>
    <w:rsid w:val="00392910"/>
    <w:rsid w:val="00392EB6"/>
    <w:rsid w:val="003956C6"/>
    <w:rsid w:val="003A197F"/>
    <w:rsid w:val="003A60C1"/>
    <w:rsid w:val="003A7221"/>
    <w:rsid w:val="003B1CFC"/>
    <w:rsid w:val="003B4534"/>
    <w:rsid w:val="003B7470"/>
    <w:rsid w:val="003C33F2"/>
    <w:rsid w:val="003C4377"/>
    <w:rsid w:val="003C6D01"/>
    <w:rsid w:val="003D0AA7"/>
    <w:rsid w:val="003D578F"/>
    <w:rsid w:val="003D756E"/>
    <w:rsid w:val="003E420D"/>
    <w:rsid w:val="003E4C13"/>
    <w:rsid w:val="003F5723"/>
    <w:rsid w:val="004078F3"/>
    <w:rsid w:val="00411481"/>
    <w:rsid w:val="004240C2"/>
    <w:rsid w:val="0042766C"/>
    <w:rsid w:val="00427794"/>
    <w:rsid w:val="00431A48"/>
    <w:rsid w:val="00432E0E"/>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1E9E"/>
    <w:rsid w:val="004A40A1"/>
    <w:rsid w:val="004B2048"/>
    <w:rsid w:val="004B3220"/>
    <w:rsid w:val="004C4399"/>
    <w:rsid w:val="004C787C"/>
    <w:rsid w:val="004D09FB"/>
    <w:rsid w:val="004D7138"/>
    <w:rsid w:val="004E2152"/>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3375"/>
    <w:rsid w:val="00555884"/>
    <w:rsid w:val="005736B7"/>
    <w:rsid w:val="00574748"/>
    <w:rsid w:val="00575E5A"/>
    <w:rsid w:val="00577A04"/>
    <w:rsid w:val="00580245"/>
    <w:rsid w:val="0058594D"/>
    <w:rsid w:val="00597C83"/>
    <w:rsid w:val="005A1F44"/>
    <w:rsid w:val="005A3013"/>
    <w:rsid w:val="005A6B84"/>
    <w:rsid w:val="005B5C1E"/>
    <w:rsid w:val="005C0846"/>
    <w:rsid w:val="005D3C39"/>
    <w:rsid w:val="005D5620"/>
    <w:rsid w:val="005D784E"/>
    <w:rsid w:val="005E25D9"/>
    <w:rsid w:val="005E50A4"/>
    <w:rsid w:val="005F09BF"/>
    <w:rsid w:val="005F4353"/>
    <w:rsid w:val="005F44F1"/>
    <w:rsid w:val="006017C9"/>
    <w:rsid w:val="00601A8C"/>
    <w:rsid w:val="00603435"/>
    <w:rsid w:val="0060509A"/>
    <w:rsid w:val="0061068E"/>
    <w:rsid w:val="006115D3"/>
    <w:rsid w:val="00612CEA"/>
    <w:rsid w:val="006162E3"/>
    <w:rsid w:val="00631B87"/>
    <w:rsid w:val="006374B2"/>
    <w:rsid w:val="00644B90"/>
    <w:rsid w:val="00646AB2"/>
    <w:rsid w:val="00647FBB"/>
    <w:rsid w:val="00651D86"/>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2B9E"/>
    <w:rsid w:val="006B3D79"/>
    <w:rsid w:val="006B6FE4"/>
    <w:rsid w:val="006B7093"/>
    <w:rsid w:val="006C0A5D"/>
    <w:rsid w:val="006C2343"/>
    <w:rsid w:val="006C442A"/>
    <w:rsid w:val="006C71A4"/>
    <w:rsid w:val="006D3D66"/>
    <w:rsid w:val="006D465A"/>
    <w:rsid w:val="006D579B"/>
    <w:rsid w:val="006D658A"/>
    <w:rsid w:val="006D6E6F"/>
    <w:rsid w:val="006E01CE"/>
    <w:rsid w:val="006E0578"/>
    <w:rsid w:val="006E314D"/>
    <w:rsid w:val="006E6539"/>
    <w:rsid w:val="006F589E"/>
    <w:rsid w:val="006F64F8"/>
    <w:rsid w:val="00710723"/>
    <w:rsid w:val="007135C8"/>
    <w:rsid w:val="007145F3"/>
    <w:rsid w:val="00721646"/>
    <w:rsid w:val="00723ED1"/>
    <w:rsid w:val="007307E6"/>
    <w:rsid w:val="00737164"/>
    <w:rsid w:val="007378FE"/>
    <w:rsid w:val="00740AF5"/>
    <w:rsid w:val="0074338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3DA1"/>
    <w:rsid w:val="007A5172"/>
    <w:rsid w:val="007A67A0"/>
    <w:rsid w:val="007A6974"/>
    <w:rsid w:val="007B0110"/>
    <w:rsid w:val="007B2BE2"/>
    <w:rsid w:val="007B570C"/>
    <w:rsid w:val="007C4049"/>
    <w:rsid w:val="007C5935"/>
    <w:rsid w:val="007D4A01"/>
    <w:rsid w:val="007D797D"/>
    <w:rsid w:val="007E4871"/>
    <w:rsid w:val="007E4A6E"/>
    <w:rsid w:val="007E62AA"/>
    <w:rsid w:val="007E655F"/>
    <w:rsid w:val="007F56A7"/>
    <w:rsid w:val="00800851"/>
    <w:rsid w:val="00800BA4"/>
    <w:rsid w:val="00801D25"/>
    <w:rsid w:val="00802FD8"/>
    <w:rsid w:val="008063CD"/>
    <w:rsid w:val="00807DD0"/>
    <w:rsid w:val="008147B0"/>
    <w:rsid w:val="008151A7"/>
    <w:rsid w:val="00817F98"/>
    <w:rsid w:val="00821D01"/>
    <w:rsid w:val="00826B7B"/>
    <w:rsid w:val="00827607"/>
    <w:rsid w:val="0083639A"/>
    <w:rsid w:val="00841876"/>
    <w:rsid w:val="00842957"/>
    <w:rsid w:val="00846789"/>
    <w:rsid w:val="008609AB"/>
    <w:rsid w:val="00866994"/>
    <w:rsid w:val="00870CA4"/>
    <w:rsid w:val="008833A6"/>
    <w:rsid w:val="00886508"/>
    <w:rsid w:val="00897796"/>
    <w:rsid w:val="00897AC2"/>
    <w:rsid w:val="008A3568"/>
    <w:rsid w:val="008A4D1B"/>
    <w:rsid w:val="008B30AC"/>
    <w:rsid w:val="008C00FC"/>
    <w:rsid w:val="008C2D4D"/>
    <w:rsid w:val="008C44DC"/>
    <w:rsid w:val="008C50F3"/>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23440"/>
    <w:rsid w:val="00930E1F"/>
    <w:rsid w:val="00933F20"/>
    <w:rsid w:val="009351DC"/>
    <w:rsid w:val="00935A9F"/>
    <w:rsid w:val="00936091"/>
    <w:rsid w:val="00940D8A"/>
    <w:rsid w:val="00950EAF"/>
    <w:rsid w:val="00954AF5"/>
    <w:rsid w:val="00962258"/>
    <w:rsid w:val="00964369"/>
    <w:rsid w:val="009678B7"/>
    <w:rsid w:val="00992B63"/>
    <w:rsid w:val="00992D9C"/>
    <w:rsid w:val="00993121"/>
    <w:rsid w:val="00993CE9"/>
    <w:rsid w:val="00994B93"/>
    <w:rsid w:val="00995482"/>
    <w:rsid w:val="00996CB8"/>
    <w:rsid w:val="009B2E97"/>
    <w:rsid w:val="009B4201"/>
    <w:rsid w:val="009B5146"/>
    <w:rsid w:val="009C418E"/>
    <w:rsid w:val="009C442C"/>
    <w:rsid w:val="009D5F4F"/>
    <w:rsid w:val="009E07F4"/>
    <w:rsid w:val="009E5BF1"/>
    <w:rsid w:val="009E6D5F"/>
    <w:rsid w:val="009F0321"/>
    <w:rsid w:val="009F0867"/>
    <w:rsid w:val="009F309B"/>
    <w:rsid w:val="009F392E"/>
    <w:rsid w:val="009F53C5"/>
    <w:rsid w:val="009F638B"/>
    <w:rsid w:val="00A0445A"/>
    <w:rsid w:val="00A070D7"/>
    <w:rsid w:val="00A0740E"/>
    <w:rsid w:val="00A21A01"/>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2AFC"/>
    <w:rsid w:val="00AA2DC6"/>
    <w:rsid w:val="00AA3125"/>
    <w:rsid w:val="00AA4CBB"/>
    <w:rsid w:val="00AA65FA"/>
    <w:rsid w:val="00AA7351"/>
    <w:rsid w:val="00AA7AB8"/>
    <w:rsid w:val="00AB10BF"/>
    <w:rsid w:val="00AB66C5"/>
    <w:rsid w:val="00AD056F"/>
    <w:rsid w:val="00AD0C7B"/>
    <w:rsid w:val="00AD5F1A"/>
    <w:rsid w:val="00AD6731"/>
    <w:rsid w:val="00AE786E"/>
    <w:rsid w:val="00AF08A6"/>
    <w:rsid w:val="00AF2054"/>
    <w:rsid w:val="00AF2A9B"/>
    <w:rsid w:val="00B0029C"/>
    <w:rsid w:val="00B008D5"/>
    <w:rsid w:val="00B02F73"/>
    <w:rsid w:val="00B05B31"/>
    <w:rsid w:val="00B0619F"/>
    <w:rsid w:val="00B06D17"/>
    <w:rsid w:val="00B13A26"/>
    <w:rsid w:val="00B15D0D"/>
    <w:rsid w:val="00B22106"/>
    <w:rsid w:val="00B24A25"/>
    <w:rsid w:val="00B24B60"/>
    <w:rsid w:val="00B32638"/>
    <w:rsid w:val="00B42F40"/>
    <w:rsid w:val="00B431E1"/>
    <w:rsid w:val="00B47C30"/>
    <w:rsid w:val="00B5431A"/>
    <w:rsid w:val="00B613C5"/>
    <w:rsid w:val="00B66B71"/>
    <w:rsid w:val="00B72613"/>
    <w:rsid w:val="00B75AA5"/>
    <w:rsid w:val="00B75AF8"/>
    <w:rsid w:val="00B75EE1"/>
    <w:rsid w:val="00B77481"/>
    <w:rsid w:val="00B8518B"/>
    <w:rsid w:val="00B92ABC"/>
    <w:rsid w:val="00B94795"/>
    <w:rsid w:val="00B97CC3"/>
    <w:rsid w:val="00BA5D63"/>
    <w:rsid w:val="00BB6E4A"/>
    <w:rsid w:val="00BC06C4"/>
    <w:rsid w:val="00BC0A82"/>
    <w:rsid w:val="00BD37D5"/>
    <w:rsid w:val="00BD7E91"/>
    <w:rsid w:val="00BD7F0D"/>
    <w:rsid w:val="00BE148C"/>
    <w:rsid w:val="00BE2158"/>
    <w:rsid w:val="00BE23C1"/>
    <w:rsid w:val="00BE3F0A"/>
    <w:rsid w:val="00BF1C50"/>
    <w:rsid w:val="00BF6E8C"/>
    <w:rsid w:val="00C02D0A"/>
    <w:rsid w:val="00C03A6E"/>
    <w:rsid w:val="00C10C10"/>
    <w:rsid w:val="00C226C0"/>
    <w:rsid w:val="00C230D3"/>
    <w:rsid w:val="00C2684F"/>
    <w:rsid w:val="00C37459"/>
    <w:rsid w:val="00C42FE6"/>
    <w:rsid w:val="00C44F6A"/>
    <w:rsid w:val="00C45470"/>
    <w:rsid w:val="00C45B9E"/>
    <w:rsid w:val="00C539CB"/>
    <w:rsid w:val="00C57FCA"/>
    <w:rsid w:val="00C6198E"/>
    <w:rsid w:val="00C63598"/>
    <w:rsid w:val="00C63A84"/>
    <w:rsid w:val="00C66209"/>
    <w:rsid w:val="00C708EA"/>
    <w:rsid w:val="00C735E9"/>
    <w:rsid w:val="00C778A5"/>
    <w:rsid w:val="00C95162"/>
    <w:rsid w:val="00CA01F3"/>
    <w:rsid w:val="00CA05ED"/>
    <w:rsid w:val="00CB035C"/>
    <w:rsid w:val="00CB4F6D"/>
    <w:rsid w:val="00CB6A37"/>
    <w:rsid w:val="00CB7684"/>
    <w:rsid w:val="00CC7C8F"/>
    <w:rsid w:val="00CD1FC4"/>
    <w:rsid w:val="00CF0294"/>
    <w:rsid w:val="00CF4629"/>
    <w:rsid w:val="00D034A0"/>
    <w:rsid w:val="00D04201"/>
    <w:rsid w:val="00D0544F"/>
    <w:rsid w:val="00D0797C"/>
    <w:rsid w:val="00D21061"/>
    <w:rsid w:val="00D31C6A"/>
    <w:rsid w:val="00D33680"/>
    <w:rsid w:val="00D35C79"/>
    <w:rsid w:val="00D36695"/>
    <w:rsid w:val="00D4108E"/>
    <w:rsid w:val="00D4328E"/>
    <w:rsid w:val="00D5428D"/>
    <w:rsid w:val="00D54FB2"/>
    <w:rsid w:val="00D6163D"/>
    <w:rsid w:val="00D62EA3"/>
    <w:rsid w:val="00D751CF"/>
    <w:rsid w:val="00D80B7D"/>
    <w:rsid w:val="00D831A3"/>
    <w:rsid w:val="00D87849"/>
    <w:rsid w:val="00D93B1F"/>
    <w:rsid w:val="00D97BE3"/>
    <w:rsid w:val="00DA3711"/>
    <w:rsid w:val="00DB4522"/>
    <w:rsid w:val="00DD00F6"/>
    <w:rsid w:val="00DD46F3"/>
    <w:rsid w:val="00DE2729"/>
    <w:rsid w:val="00DE56F2"/>
    <w:rsid w:val="00DF0BA5"/>
    <w:rsid w:val="00DF116D"/>
    <w:rsid w:val="00DF7FC9"/>
    <w:rsid w:val="00E075DA"/>
    <w:rsid w:val="00E16FF7"/>
    <w:rsid w:val="00E26D68"/>
    <w:rsid w:val="00E3671B"/>
    <w:rsid w:val="00E37ACA"/>
    <w:rsid w:val="00E435EA"/>
    <w:rsid w:val="00E44045"/>
    <w:rsid w:val="00E53FA9"/>
    <w:rsid w:val="00E618C4"/>
    <w:rsid w:val="00E62155"/>
    <w:rsid w:val="00E66D17"/>
    <w:rsid w:val="00E6720F"/>
    <w:rsid w:val="00E67A36"/>
    <w:rsid w:val="00E7415D"/>
    <w:rsid w:val="00E74454"/>
    <w:rsid w:val="00E80769"/>
    <w:rsid w:val="00E868F1"/>
    <w:rsid w:val="00E878EE"/>
    <w:rsid w:val="00E901A3"/>
    <w:rsid w:val="00E970E2"/>
    <w:rsid w:val="00EA585B"/>
    <w:rsid w:val="00EA6EC7"/>
    <w:rsid w:val="00EB104F"/>
    <w:rsid w:val="00EB46E5"/>
    <w:rsid w:val="00EB6F2F"/>
    <w:rsid w:val="00EC06D3"/>
    <w:rsid w:val="00EC707C"/>
    <w:rsid w:val="00ED14BD"/>
    <w:rsid w:val="00ED2614"/>
    <w:rsid w:val="00EE221B"/>
    <w:rsid w:val="00EF13FB"/>
    <w:rsid w:val="00F016C7"/>
    <w:rsid w:val="00F12DEC"/>
    <w:rsid w:val="00F1715C"/>
    <w:rsid w:val="00F20842"/>
    <w:rsid w:val="00F22893"/>
    <w:rsid w:val="00F267AF"/>
    <w:rsid w:val="00F310F8"/>
    <w:rsid w:val="00F31594"/>
    <w:rsid w:val="00F31830"/>
    <w:rsid w:val="00F34031"/>
    <w:rsid w:val="00F35939"/>
    <w:rsid w:val="00F37DDF"/>
    <w:rsid w:val="00F419E5"/>
    <w:rsid w:val="00F422D3"/>
    <w:rsid w:val="00F45607"/>
    <w:rsid w:val="00F4722B"/>
    <w:rsid w:val="00F54432"/>
    <w:rsid w:val="00F568F9"/>
    <w:rsid w:val="00F57FD1"/>
    <w:rsid w:val="00F62472"/>
    <w:rsid w:val="00F659EB"/>
    <w:rsid w:val="00F762A8"/>
    <w:rsid w:val="00F819CC"/>
    <w:rsid w:val="00F8304B"/>
    <w:rsid w:val="00F86BA6"/>
    <w:rsid w:val="00F87665"/>
    <w:rsid w:val="00F90EC0"/>
    <w:rsid w:val="00F92FBE"/>
    <w:rsid w:val="00F95FBD"/>
    <w:rsid w:val="00F9740F"/>
    <w:rsid w:val="00FB4067"/>
    <w:rsid w:val="00FB6342"/>
    <w:rsid w:val="00FC3864"/>
    <w:rsid w:val="00FC6389"/>
    <w:rsid w:val="00FE6AEC"/>
    <w:rsid w:val="00FF29ED"/>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344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CF2D38B104497CBC12BFA9A77FF915"/>
        <w:category>
          <w:name w:val="Obecné"/>
          <w:gallery w:val="placeholder"/>
        </w:category>
        <w:types>
          <w:type w:val="bbPlcHdr"/>
        </w:types>
        <w:behaviors>
          <w:behavior w:val="content"/>
        </w:behaviors>
        <w:guid w:val="{C59DC4C5-189E-4F17-9DB1-3ED3D4825C4D}"/>
      </w:docPartPr>
      <w:docPartBody>
        <w:p w:rsidR="00633283" w:rsidRDefault="00633283" w:rsidP="00633283">
          <w:pPr>
            <w:pStyle w:val="CBCF2D38B104497CBC12BFA9A77FF91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E6D79"/>
    <w:rsid w:val="000E7F3B"/>
    <w:rsid w:val="00115D6A"/>
    <w:rsid w:val="00162D5F"/>
    <w:rsid w:val="001A1E8F"/>
    <w:rsid w:val="001E6DA4"/>
    <w:rsid w:val="00233671"/>
    <w:rsid w:val="002766DE"/>
    <w:rsid w:val="00276CB7"/>
    <w:rsid w:val="002C0294"/>
    <w:rsid w:val="002C4EFD"/>
    <w:rsid w:val="002C6D5E"/>
    <w:rsid w:val="00314211"/>
    <w:rsid w:val="0033698B"/>
    <w:rsid w:val="003528BA"/>
    <w:rsid w:val="003907D1"/>
    <w:rsid w:val="003B4972"/>
    <w:rsid w:val="004237BF"/>
    <w:rsid w:val="004A5B94"/>
    <w:rsid w:val="005336BF"/>
    <w:rsid w:val="005932B5"/>
    <w:rsid w:val="0059580E"/>
    <w:rsid w:val="005A3CFC"/>
    <w:rsid w:val="005F46C3"/>
    <w:rsid w:val="00633283"/>
    <w:rsid w:val="00676E73"/>
    <w:rsid w:val="006B3089"/>
    <w:rsid w:val="00712241"/>
    <w:rsid w:val="00714E70"/>
    <w:rsid w:val="0071675D"/>
    <w:rsid w:val="00754993"/>
    <w:rsid w:val="007B458C"/>
    <w:rsid w:val="008071A4"/>
    <w:rsid w:val="0082284C"/>
    <w:rsid w:val="00831E07"/>
    <w:rsid w:val="00845425"/>
    <w:rsid w:val="008877EB"/>
    <w:rsid w:val="008E7144"/>
    <w:rsid w:val="00923048"/>
    <w:rsid w:val="00933286"/>
    <w:rsid w:val="009408AB"/>
    <w:rsid w:val="009A454A"/>
    <w:rsid w:val="009C6898"/>
    <w:rsid w:val="00A357F8"/>
    <w:rsid w:val="00A83D52"/>
    <w:rsid w:val="00AC4FC3"/>
    <w:rsid w:val="00AE15D9"/>
    <w:rsid w:val="00BA3ED3"/>
    <w:rsid w:val="00BF3D67"/>
    <w:rsid w:val="00C85D88"/>
    <w:rsid w:val="00C959CF"/>
    <w:rsid w:val="00CC4D83"/>
    <w:rsid w:val="00CE1434"/>
    <w:rsid w:val="00CF515D"/>
    <w:rsid w:val="00CF5421"/>
    <w:rsid w:val="00D2126E"/>
    <w:rsid w:val="00D44100"/>
    <w:rsid w:val="00D47662"/>
    <w:rsid w:val="00DD099A"/>
    <w:rsid w:val="00DE0ED3"/>
    <w:rsid w:val="00DE2808"/>
    <w:rsid w:val="00E4630C"/>
    <w:rsid w:val="00ED33BC"/>
    <w:rsid w:val="00F14E6E"/>
    <w:rsid w:val="00F33270"/>
    <w:rsid w:val="00F9119C"/>
    <w:rsid w:val="00F93F92"/>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33283"/>
    <w:rPr>
      <w:color w:val="808080"/>
    </w:rPr>
  </w:style>
  <w:style w:type="paragraph" w:customStyle="1" w:styleId="2DE08AE602404EA4988F8684AE8FFD93">
    <w:name w:val="2DE08AE602404EA4988F8684AE8FFD93"/>
    <w:rsid w:val="003528BA"/>
  </w:style>
  <w:style w:type="paragraph" w:customStyle="1" w:styleId="CBCF2D38B104497CBC12BFA9A77FF915">
    <w:name w:val="CBCF2D38B104497CBC12BFA9A77FF915"/>
    <w:rsid w:val="0063328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A4AF591-FA5C-4734-AF2E-3CA5D1C6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41</Pages>
  <Words>7417</Words>
  <Characters>43763</Characters>
  <Application>Microsoft Office Word</Application>
  <DocSecurity>0</DocSecurity>
  <Lines>364</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2019-05-22T07:42:00Z</cp:lastPrinted>
  <dcterms:created xsi:type="dcterms:W3CDTF">2023-01-16T12:59:00Z</dcterms:created>
  <dcterms:modified xsi:type="dcterms:W3CDTF">2023-01-16T12:59:00Z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